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026BA" w14:textId="77777777" w:rsidR="00B7703C" w:rsidRPr="00687644" w:rsidRDefault="00B7703C" w:rsidP="00942EC8">
      <w:pPr>
        <w:rPr>
          <w:lang w:val="en-US"/>
        </w:rPr>
      </w:pPr>
    </w:p>
    <w:tbl>
      <w:tblPr>
        <w:tblStyle w:val="TableLetterhead"/>
        <w:tblW w:w="9480" w:type="dxa"/>
        <w:tblLook w:val="04A0" w:firstRow="1" w:lastRow="0" w:firstColumn="1" w:lastColumn="0" w:noHBand="0" w:noVBand="1"/>
      </w:tblPr>
      <w:tblGrid>
        <w:gridCol w:w="2400"/>
        <w:gridCol w:w="7080"/>
      </w:tblGrid>
      <w:sdt>
        <w:sdtPr>
          <w:rPr>
            <w:sz w:val="16"/>
            <w:lang w:eastAsia="en-US"/>
          </w:rPr>
          <w:alias w:val="EC Headers - Header"/>
          <w:tag w:val="A4pCgmOjXaoPaysOY21Ij7-5QkCVxYFQ4ANGFaoRKN4I2"/>
          <w:id w:val="1882596983"/>
        </w:sdtPr>
        <w:sdtEndPr/>
        <w:sdtContent>
          <w:tr w:rsidR="00546313" w:rsidRPr="00546313" w14:paraId="04203CFC" w14:textId="77777777" w:rsidTr="00994CD3">
            <w:tc>
              <w:tcPr>
                <w:tcW w:w="2400" w:type="dxa"/>
              </w:tcPr>
              <w:p w14:paraId="1BA91DBB" w14:textId="77777777" w:rsidR="00546313" w:rsidRPr="00546313" w:rsidRDefault="00546313" w:rsidP="00546313">
                <w:pPr>
                  <w:widowControl w:val="0"/>
                  <w:spacing w:line="264" w:lineRule="auto"/>
                  <w:ind w:right="85"/>
                  <w:jc w:val="both"/>
                  <w:rPr>
                    <w:sz w:val="22"/>
                  </w:rPr>
                </w:pPr>
                <w:r w:rsidRPr="00546313">
                  <w:rPr>
                    <w:noProof/>
                    <w:sz w:val="22"/>
                    <w:lang w:val="pt-PT" w:eastAsia="pt-PT"/>
                  </w:rPr>
                  <w:drawing>
                    <wp:inline distT="0" distB="0" distL="0" distR="0" wp14:anchorId="552E6252" wp14:editId="6F7EC02C">
                      <wp:extent cx="1371600" cy="676800"/>
                      <wp:effectExtent l="0" t="0" r="0" b="0"/>
                      <wp:docPr id="1" name="Picture 1" descr="Logo of the European Commissio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 descr="Logo of the European Commission"/>
                              <pic:cNvPicPr/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71600" cy="676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7080" w:type="dxa"/>
              </w:tcPr>
              <w:p w14:paraId="41E655D1" w14:textId="77777777" w:rsidR="00546313" w:rsidRPr="00546313" w:rsidRDefault="00813D9F" w:rsidP="00546313">
                <w:pPr>
                  <w:widowControl w:val="0"/>
                  <w:spacing w:before="90"/>
                  <w:ind w:right="85"/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1386793855"/>
                    <w:dataBinding w:xpath="/Texts/OrgaRoot" w:storeItemID="{4EF90DE6-88B6-4264-9629-4D8DFDFE87D2}"/>
                    <w:text w:multiLine="1"/>
                  </w:sdtPr>
                  <w:sdtEndPr/>
                  <w:sdtContent>
                    <w:r w:rsidR="00546313" w:rsidRPr="00546313">
                      <w:rPr>
                        <w:sz w:val="22"/>
                      </w:rPr>
                      <w:t>EUROPEAN COMMISSION</w:t>
                    </w:r>
                  </w:sdtContent>
                </w:sdt>
              </w:p>
              <w:p w14:paraId="3C770652" w14:textId="77777777" w:rsidR="00546313" w:rsidRPr="00546313" w:rsidRDefault="00813D9F" w:rsidP="00546313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-1932349742"/>
                    <w:dataBinding w:xpath="/Author/OrgaEntity1/HeadLine1" w:storeItemID="{EE044946-5330-43F7-8D16-AA78684F2938}"/>
                    <w:text w:multiLine="1"/>
                  </w:sdtPr>
                  <w:sdtEndPr/>
                  <w:sdtContent>
                    <w:r w:rsidR="00546313" w:rsidRPr="00546313">
                      <w:rPr>
                        <w:sz w:val="16"/>
                      </w:rPr>
                      <w:t>DIRECTORATE-GENERAL</w:t>
                    </w:r>
                  </w:sdtContent>
                </w:sdt>
              </w:p>
              <w:p w14:paraId="3D3A57FF" w14:textId="77777777" w:rsidR="00546313" w:rsidRPr="00546313" w:rsidRDefault="00813D9F" w:rsidP="00546313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376353688"/>
                    <w:dataBinding w:xpath="/Author/OrgaEntity1/HeadLine2" w:storeItemID="{EE044946-5330-43F7-8D16-AA78684F2938}"/>
                    <w:text w:multiLine="1"/>
                  </w:sdtPr>
                  <w:sdtEndPr/>
                  <w:sdtContent>
                    <w:r w:rsidR="00546313" w:rsidRPr="00546313">
                      <w:rPr>
                        <w:sz w:val="16"/>
                      </w:rPr>
                      <w:t>TAXATION AND CUSTOMS UNION</w:t>
                    </w:r>
                  </w:sdtContent>
                </w:sdt>
              </w:p>
              <w:p w14:paraId="024EB42C" w14:textId="77777777" w:rsidR="00546313" w:rsidRPr="00546313" w:rsidRDefault="00813D9F" w:rsidP="00546313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759096951"/>
                    <w:dataBinding w:xpath="/Author/OrgaEntity2/HeadLine1" w:storeItemID="{EE044946-5330-43F7-8D16-AA78684F2938}"/>
                    <w:text w:multiLine="1"/>
                  </w:sdtPr>
                  <w:sdtEndPr/>
                  <w:sdtContent>
                    <w:r w:rsidR="00546313" w:rsidRPr="00546313">
                      <w:rPr>
                        <w:sz w:val="16"/>
                      </w:rPr>
                      <w:t>Digital Delivery of Customs and Taxation Policies</w:t>
                    </w:r>
                  </w:sdtContent>
                </w:sdt>
              </w:p>
              <w:p w14:paraId="2062A9FE" w14:textId="77777777" w:rsidR="00546313" w:rsidRPr="00546313" w:rsidRDefault="00813D9F" w:rsidP="00546313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b/>
                      <w:sz w:val="16"/>
                    </w:rPr>
                    <w:id w:val="-392426799"/>
                    <w:placeholder>
                      <w:docPart w:val="8D949CFA1DC74458980ADA011D6EACFA"/>
                    </w:placeholder>
                    <w:dropDownList>
                      <w:listItem w:value="Select the DG TAXUD Directorate B Unit."/>
                      <w:listItem w:displayText=" " w:value=" "/>
                      <w:listItem w:displayText="Process and Data, Customer Relationship and Planning" w:value="Process and Data, Customer Relationship and Planning"/>
                      <w:listItem w:displayText="Architecture &amp; Digital Operations" w:value="Architecture &amp; Digital Operations"/>
                      <w:listItem w:displayText="Customs Systems" w:value="Customs Systems"/>
                      <w:listItem w:displayText="Taxation Systems &amp; Digital Governance" w:value="Taxation Systems &amp; Digital Governance"/>
                    </w:dropDownList>
                  </w:sdtPr>
                  <w:sdtEndPr/>
                  <w:sdtContent>
                    <w:r w:rsidR="00546313" w:rsidRPr="00546313">
                      <w:rPr>
                        <w:b/>
                        <w:sz w:val="16"/>
                      </w:rPr>
                      <w:t>Taxation Systems &amp; Digital Governance</w:t>
                    </w:r>
                  </w:sdtContent>
                </w:sdt>
              </w:p>
            </w:tc>
          </w:tr>
        </w:sdtContent>
      </w:sdt>
    </w:tbl>
    <w:bookmarkStart w:id="0" w:name="_Hlk54281215" w:displacedByCustomXml="next"/>
    <w:sdt>
      <w:sdtPr>
        <w:rPr>
          <w:b/>
          <w:bCs/>
          <w:smallCaps/>
          <w:sz w:val="40"/>
          <w:szCs w:val="40"/>
        </w:rPr>
        <w:alias w:val="Titles - Title and Subtitle"/>
        <w:tag w:val="20VJyCZsNoL1O30TqXpiB2-kVgCMpw2xqUNygTR2zyFO4"/>
        <w:id w:val="1015114815"/>
      </w:sdtPr>
      <w:sdtEndPr>
        <w:rPr>
          <w:sz w:val="28"/>
          <w:szCs w:val="28"/>
        </w:rPr>
      </w:sdtEndPr>
      <w:sdtContent>
        <w:p w14:paraId="63D05381" w14:textId="77777777" w:rsidR="00546313" w:rsidRPr="00546313" w:rsidRDefault="00546313" w:rsidP="00546313">
          <w:pPr>
            <w:keepLines/>
            <w:spacing w:before="480" w:after="240"/>
            <w:ind w:left="33"/>
            <w:jc w:val="center"/>
            <w:rPr>
              <w:b/>
              <w:bCs/>
              <w:smallCaps/>
              <w:sz w:val="28"/>
              <w:szCs w:val="20"/>
            </w:rPr>
          </w:pPr>
          <w:r w:rsidRPr="00546313">
            <w:rPr>
              <w:b/>
              <w:bCs/>
              <w:smallCaps/>
              <w:sz w:val="28"/>
              <w:szCs w:val="20"/>
            </w:rPr>
            <w:t>Taxation and customs Union DG</w:t>
          </w:r>
          <w:r w:rsidRPr="00546313">
            <w:rPr>
              <w:b/>
              <w:bCs/>
              <w:smallCaps/>
              <w:sz w:val="28"/>
              <w:szCs w:val="20"/>
            </w:rPr>
            <w:br/>
            <w:t>EMCS Computerisation Project</w:t>
          </w:r>
          <w:r w:rsidRPr="00546313">
            <w:rPr>
              <w:b/>
              <w:bCs/>
              <w:smallCaps/>
              <w:sz w:val="28"/>
              <w:szCs w:val="20"/>
            </w:rPr>
            <w:br/>
            <w:t>Phase 4</w:t>
          </w:r>
        </w:p>
        <w:sdt>
          <w:sdtPr>
            <w:rPr>
              <w:b/>
              <w:bCs/>
              <w:smallCaps/>
              <w:sz w:val="28"/>
              <w:szCs w:val="20"/>
            </w:rPr>
            <w:alias w:val="Title"/>
            <w:tag w:val=""/>
            <w:id w:val="990680664"/>
            <w:placeholder>
              <w:docPart w:val="17181E16662C4424B2A3557D10CE5DA8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4A207266" w14:textId="22DDB2F1" w:rsidR="00546313" w:rsidRPr="00546313" w:rsidRDefault="00D76D34" w:rsidP="00546313">
              <w:pPr>
                <w:keepLines/>
                <w:spacing w:before="480" w:after="240"/>
                <w:ind w:left="33"/>
                <w:jc w:val="center"/>
                <w:rPr>
                  <w:b/>
                  <w:bCs/>
                  <w:smallCaps/>
                  <w:sz w:val="28"/>
                  <w:szCs w:val="20"/>
                </w:rPr>
              </w:pPr>
              <w:r>
                <w:rPr>
                  <w:b/>
                  <w:bCs/>
                  <w:smallCaps/>
                  <w:sz w:val="28"/>
                  <w:szCs w:val="20"/>
                </w:rPr>
                <w:t>DDNEA for EMCS Phase 4.2</w:t>
              </w:r>
            </w:p>
          </w:sdtContent>
        </w:sdt>
        <w:p w14:paraId="59D19A88" w14:textId="0A1C5B11" w:rsidR="00546313" w:rsidRPr="00546313" w:rsidRDefault="00813D9F" w:rsidP="00546313">
          <w:pPr>
            <w:keepLines/>
            <w:spacing w:before="480" w:after="240"/>
            <w:ind w:left="33"/>
            <w:jc w:val="center"/>
            <w:rPr>
              <w:b/>
              <w:bCs/>
              <w:smallCaps/>
              <w:sz w:val="28"/>
              <w:szCs w:val="20"/>
            </w:rPr>
          </w:pPr>
          <w:sdt>
            <w:sdtPr>
              <w:rPr>
                <w:b/>
                <w:bCs/>
                <w:smallCaps/>
                <w:sz w:val="28"/>
                <w:szCs w:val="20"/>
              </w:rPr>
              <w:alias w:val="Subject"/>
              <w:tag w:val=""/>
              <w:id w:val="-1605570115"/>
              <w:placeholder>
                <w:docPart w:val="DA1C816C7D2D4BDF91A0EE8329EB1071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8B6663">
                <w:rPr>
                  <w:b/>
                  <w:bCs/>
                  <w:smallCaps/>
                  <w:sz w:val="28"/>
                  <w:szCs w:val="20"/>
                </w:rPr>
                <w:t>APPENDIX F: DATA GROUPS &amp; TRANSACTION HIERARCHY</w:t>
              </w:r>
            </w:sdtContent>
          </w:sdt>
        </w:p>
        <w:p w14:paraId="59222753" w14:textId="77777777" w:rsidR="00546313" w:rsidRPr="00546313" w:rsidRDefault="00813D9F" w:rsidP="00546313">
          <w:pPr>
            <w:keepLines/>
            <w:tabs>
              <w:tab w:val="center" w:pos="4693"/>
              <w:tab w:val="left" w:pos="6060"/>
            </w:tabs>
            <w:spacing w:before="480" w:after="240"/>
            <w:rPr>
              <w:b/>
              <w:bCs/>
              <w:smallCaps/>
              <w:sz w:val="28"/>
              <w:szCs w:val="20"/>
            </w:rPr>
          </w:pPr>
        </w:p>
      </w:sdtContent>
    </w:sdt>
    <w:bookmarkEnd w:id="0" w:displacedByCustomXml="prev"/>
    <w:sdt>
      <w:sdtPr>
        <w:rPr>
          <w:sz w:val="22"/>
          <w:lang w:eastAsia="en-US"/>
        </w:rPr>
        <w:alias w:val="Properties Table"/>
        <w:tag w:val="ZmBdss0Rs4YTyKKEh8M5n5"/>
        <w:id w:val="-1307233586"/>
      </w:sdtPr>
      <w:sdtEndPr/>
      <w:sdtContent>
        <w:tbl>
          <w:tblPr>
            <w:tblStyle w:val="PropertiesTable"/>
            <w:tblW w:w="7230" w:type="dxa"/>
            <w:tblLook w:val="04A0" w:firstRow="1" w:lastRow="0" w:firstColumn="1" w:lastColumn="0" w:noHBand="0" w:noVBand="1"/>
          </w:tblPr>
          <w:tblGrid>
            <w:gridCol w:w="2400"/>
            <w:gridCol w:w="4830"/>
          </w:tblGrid>
          <w:tr w:rsidR="00546313" w:rsidRPr="00546313" w14:paraId="019195D1" w14:textId="77777777" w:rsidTr="00994CD3">
            <w:tc>
              <w:tcPr>
                <w:tcW w:w="2400" w:type="dxa"/>
              </w:tcPr>
              <w:p w14:paraId="0E4B85C7" w14:textId="77777777" w:rsidR="00546313" w:rsidRPr="00546313" w:rsidRDefault="00813D9F" w:rsidP="00546313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52131817"/>
                    <w:dataBinding w:xpath="/Texts/TechPropsDate" w:storeItemID="{4EF90DE6-88B6-4264-9629-4D8DFDFE87D2}"/>
                    <w:text w:multiLine="1"/>
                  </w:sdtPr>
                  <w:sdtEndPr/>
                  <w:sdtContent>
                    <w:r w:rsidR="00546313" w:rsidRPr="00546313">
                      <w:rPr>
                        <w:sz w:val="22"/>
                      </w:rPr>
                      <w:t>Date:</w:t>
                    </w:r>
                  </w:sdtContent>
                </w:sdt>
              </w:p>
            </w:tc>
            <w:tc>
              <w:tcPr>
                <w:tcW w:w="4830" w:type="dxa"/>
              </w:tcPr>
              <w:p w14:paraId="0257E8FB" w14:textId="7A09DDF6" w:rsidR="00546313" w:rsidRPr="00546313" w:rsidRDefault="00813D9F" w:rsidP="00546313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Date"/>
                    <w:tag w:val="Date"/>
                    <w:id w:val="-1985143283"/>
                    <w:dataBinding w:xpath="/EurolookProperties/DocumentDate" w:storeItemID="{D3EA5527-7367-4268-9D83-5125C98D0ED2}"/>
                    <w:date w:fullDate="2025-01-08T00:00:00Z">
                      <w:dateFormat w:val="dd/MM/yyyy"/>
                      <w:lid w:val="en-GB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600E84">
                      <w:rPr>
                        <w:sz w:val="22"/>
                      </w:rPr>
                      <w:t>08/01/2025</w:t>
                    </w:r>
                  </w:sdtContent>
                </w:sdt>
              </w:p>
            </w:tc>
          </w:tr>
          <w:tr w:rsidR="00546313" w:rsidRPr="00546313" w14:paraId="62B29605" w14:textId="77777777" w:rsidTr="00994CD3">
            <w:tc>
              <w:tcPr>
                <w:tcW w:w="2400" w:type="dxa"/>
              </w:tcPr>
              <w:p w14:paraId="492D21FC" w14:textId="77777777" w:rsidR="00546313" w:rsidRPr="00546313" w:rsidRDefault="00546313" w:rsidP="00546313">
                <w:pPr>
                  <w:jc w:val="both"/>
                  <w:rPr>
                    <w:sz w:val="22"/>
                  </w:rPr>
                </w:pPr>
                <w:r w:rsidRPr="00546313">
                  <w:rPr>
                    <w:sz w:val="22"/>
                  </w:rPr>
                  <w:t>Status:</w:t>
                </w:r>
              </w:p>
            </w:tc>
            <w:sdt>
              <w:sdtPr>
                <w:rPr>
                  <w:sz w:val="22"/>
                </w:rPr>
                <w:alias w:val="Status"/>
                <w:tag w:val="Status"/>
                <w:id w:val="403725961"/>
                <w:placeholder>
                  <w:docPart w:val="C1368AC9CB744AC6AA26E69C4CC01BCA"/>
                </w:placeholder>
                <w:dropDownList>
                  <w:listItem w:value="Select the status here."/>
                  <w:listItem w:displayText="Draft" w:value="Draft"/>
                  <w:listItem w:displayText="Submitted for information (SfI)" w:value="Submitted for information (SfI)"/>
                  <w:listItem w:displayText="Submitted for review (SfR)" w:value="Submitted for review (SfR)"/>
                  <w:listItem w:displayText="Submitted for acceptance (SfA)" w:value="Submitted for acceptance (SfA)"/>
                  <w:listItem w:displayText="Final" w:value="Final"/>
                </w:dropDownList>
              </w:sdtPr>
              <w:sdtEndPr/>
              <w:sdtContent>
                <w:tc>
                  <w:tcPr>
                    <w:tcW w:w="4830" w:type="dxa"/>
                  </w:tcPr>
                  <w:p w14:paraId="637D8DB7" w14:textId="7A3B9000" w:rsidR="00546313" w:rsidRPr="00546313" w:rsidRDefault="00137F30" w:rsidP="00546313">
                    <w:pPr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Submitted for acceptance (SfA)</w:t>
                    </w:r>
                  </w:p>
                </w:tc>
              </w:sdtContent>
            </w:sdt>
          </w:tr>
          <w:tr w:rsidR="00546313" w:rsidRPr="00546313" w14:paraId="670AB5A3" w14:textId="77777777" w:rsidTr="00994CD3">
            <w:tc>
              <w:tcPr>
                <w:tcW w:w="2400" w:type="dxa"/>
              </w:tcPr>
              <w:p w14:paraId="78323746" w14:textId="77777777" w:rsidR="00546313" w:rsidRPr="00546313" w:rsidRDefault="00813D9F" w:rsidP="00546313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653036614"/>
                    <w:dataBinding w:xpath="/Texts/TechPropsVersion" w:storeItemID="{4EF90DE6-88B6-4264-9629-4D8DFDFE87D2}"/>
                    <w:text w:multiLine="1"/>
                  </w:sdtPr>
                  <w:sdtEndPr/>
                  <w:sdtContent>
                    <w:r w:rsidR="00546313" w:rsidRPr="00546313">
                      <w:rPr>
                        <w:sz w:val="22"/>
                      </w:rPr>
                      <w:t>Version:</w:t>
                    </w:r>
                  </w:sdtContent>
                </w:sdt>
              </w:p>
            </w:tc>
            <w:tc>
              <w:tcPr>
                <w:tcW w:w="4830" w:type="dxa"/>
              </w:tcPr>
              <w:p w14:paraId="397F6321" w14:textId="55EDAA5E" w:rsidR="00546313" w:rsidRPr="00546313" w:rsidRDefault="00813D9F" w:rsidP="00546313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Version"/>
                    <w:id w:val="-1306858941"/>
                    <w:dataBinding w:xpath="/EurolookProperties/DocumentVersion" w:storeItemID="{D3EA5527-7367-4268-9D83-5125C98D0ED2}"/>
                    <w:text w:multiLine="1"/>
                  </w:sdtPr>
                  <w:sdtEndPr/>
                  <w:sdtContent>
                    <w:r w:rsidR="00600E84" w:rsidRPr="00546313">
                      <w:rPr>
                        <w:sz w:val="22"/>
                      </w:rPr>
                      <w:t>3.</w:t>
                    </w:r>
                    <w:r w:rsidR="00600E84">
                      <w:rPr>
                        <w:sz w:val="22"/>
                      </w:rPr>
                      <w:t>2</w:t>
                    </w:r>
                    <w:r w:rsidR="00600E84">
                      <w:rPr>
                        <w:sz w:val="22"/>
                        <w:lang w:val="en-US"/>
                      </w:rPr>
                      <w:t>3</w:t>
                    </w:r>
                    <w:r w:rsidR="00600E84">
                      <w:rPr>
                        <w:sz w:val="22"/>
                      </w:rPr>
                      <w:t xml:space="preserve"> EN</w:t>
                    </w:r>
                  </w:sdtContent>
                </w:sdt>
              </w:p>
            </w:tc>
          </w:tr>
          <w:tr w:rsidR="00546313" w:rsidRPr="00546313" w14:paraId="01DD860F" w14:textId="77777777" w:rsidTr="00994CD3">
            <w:tc>
              <w:tcPr>
                <w:tcW w:w="2400" w:type="dxa"/>
              </w:tcPr>
              <w:p w14:paraId="20E72773" w14:textId="77777777" w:rsidR="00546313" w:rsidRPr="00546313" w:rsidRDefault="00813D9F" w:rsidP="00546313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1928931003"/>
                    <w:dataBinding w:xpath="/Texts/TechPropsAuthors" w:storeItemID="{4EF90DE6-88B6-4264-9629-4D8DFDFE87D2}"/>
                    <w:text w:multiLine="1"/>
                  </w:sdtPr>
                  <w:sdtEndPr/>
                  <w:sdtContent>
                    <w:r w:rsidR="00546313" w:rsidRPr="00546313">
                      <w:rPr>
                        <w:sz w:val="22"/>
                      </w:rPr>
                      <w:t>Author:</w:t>
                    </w:r>
                  </w:sdtContent>
                </w:sdt>
              </w:p>
            </w:tc>
            <w:tc>
              <w:tcPr>
                <w:tcW w:w="4830" w:type="dxa"/>
              </w:tcPr>
              <w:p w14:paraId="5EE13C92" w14:textId="318D7925" w:rsidR="00546313" w:rsidRPr="00546313" w:rsidRDefault="00813D9F" w:rsidP="00546313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  <w:shd w:val="clear" w:color="auto" w:fill="FFFFFF"/>
                    </w:rPr>
                    <w:alias w:val="Author"/>
                    <w:tag w:val="Author"/>
                    <w:id w:val="344604971"/>
                    <w:dataBinding w:xpath="/Author/Names/DocumentScript/FullName" w:storeItemID="{EE044946-5330-43F7-8D16-AA78684F2938}"/>
                    <w:text w:multiLine="1"/>
                  </w:sdtPr>
                  <w:sdtEndPr/>
                  <w:sdtContent>
                    <w:r w:rsidR="00616011">
                      <w:rPr>
                        <w:sz w:val="22"/>
                        <w:shd w:val="clear" w:color="auto" w:fill="FFFFFF"/>
                      </w:rPr>
                      <w:t>SOFT-DEV</w:t>
                    </w:r>
                  </w:sdtContent>
                </w:sdt>
              </w:p>
            </w:tc>
          </w:tr>
          <w:tr w:rsidR="00546313" w:rsidRPr="00546313" w14:paraId="040C4AC5" w14:textId="77777777" w:rsidTr="00994CD3">
            <w:tc>
              <w:tcPr>
                <w:tcW w:w="2400" w:type="dxa"/>
              </w:tcPr>
              <w:p w14:paraId="2A6C98D6" w14:textId="77777777" w:rsidR="00546313" w:rsidRPr="00546313" w:rsidRDefault="00813D9F" w:rsidP="00546313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656603245"/>
                    <w:dataBinding w:xpath="/Texts/TechPropsApproved" w:storeItemID="{4EF90DE6-88B6-4264-9629-4D8DFDFE87D2}"/>
                    <w:text w:multiLine="1"/>
                  </w:sdtPr>
                  <w:sdtEndPr/>
                  <w:sdtContent>
                    <w:r w:rsidR="00546313" w:rsidRPr="00546313">
                      <w:rPr>
                        <w:sz w:val="22"/>
                      </w:rPr>
                      <w:t>Approved by:</w:t>
                    </w:r>
                  </w:sdtContent>
                </w:sdt>
              </w:p>
            </w:tc>
            <w:tc>
              <w:tcPr>
                <w:tcW w:w="4830" w:type="dxa"/>
              </w:tcPr>
              <w:p w14:paraId="233003BE" w14:textId="77777777" w:rsidR="00546313" w:rsidRPr="00546313" w:rsidRDefault="00813D9F" w:rsidP="00546313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Approved by"/>
                    <w:tag w:val="Approved by"/>
                    <w:id w:val="-1491857343"/>
                    <w:placeholder>
                      <w:docPart w:val="CBEBA9A4A494422695ABF7D397D7450B"/>
                    </w:placeholder>
                    <w:showingPlcHdr/>
                  </w:sdtPr>
                  <w:sdtEndPr/>
                  <w:sdtContent>
                    <w:r w:rsidR="00546313" w:rsidRPr="00546313">
                      <w:rPr>
                        <w:sz w:val="22"/>
                      </w:rPr>
                      <w:t>DG TAXUD</w:t>
                    </w:r>
                  </w:sdtContent>
                </w:sdt>
              </w:p>
            </w:tc>
          </w:tr>
          <w:tr w:rsidR="00546313" w:rsidRPr="00546313" w14:paraId="6190F0C4" w14:textId="77777777" w:rsidTr="00994CD3">
            <w:tc>
              <w:tcPr>
                <w:tcW w:w="2400" w:type="dxa"/>
              </w:tcPr>
              <w:p w14:paraId="669D2AA0" w14:textId="77777777" w:rsidR="00546313" w:rsidRPr="00546313" w:rsidRDefault="00546313" w:rsidP="00546313">
                <w:pPr>
                  <w:jc w:val="both"/>
                  <w:rPr>
                    <w:sz w:val="22"/>
                  </w:rPr>
                </w:pPr>
                <w:r w:rsidRPr="00546313">
                  <w:rPr>
                    <w:sz w:val="22"/>
                  </w:rPr>
                  <w:t>Reference number:</w:t>
                </w:r>
              </w:p>
            </w:tc>
            <w:tc>
              <w:tcPr>
                <w:tcW w:w="4830" w:type="dxa"/>
              </w:tcPr>
              <w:p w14:paraId="36792BC5" w14:textId="0AB6FF48" w:rsidR="00546313" w:rsidRPr="00546313" w:rsidRDefault="00137F30" w:rsidP="00546313">
                <w:pPr>
                  <w:rPr>
                    <w:sz w:val="22"/>
                  </w:rPr>
                </w:pPr>
                <w:r w:rsidRPr="00C16CAC">
                  <w:t>DLV-776-7.4.3-100-1-1</w:t>
                </w:r>
              </w:p>
            </w:tc>
          </w:tr>
          <w:tr w:rsidR="00546313" w:rsidRPr="00546313" w14:paraId="3C3A6EBA" w14:textId="77777777" w:rsidTr="00994CD3">
            <w:tc>
              <w:tcPr>
                <w:tcW w:w="2400" w:type="dxa"/>
              </w:tcPr>
              <w:p w14:paraId="107184FE" w14:textId="77777777" w:rsidR="00546313" w:rsidRPr="00546313" w:rsidRDefault="00546313" w:rsidP="00546313">
                <w:pPr>
                  <w:jc w:val="both"/>
                  <w:rPr>
                    <w:sz w:val="22"/>
                    <w:szCs w:val="22"/>
                  </w:rPr>
                </w:pPr>
                <w:r w:rsidRPr="00546313">
                  <w:rPr>
                    <w:sz w:val="22"/>
                    <w:szCs w:val="22"/>
                  </w:rPr>
                  <w:t>Public:</w:t>
                </w:r>
              </w:p>
            </w:tc>
            <w:sdt>
              <w:sdtPr>
                <w:rPr>
                  <w:bCs/>
                  <w:sz w:val="22"/>
                  <w:szCs w:val="22"/>
                </w:rPr>
                <w:alias w:val="Public"/>
                <w:tag w:val="Public"/>
                <w:id w:val="527069074"/>
                <w:placeholder>
                  <w:docPart w:val="2DC6D8410D8D43AF944FBAFC835438CA"/>
                </w:placeholder>
                <w:comboBox>
                  <w:listItem w:value="Select the public here."/>
                  <w:listItem w:displayText="DG TAXUD internal" w:value="DG TAXUD internal"/>
                  <w:listItem w:displayText="DG TAXUD external" w:value="DG TAXUD external"/>
                </w:comboBox>
              </w:sdtPr>
              <w:sdtEndPr/>
              <w:sdtContent>
                <w:tc>
                  <w:tcPr>
                    <w:tcW w:w="4830" w:type="dxa"/>
                  </w:tcPr>
                  <w:p w14:paraId="6E07CC6D" w14:textId="77777777" w:rsidR="00546313" w:rsidRPr="00546313" w:rsidRDefault="00546313" w:rsidP="00546313">
                    <w:pPr>
                      <w:spacing w:line="276" w:lineRule="auto"/>
                      <w:rPr>
                        <w:bCs/>
                        <w:sz w:val="22"/>
                        <w:szCs w:val="22"/>
                      </w:rPr>
                    </w:pPr>
                    <w:r w:rsidRPr="00546313">
                      <w:rPr>
                        <w:bCs/>
                        <w:sz w:val="22"/>
                        <w:szCs w:val="22"/>
                      </w:rPr>
                      <w:t>DG TAXUD external</w:t>
                    </w:r>
                  </w:p>
                </w:tc>
              </w:sdtContent>
            </w:sdt>
          </w:tr>
          <w:tr w:rsidR="00546313" w:rsidRPr="00546313" w14:paraId="69849812" w14:textId="77777777" w:rsidTr="00994CD3">
            <w:tc>
              <w:tcPr>
                <w:tcW w:w="2400" w:type="dxa"/>
              </w:tcPr>
              <w:p w14:paraId="28B6BC99" w14:textId="77777777" w:rsidR="00546313" w:rsidRPr="00546313" w:rsidRDefault="00546313" w:rsidP="00546313">
                <w:pPr>
                  <w:jc w:val="both"/>
                  <w:rPr>
                    <w:sz w:val="22"/>
                    <w:szCs w:val="22"/>
                  </w:rPr>
                </w:pPr>
                <w:r w:rsidRPr="00546313">
                  <w:rPr>
                    <w:sz w:val="22"/>
                    <w:szCs w:val="22"/>
                  </w:rPr>
                  <w:t>Confidentiality:</w:t>
                </w:r>
              </w:p>
            </w:tc>
            <w:tc>
              <w:tcPr>
                <w:tcW w:w="4830" w:type="dxa"/>
              </w:tcPr>
              <w:p w14:paraId="056E0A0F" w14:textId="5E9F5D7D" w:rsidR="00546313" w:rsidRPr="00546313" w:rsidRDefault="00813D9F" w:rsidP="00546313">
                <w:pPr>
                  <w:spacing w:line="276" w:lineRule="auto"/>
                  <w:rPr>
                    <w:bCs/>
                    <w:sz w:val="22"/>
                    <w:szCs w:val="22"/>
                  </w:rPr>
                </w:pPr>
                <w:sdt>
                  <w:sdtPr>
                    <w:rPr>
                      <w:bCs/>
                      <w:sz w:val="22"/>
                      <w:szCs w:val="22"/>
                    </w:rPr>
                    <w:alias w:val="Confidentiality"/>
                    <w:tag w:val="Confidentiality"/>
                    <w:id w:val="661121929"/>
                    <w:placeholder>
                      <w:docPart w:val="1798FA47133D48498E0D16DD81D704F6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:comboBox w:lastValue="Commission use (CU)">
                      <w:listItem w:value="Select the confidentiality classification level here."/>
                      <w:listItem w:displayText="Sensitive non-classified (SNC)" w:value="Sensitive non-classified (SNC)"/>
                      <w:listItem w:displayText="Commission use (CU)" w:value="Commission use (CU)"/>
                      <w:listItem w:displayText="Publicly available (PA)" w:value="Publicly available (PA)"/>
                    </w:comboBox>
                  </w:sdtPr>
                  <w:sdtEndPr/>
                  <w:sdtContent>
                    <w:r w:rsidR="002843EE">
                      <w:rPr>
                        <w:bCs/>
                        <w:sz w:val="22"/>
                        <w:szCs w:val="22"/>
                      </w:rPr>
                      <w:t>Commission use (CU)</w:t>
                    </w:r>
                  </w:sdtContent>
                </w:sdt>
              </w:p>
            </w:tc>
          </w:tr>
        </w:tbl>
        <w:p w14:paraId="1ECAD457" w14:textId="77777777" w:rsidR="00546313" w:rsidRPr="00546313" w:rsidRDefault="00546313" w:rsidP="00546313">
          <w:pPr>
            <w:spacing w:after="120" w:line="264" w:lineRule="auto"/>
            <w:jc w:val="both"/>
            <w:rPr>
              <w:sz w:val="22"/>
              <w:lang w:eastAsia="en-GB"/>
            </w:rPr>
          </w:pPr>
          <w:r w:rsidRPr="00546313">
            <w:rPr>
              <w:sz w:val="22"/>
              <w:lang w:eastAsia="en-GB"/>
            </w:rPr>
            <w:br w:type="page"/>
          </w:r>
        </w:p>
      </w:sdtContent>
    </w:sdt>
    <w:p w14:paraId="6640D35D" w14:textId="77777777" w:rsidR="00546313" w:rsidRPr="00546313" w:rsidRDefault="00546313" w:rsidP="00546313">
      <w:pPr>
        <w:spacing w:after="120"/>
        <w:jc w:val="center"/>
        <w:rPr>
          <w:b/>
          <w:sz w:val="32"/>
          <w:lang w:eastAsia="en-GB"/>
        </w:rPr>
      </w:pPr>
      <w:r w:rsidRPr="00546313">
        <w:rPr>
          <w:b/>
          <w:noProof/>
          <w:sz w:val="32"/>
          <w:lang w:val="pt-PT" w:eastAsia="pt-PT"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C9F56C3" wp14:editId="37D05D91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FD7BF0" w14:textId="77777777" w:rsidR="00546313" w:rsidRDefault="00546313" w:rsidP="0054631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9F56C3" id="Rectangle 6" o:spid="_x0000_s1026" style="position:absolute;left:0;text-align:left;margin-left:0;margin-top:813.25pt;width:594.75pt;height:3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" fillcolor="#4f81bc" strokecolor="#4f81bc">
                <v:textbox>
                  <w:txbxContent>
                    <w:p w14:paraId="64FD7BF0" w14:textId="77777777" w:rsidR="00546313" w:rsidRDefault="00546313" w:rsidP="0054631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546313">
        <w:rPr>
          <w:rFonts w:eastAsia="Calibri"/>
          <w:b/>
          <w:sz w:val="32"/>
          <w:lang w:eastAsia="en-GB"/>
        </w:rPr>
        <w:t>Document control information</w:t>
      </w:r>
    </w:p>
    <w:tbl>
      <w:tblPr>
        <w:tblStyle w:val="TableGrid1"/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964"/>
        <w:gridCol w:w="6380"/>
      </w:tblGrid>
      <w:tr w:rsidR="00546313" w:rsidRPr="00546313" w14:paraId="3154DA7D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5FF974BE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546313">
              <w:rPr>
                <w:b/>
                <w:sz w:val="20"/>
              </w:rPr>
              <w:t>Property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000094B0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546313">
              <w:rPr>
                <w:b/>
                <w:sz w:val="20"/>
              </w:rPr>
              <w:t>Value</w:t>
            </w:r>
          </w:p>
        </w:tc>
      </w:tr>
      <w:tr w:rsidR="00546313" w:rsidRPr="00546313" w14:paraId="22C80131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F4EA9E2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546313">
              <w:rPr>
                <w:b/>
                <w:bCs/>
                <w:sz w:val="20"/>
                <w:szCs w:val="22"/>
              </w:rPr>
              <w:t>Title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27D7F468" w14:textId="2ED81DBE" w:rsidR="00546313" w:rsidRPr="00546313" w:rsidRDefault="00813D9F" w:rsidP="00546313">
            <w:pPr>
              <w:spacing w:line="276" w:lineRule="auto"/>
              <w:rPr>
                <w:rFonts w:eastAsia="PMingLiU"/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Title"/>
                <w:tag w:val="Title"/>
                <w:id w:val="1713614540"/>
  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    <w:text w:multiLine="1"/>
              </w:sdtPr>
              <w:sdtEndPr/>
              <w:sdtContent>
                <w:r w:rsidR="00D76D34">
                  <w:rPr>
                    <w:sz w:val="20"/>
                    <w:szCs w:val="22"/>
                    <w:lang w:val="en-US"/>
                  </w:rPr>
                  <w:t>DDNEA for EMCS Phase 4.2</w:t>
                </w:r>
              </w:sdtContent>
            </w:sdt>
          </w:p>
        </w:tc>
      </w:tr>
      <w:tr w:rsidR="00546313" w:rsidRPr="00546313" w14:paraId="4821C3E6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DE26C3F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546313">
              <w:rPr>
                <w:b/>
                <w:bCs/>
                <w:sz w:val="20"/>
                <w:szCs w:val="22"/>
              </w:rPr>
              <w:t>Subtitle</w:t>
            </w:r>
          </w:p>
        </w:tc>
        <w:sdt>
          <w:sdtPr>
            <w:rPr>
              <w:sz w:val="20"/>
              <w:szCs w:val="20"/>
              <w:lang w:val="en-US"/>
            </w:rPr>
            <w:alias w:val="Subject"/>
            <w:id w:val="505097928"/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341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hideMark/>
              </w:tcPr>
              <w:p w14:paraId="225F969D" w14:textId="70421AD4" w:rsidR="00546313" w:rsidRPr="00546313" w:rsidRDefault="008B6663" w:rsidP="00546313">
                <w:pPr>
                  <w:spacing w:line="276" w:lineRule="auto"/>
                  <w:rPr>
                    <w:color w:val="385623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APPENDIX F: DATA GROUPS &amp; TRANSACTION HIERARCHY</w:t>
                </w:r>
              </w:p>
            </w:tc>
          </w:sdtContent>
        </w:sdt>
      </w:tr>
      <w:tr w:rsidR="00546313" w:rsidRPr="00546313" w14:paraId="4444CCFB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5265379A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546313">
              <w:rPr>
                <w:b/>
                <w:sz w:val="20"/>
                <w:szCs w:val="22"/>
              </w:rPr>
              <w:t>Author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013021D" w14:textId="4AF55D9A" w:rsidR="00546313" w:rsidRPr="00546313" w:rsidRDefault="00813D9F" w:rsidP="00546313">
            <w:pPr>
              <w:spacing w:line="276" w:lineRule="auto"/>
              <w:rPr>
                <w:rFonts w:eastAsia="PMingLiU"/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Author"/>
                <w:tag w:val="Author"/>
                <w:id w:val="-2064014578"/>
                <w:dataBinding w:xpath="/Author/Names/DocumentScript/FullName" w:storeItemID="{EE044946-5330-43F7-8D16-AA78684F2938}"/>
                <w:text w:multiLine="1"/>
              </w:sdtPr>
              <w:sdtEndPr/>
              <w:sdtContent>
                <w:r w:rsidR="00616011">
                  <w:rPr>
                    <w:sz w:val="20"/>
                    <w:szCs w:val="22"/>
                    <w:lang w:val="en-US"/>
                  </w:rPr>
                  <w:t>SOFT-DEV</w:t>
                </w:r>
              </w:sdtContent>
            </w:sdt>
          </w:p>
        </w:tc>
      </w:tr>
      <w:tr w:rsidR="00546313" w:rsidRPr="00546313" w14:paraId="71699483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E7886BD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546313">
              <w:rPr>
                <w:b/>
                <w:bCs/>
                <w:sz w:val="20"/>
                <w:szCs w:val="22"/>
              </w:rPr>
              <w:t>Project owner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0D5B410" w14:textId="550CD3EF" w:rsidR="00546313" w:rsidRPr="00546313" w:rsidRDefault="00E60DA7" w:rsidP="00546313">
            <w:pPr>
              <w:spacing w:line="276" w:lineRule="auto"/>
              <w:rPr>
                <w:rFonts w:eastAsia="PMingLiU"/>
                <w:color w:val="385623"/>
                <w:sz w:val="20"/>
                <w:szCs w:val="22"/>
              </w:rPr>
            </w:pPr>
            <w:r w:rsidRPr="003F1370">
              <w:rPr>
                <w:sz w:val="20"/>
                <w:szCs w:val="22"/>
                <w:lang w:val="en-US"/>
              </w:rPr>
              <w:t xml:space="preserve">Head of Unit of the DG TAXUD Unit C3 </w:t>
            </w:r>
            <w:proofErr w:type="spellStart"/>
            <w:r w:rsidRPr="003F1370">
              <w:rPr>
                <w:sz w:val="20"/>
                <w:szCs w:val="22"/>
                <w:lang w:val="en-US"/>
              </w:rPr>
              <w:t>Behavioural</w:t>
            </w:r>
            <w:proofErr w:type="spellEnd"/>
            <w:r w:rsidRPr="003F1370">
              <w:rPr>
                <w:sz w:val="20"/>
                <w:szCs w:val="22"/>
                <w:lang w:val="en-US"/>
              </w:rPr>
              <w:t xml:space="preserve"> Taxation and Other Indirect Taxes</w:t>
            </w:r>
          </w:p>
        </w:tc>
      </w:tr>
      <w:tr w:rsidR="00546313" w:rsidRPr="00546313" w14:paraId="31859CFB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A736976" w14:textId="77777777" w:rsidR="00546313" w:rsidRPr="00546313" w:rsidRDefault="00546313" w:rsidP="00546313">
            <w:pPr>
              <w:spacing w:line="276" w:lineRule="auto"/>
              <w:rPr>
                <w:b/>
                <w:color w:val="000000"/>
                <w:sz w:val="20"/>
                <w:szCs w:val="22"/>
                <w:lang w:eastAsia="ar-SA"/>
              </w:rPr>
            </w:pPr>
            <w:r w:rsidRPr="00546313">
              <w:rPr>
                <w:b/>
                <w:color w:val="000000"/>
                <w:sz w:val="20"/>
                <w:szCs w:val="22"/>
                <w:lang w:eastAsia="ar-SA"/>
              </w:rPr>
              <w:t>Solution provider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8A1C815" w14:textId="77777777" w:rsidR="00546313" w:rsidRPr="00546313" w:rsidRDefault="00546313" w:rsidP="00546313">
            <w:pPr>
              <w:spacing w:line="276" w:lineRule="auto"/>
              <w:rPr>
                <w:rFonts w:eastAsia="PMingLiU"/>
                <w:color w:val="984806"/>
                <w:sz w:val="20"/>
                <w:szCs w:val="22"/>
              </w:rPr>
            </w:pPr>
            <w:r w:rsidRPr="00546313">
              <w:rPr>
                <w:sz w:val="20"/>
                <w:szCs w:val="22"/>
                <w:lang w:val="en-US"/>
              </w:rPr>
              <w:t>DG TAXUD Unit</w:t>
            </w:r>
            <w:r w:rsidRPr="00546313">
              <w:rPr>
                <w:sz w:val="20"/>
                <w:lang w:val="en-US"/>
              </w:rPr>
              <w:t xml:space="preserve"> </w:t>
            </w:r>
            <w:sdt>
              <w:sdtPr>
                <w:rPr>
                  <w:sz w:val="20"/>
                  <w:lang w:val="en-US"/>
                </w:rPr>
                <w:alias w:val="Solution provider"/>
                <w:tag w:val="Solution provider"/>
                <w:id w:val="-1903902357"/>
                <w:placeholder>
                  <w:docPart w:val="B796CABBD68D4E148FE88496A0C64021"/>
                </w:placeholder>
                <w:dropDownList>
                  <w:listItem w:value="Select the DG TAXUD B Unit here."/>
                  <w:listItem w:displayText="B1 Process and Data, Customer Relationship and Planning" w:value="B1 Process and Data, Customer Relationship and Planning"/>
                  <w:listItem w:displayText="B2 Architecture &amp; Digital Operations" w:value="B2 Architecture &amp; Digital Operations"/>
                  <w:listItem w:displayText="B3 Customs Systems" w:value="B3 Customs Systems"/>
                  <w:listItem w:displayText="B4 Taxation Systems &amp; Digital Governance" w:value="B4 Taxation Systems &amp; Digital Governance"/>
                </w:dropDownList>
              </w:sdtPr>
              <w:sdtEndPr/>
              <w:sdtContent>
                <w:r w:rsidRPr="00546313">
                  <w:rPr>
                    <w:sz w:val="20"/>
                    <w:lang w:val="en-US"/>
                  </w:rPr>
                  <w:t>B4 Taxation Systems &amp; Digital Governance</w:t>
                </w:r>
              </w:sdtContent>
            </w:sdt>
          </w:p>
        </w:tc>
      </w:tr>
      <w:tr w:rsidR="00546313" w:rsidRPr="00546313" w14:paraId="12CB64A2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DE40A5E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color w:val="808080"/>
                <w:sz w:val="20"/>
                <w:szCs w:val="22"/>
              </w:rPr>
            </w:pPr>
            <w:r w:rsidRPr="00546313">
              <w:rPr>
                <w:b/>
                <w:color w:val="000000"/>
                <w:sz w:val="20"/>
                <w:szCs w:val="22"/>
                <w:lang w:eastAsia="ar-SA"/>
              </w:rPr>
              <w:t>DG TAXUD Project Manager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06EB966" w14:textId="77777777" w:rsidR="00546313" w:rsidRPr="00546313" w:rsidRDefault="00546313" w:rsidP="00546313">
            <w:pPr>
              <w:spacing w:line="276" w:lineRule="auto"/>
              <w:rPr>
                <w:rFonts w:eastAsia="PMingLiU"/>
                <w:color w:val="808080"/>
                <w:sz w:val="20"/>
                <w:szCs w:val="22"/>
              </w:rPr>
            </w:pPr>
            <w:r w:rsidRPr="00546313">
              <w:rPr>
                <w:sz w:val="20"/>
                <w:szCs w:val="22"/>
                <w:lang w:val="en-US"/>
              </w:rPr>
              <w:t>DG TAXUD Unit</w:t>
            </w:r>
            <w:r w:rsidRPr="00546313">
              <w:rPr>
                <w:sz w:val="20"/>
                <w:lang w:val="en-US"/>
              </w:rPr>
              <w:t xml:space="preserve"> </w:t>
            </w:r>
            <w:sdt>
              <w:sdtPr>
                <w:rPr>
                  <w:sz w:val="20"/>
                  <w:lang w:val="en-US"/>
                </w:rPr>
                <w:alias w:val="Solution provider"/>
                <w:tag w:val="Solution provider"/>
                <w:id w:val="-1283267680"/>
                <w:placeholder>
                  <w:docPart w:val="AFBBE5738C5748438A9E28C083B38916"/>
                </w:placeholder>
                <w:dropDownList>
                  <w:listItem w:value="Select the DG TAXUD B Unit here."/>
                  <w:listItem w:displayText="B1 Process and Data, Customer Relationship and Planning" w:value="B1 Process and Data, Customer Relationship and Planning"/>
                  <w:listItem w:displayText="B2 Architecture &amp; Digital Operations" w:value="B2 Architecture &amp; Digital Operations"/>
                  <w:listItem w:displayText="B3 Customs Systems" w:value="B3 Customs Systems"/>
                  <w:listItem w:displayText="B4 Taxation Systems &amp; Digital Governance" w:value="B4 Taxation Systems &amp; Digital Governance"/>
                </w:dropDownList>
              </w:sdtPr>
              <w:sdtEndPr/>
              <w:sdtContent>
                <w:r w:rsidRPr="00546313">
                  <w:rPr>
                    <w:sz w:val="20"/>
                    <w:lang w:val="en-US"/>
                  </w:rPr>
                  <w:t>B4 Taxation Systems &amp; Digital Governance</w:t>
                </w:r>
              </w:sdtContent>
            </w:sdt>
          </w:p>
        </w:tc>
      </w:tr>
      <w:tr w:rsidR="00546313" w:rsidRPr="00546313" w14:paraId="6F3D1D8A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FE067E1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546313">
              <w:rPr>
                <w:rFonts w:eastAsia="PMingLiU"/>
                <w:b/>
                <w:bCs/>
                <w:sz w:val="20"/>
                <w:szCs w:val="22"/>
              </w:rPr>
              <w:t>Version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7EFDF215" w14:textId="10AC9C81" w:rsidR="00546313" w:rsidRPr="00546313" w:rsidRDefault="00813D9F" w:rsidP="00546313">
            <w:pPr>
              <w:spacing w:line="276" w:lineRule="auto"/>
              <w:rPr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Version"/>
                <w:id w:val="135308593"/>
                <w:dataBinding w:xpath="/EurolookProperties/DocumentVersion" w:storeItemID="{D3EA5527-7367-4268-9D83-5125C98D0ED2}"/>
                <w:text w:multiLine="1"/>
              </w:sdtPr>
              <w:sdtEndPr/>
              <w:sdtContent>
                <w:r w:rsidR="00600E84" w:rsidRPr="00546313">
                  <w:rPr>
                    <w:sz w:val="20"/>
                    <w:szCs w:val="22"/>
                    <w:lang w:val="en-US"/>
                  </w:rPr>
                  <w:t>3.</w:t>
                </w:r>
                <w:r w:rsidR="00600E84">
                  <w:rPr>
                    <w:sz w:val="20"/>
                    <w:szCs w:val="22"/>
                    <w:lang w:val="en-US"/>
                  </w:rPr>
                  <w:t>23 EN</w:t>
                </w:r>
              </w:sdtContent>
            </w:sdt>
          </w:p>
        </w:tc>
      </w:tr>
      <w:tr w:rsidR="00546313" w:rsidRPr="00546313" w14:paraId="7768FB84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6A33889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546313">
              <w:rPr>
                <w:b/>
                <w:bCs/>
                <w:sz w:val="20"/>
                <w:szCs w:val="22"/>
              </w:rPr>
              <w:t>Confidentiality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0EBCADEC" w14:textId="771AD286" w:rsidR="00546313" w:rsidRPr="00546313" w:rsidRDefault="00813D9F" w:rsidP="00546313">
            <w:pPr>
              <w:spacing w:line="276" w:lineRule="auto"/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0"/>
                  <w:szCs w:val="22"/>
                  <w:lang w:val="en-US"/>
                </w:rPr>
                <w:alias w:val="Confidentiality"/>
                <w:tag w:val="Confidentiality"/>
                <w:id w:val="1024136762"/>
                <w:placeholder>
                  <w:docPart w:val="1F9EB40BAA3B4203A283792927CAE319"/>
                </w:placeholder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comboBox w:lastValue="Commission use (CU)">
                  <w:listItem w:value="Select the confidentiality classification level here."/>
                  <w:listItem w:displayText="Sensitive non-classified (SNC)" w:value="Sensitive non-classified (SNC)"/>
                  <w:listItem w:displayText="Commission use (CU)" w:value="Commission use (CU)"/>
                  <w:listItem w:displayText="Publicly available (PA)" w:value="Publicly available (PA)"/>
                </w:comboBox>
              </w:sdtPr>
              <w:sdtEndPr/>
              <w:sdtContent>
                <w:r w:rsidR="002843EE">
                  <w:rPr>
                    <w:bCs/>
                    <w:sz w:val="20"/>
                    <w:szCs w:val="22"/>
                    <w:lang w:val="en-US"/>
                  </w:rPr>
                  <w:t>Commission use (CU)</w:t>
                </w:r>
              </w:sdtContent>
            </w:sdt>
          </w:p>
        </w:tc>
      </w:tr>
      <w:tr w:rsidR="00546313" w:rsidRPr="00546313" w14:paraId="2E953D5E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185ED6B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546313">
              <w:rPr>
                <w:b/>
                <w:bCs/>
                <w:sz w:val="20"/>
                <w:szCs w:val="22"/>
              </w:rPr>
              <w:t>Date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59F1DC17" w14:textId="39598566" w:rsidR="00546313" w:rsidRPr="00546313" w:rsidRDefault="00813D9F" w:rsidP="00546313">
            <w:pPr>
              <w:spacing w:line="276" w:lineRule="auto"/>
              <w:rPr>
                <w:rFonts w:eastAsia="PMingLiU"/>
                <w:bCs/>
                <w:color w:val="385623"/>
                <w:sz w:val="20"/>
                <w:szCs w:val="22"/>
              </w:rPr>
            </w:pPr>
            <w:sdt>
              <w:sdtPr>
                <w:rPr>
                  <w:sz w:val="20"/>
                  <w:lang w:val="en-US"/>
                </w:rPr>
                <w:alias w:val="Date"/>
                <w:tag w:val="Date"/>
                <w:id w:val="-1823420915"/>
                <w:dataBinding w:xpath="/EurolookProperties/DocumentDate" w:storeItemID="{D3EA5527-7367-4268-9D83-5125C98D0ED2}"/>
                <w:date w:fullDate="2025-01-08T00:00:00Z"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600E84">
                  <w:rPr>
                    <w:sz w:val="20"/>
                  </w:rPr>
                  <w:t>08/01/2025</w:t>
                </w:r>
              </w:sdtContent>
            </w:sdt>
          </w:p>
        </w:tc>
      </w:tr>
    </w:tbl>
    <w:p w14:paraId="2E5FFEEA" w14:textId="77777777" w:rsidR="00546313" w:rsidRPr="00546313" w:rsidRDefault="00546313" w:rsidP="00546313">
      <w:pPr>
        <w:spacing w:after="120" w:line="264" w:lineRule="auto"/>
        <w:jc w:val="both"/>
        <w:rPr>
          <w:rFonts w:eastAsia="Calibri"/>
          <w:sz w:val="22"/>
          <w:lang w:eastAsia="en-GB"/>
        </w:rPr>
      </w:pPr>
    </w:p>
    <w:p w14:paraId="33C32097" w14:textId="77777777" w:rsidR="00546313" w:rsidRPr="00546313" w:rsidRDefault="00546313" w:rsidP="00546313">
      <w:pPr>
        <w:spacing w:after="120"/>
        <w:jc w:val="center"/>
        <w:rPr>
          <w:rFonts w:eastAsia="Calibri"/>
          <w:b/>
          <w:sz w:val="32"/>
          <w:lang w:eastAsia="en-GB"/>
        </w:rPr>
      </w:pPr>
      <w:r w:rsidRPr="00546313">
        <w:rPr>
          <w:b/>
          <w:noProof/>
          <w:sz w:val="32"/>
          <w:lang w:val="pt-PT" w:eastAsia="pt-PT"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4FA25EB7" wp14:editId="2318608F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FA4350" w14:textId="77777777" w:rsidR="00546313" w:rsidRDefault="00546313" w:rsidP="0054631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A25EB7" id="Rectangle 7" o:spid="_x0000_s1027" style="position:absolute;left:0;text-align:left;margin-left:0;margin-top:813.25pt;width:594.75pt;height:3.6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" fillcolor="#4f81bc" strokecolor="#4f81bc">
                <v:textbox>
                  <w:txbxContent>
                    <w:p w14:paraId="70FA4350" w14:textId="77777777" w:rsidR="00546313" w:rsidRDefault="00546313" w:rsidP="0054631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546313">
        <w:rPr>
          <w:rFonts w:eastAsia="Calibri"/>
          <w:b/>
          <w:sz w:val="32"/>
          <w:lang w:eastAsia="en-GB"/>
        </w:rPr>
        <w:t>Contract information</w:t>
      </w:r>
    </w:p>
    <w:tbl>
      <w:tblPr>
        <w:tblStyle w:val="TableGrid1"/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964"/>
        <w:gridCol w:w="6380"/>
      </w:tblGrid>
      <w:tr w:rsidR="00546313" w:rsidRPr="00546313" w14:paraId="7A51BBD6" w14:textId="77777777" w:rsidTr="00546313">
        <w:trPr>
          <w:tblHeader/>
        </w:trPr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5FC60291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546313">
              <w:rPr>
                <w:b/>
                <w:sz w:val="20"/>
              </w:rPr>
              <w:t>Property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4A5D59FB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546313">
              <w:rPr>
                <w:b/>
                <w:sz w:val="20"/>
              </w:rPr>
              <w:t>Value</w:t>
            </w:r>
          </w:p>
        </w:tc>
      </w:tr>
      <w:tr w:rsidR="00546313" w:rsidRPr="00546313" w14:paraId="49BEFBA9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2C9FEFCA" w14:textId="77777777" w:rsidR="00546313" w:rsidRPr="00546313" w:rsidRDefault="00546313" w:rsidP="00546313">
            <w:pPr>
              <w:spacing w:line="276" w:lineRule="auto"/>
              <w:rPr>
                <w:b/>
                <w:bCs/>
                <w:sz w:val="20"/>
              </w:rPr>
            </w:pPr>
            <w:r w:rsidRPr="00546313">
              <w:rPr>
                <w:b/>
                <w:bCs/>
                <w:sz w:val="20"/>
              </w:rPr>
              <w:t>Framework Contract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0EBED35B" w14:textId="1B1446A4" w:rsidR="00546313" w:rsidRPr="00546313" w:rsidRDefault="00616011" w:rsidP="00546313">
            <w:pPr>
              <w:spacing w:line="276" w:lineRule="auto"/>
              <w:rPr>
                <w:rFonts w:eastAsia="PMingLiU"/>
                <w:color w:val="385623"/>
                <w:sz w:val="20"/>
              </w:rPr>
            </w:pPr>
            <w:r w:rsidRPr="00616011">
              <w:rPr>
                <w:sz w:val="20"/>
                <w:lang w:val="en-US"/>
              </w:rPr>
              <w:t>TAXUD/2021/CC/162</w:t>
            </w:r>
          </w:p>
        </w:tc>
      </w:tr>
      <w:tr w:rsidR="00546313" w:rsidRPr="00546313" w14:paraId="0E726236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EC965AD" w14:textId="6A3C365A" w:rsidR="00546313" w:rsidRPr="00546313" w:rsidRDefault="00546313" w:rsidP="00546313">
            <w:pPr>
              <w:spacing w:line="276" w:lineRule="auto"/>
              <w:rPr>
                <w:b/>
                <w:bCs/>
                <w:sz w:val="20"/>
              </w:rPr>
            </w:pPr>
            <w:r w:rsidRPr="00546313">
              <w:rPr>
                <w:b/>
                <w:bCs/>
                <w:sz w:val="20"/>
              </w:rPr>
              <w:t>Specific Contract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4F4E6B2C" w14:textId="5EB92E39" w:rsidR="00546313" w:rsidRPr="00546313" w:rsidRDefault="00E35354" w:rsidP="00546313">
            <w:pPr>
              <w:spacing w:line="276" w:lineRule="auto"/>
              <w:rPr>
                <w:color w:val="385623"/>
                <w:sz w:val="20"/>
              </w:rPr>
            </w:pPr>
            <w:r>
              <w:rPr>
                <w:sz w:val="20"/>
                <w:lang w:val="en-US"/>
              </w:rPr>
              <w:t>SC</w:t>
            </w:r>
            <w:r w:rsidR="00E60DA7">
              <w:rPr>
                <w:sz w:val="20"/>
                <w:lang w:val="en-US"/>
              </w:rPr>
              <w:t>20</w:t>
            </w:r>
          </w:p>
        </w:tc>
      </w:tr>
    </w:tbl>
    <w:p w14:paraId="572A665D" w14:textId="77777777" w:rsidR="009A29C1" w:rsidRPr="00430B42" w:rsidRDefault="009A29C1" w:rsidP="00942EC8">
      <w:pPr>
        <w:sectPr w:rsidR="009A29C1" w:rsidRPr="00430B42" w:rsidSect="00546313">
          <w:footerReference w:type="default" r:id="rId12"/>
          <w:footerReference w:type="first" r:id="rId13"/>
          <w:pgSz w:w="11906" w:h="16838"/>
          <w:pgMar w:top="1418" w:right="1134" w:bottom="1418" w:left="1418" w:header="720" w:footer="720" w:gutter="0"/>
          <w:cols w:space="720"/>
          <w:titlePg/>
          <w:docGrid w:linePitch="360"/>
        </w:sectPr>
      </w:pPr>
    </w:p>
    <w:p w14:paraId="10A5F1DA" w14:textId="77777777" w:rsidR="009A29C1" w:rsidRPr="00F53DEE" w:rsidRDefault="009A29C1" w:rsidP="00820E2A">
      <w:pPr>
        <w:pStyle w:val="Heading1"/>
        <w:rPr>
          <w:rFonts w:ascii="Times New Roman" w:hAnsi="Times New Roman" w:cs="Times New Roman"/>
          <w:sz w:val="32"/>
          <w:szCs w:val="32"/>
        </w:rPr>
      </w:pPr>
      <w:r w:rsidRPr="00F53DEE">
        <w:rPr>
          <w:rFonts w:ascii="Times New Roman" w:hAnsi="Times New Roman" w:cs="Times New Roman"/>
          <w:sz w:val="32"/>
          <w:szCs w:val="32"/>
        </w:rPr>
        <w:lastRenderedPageBreak/>
        <w:t>Introduction</w:t>
      </w:r>
    </w:p>
    <w:p w14:paraId="1CE0BF3C" w14:textId="73486BFA" w:rsidR="00A83013" w:rsidRPr="0014747D" w:rsidRDefault="00820E2A" w:rsidP="0014747D">
      <w:pPr>
        <w:pStyle w:val="BodyText"/>
        <w:rPr>
          <w:rFonts w:ascii="Times New Roman" w:hAnsi="Times New Roman"/>
        </w:rPr>
        <w:sectPr w:rsidR="00A83013" w:rsidRPr="0014747D" w:rsidSect="00773373">
          <w:headerReference w:type="default" r:id="rId14"/>
          <w:footerReference w:type="default" r:id="rId15"/>
          <w:pgSz w:w="11906" w:h="16838"/>
          <w:pgMar w:top="1418" w:right="1134" w:bottom="1418" w:left="1418" w:header="720" w:footer="720" w:gutter="0"/>
          <w:cols w:space="720"/>
          <w:docGrid w:linePitch="360"/>
        </w:sectPr>
      </w:pPr>
      <w:r w:rsidRPr="00430B42">
        <w:rPr>
          <w:rFonts w:ascii="Times New Roman" w:hAnsi="Times New Roman"/>
        </w:rPr>
        <w:t>This document presents the overall Data Group structure of the messages supported</w:t>
      </w:r>
      <w:r w:rsidR="001D3A7E" w:rsidRPr="00430B42">
        <w:rPr>
          <w:rFonts w:ascii="Times New Roman" w:hAnsi="Times New Roman"/>
        </w:rPr>
        <w:t xml:space="preserve"> for the Phase </w:t>
      </w:r>
      <w:r w:rsidR="006A2BAF" w:rsidRPr="00430B42">
        <w:rPr>
          <w:rFonts w:ascii="Times New Roman" w:hAnsi="Times New Roman"/>
        </w:rPr>
        <w:fldChar w:fldCharType="begin"/>
      </w:r>
      <w:r w:rsidR="006A2BAF" w:rsidRPr="00430B42">
        <w:rPr>
          <w:rFonts w:ascii="Times New Roman" w:hAnsi="Times New Roman"/>
        </w:rPr>
        <w:instrText xml:space="preserve"> DOCPROPERTY  Phase  \* MERGEFORMAT </w:instrText>
      </w:r>
      <w:r w:rsidR="006A2BAF" w:rsidRPr="00430B42">
        <w:rPr>
          <w:rFonts w:ascii="Times New Roman" w:hAnsi="Times New Roman"/>
        </w:rPr>
        <w:fldChar w:fldCharType="separate"/>
      </w:r>
      <w:r w:rsidR="00430B42">
        <w:rPr>
          <w:rFonts w:ascii="Times New Roman" w:hAnsi="Times New Roman"/>
        </w:rPr>
        <w:t>4</w:t>
      </w:r>
      <w:r w:rsidR="006A2BAF" w:rsidRPr="00430B42">
        <w:rPr>
          <w:rFonts w:ascii="Times New Roman" w:hAnsi="Times New Roman"/>
        </w:rPr>
        <w:fldChar w:fldCharType="end"/>
      </w:r>
      <w:r w:rsidRPr="00430B42">
        <w:rPr>
          <w:rFonts w:ascii="Times New Roman" w:hAnsi="Times New Roman"/>
        </w:rPr>
        <w:t xml:space="preserve">. The Data Groups are shown in a hierarchical format, where lower level </w:t>
      </w:r>
      <w:r w:rsidR="003C1C5D" w:rsidRPr="00430B42">
        <w:rPr>
          <w:rFonts w:ascii="Times New Roman" w:hAnsi="Times New Roman"/>
        </w:rPr>
        <w:t>D</w:t>
      </w:r>
      <w:r w:rsidRPr="00430B42">
        <w:rPr>
          <w:rFonts w:ascii="Times New Roman" w:hAnsi="Times New Roman"/>
        </w:rPr>
        <w:t xml:space="preserve">ata </w:t>
      </w:r>
      <w:r w:rsidR="003C1C5D" w:rsidRPr="00430B42">
        <w:rPr>
          <w:rFonts w:ascii="Times New Roman" w:hAnsi="Times New Roman"/>
        </w:rPr>
        <w:t>G</w:t>
      </w:r>
      <w:r w:rsidRPr="00430B42">
        <w:rPr>
          <w:rFonts w:ascii="Times New Roman" w:hAnsi="Times New Roman"/>
        </w:rPr>
        <w:t>roups are indented with hyphens. The MESSAGE Data Group is the only Data Group at the top level. This is the only Data Group that appears without a hyphen in front of it and it comprises of all other Data Groups in a message.</w:t>
      </w:r>
    </w:p>
    <w:p w14:paraId="189C7C4F" w14:textId="77777777" w:rsidR="00B97DBA" w:rsidRPr="00B97DBA" w:rsidRDefault="00B97DBA" w:rsidP="00B97DBA">
      <w:pPr>
        <w:pStyle w:val="Heading1"/>
        <w:rPr>
          <w:rFonts w:ascii="Times New Roman" w:hAnsi="Times New Roman" w:cs="Times New Roman"/>
          <w:sz w:val="32"/>
          <w:szCs w:val="32"/>
        </w:rPr>
      </w:pPr>
      <w:r w:rsidRPr="00B97DBA">
        <w:rPr>
          <w:rFonts w:ascii="Times New Roman" w:hAnsi="Times New Roman" w:cs="Times New Roman"/>
          <w:sz w:val="32"/>
          <w:szCs w:val="32"/>
        </w:rPr>
        <w:lastRenderedPageBreak/>
        <w:t>Data Groups</w:t>
      </w:r>
    </w:p>
    <w:tbl>
      <w:tblPr>
        <w:tblW w:w="9582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408"/>
        <w:gridCol w:w="1174"/>
      </w:tblGrid>
      <w:tr w:rsidR="00B97DBA" w:rsidRPr="00B97DBA" w14:paraId="74ED6006" w14:textId="77777777" w:rsidTr="008F78F3">
        <w:trPr>
          <w:trHeight w:val="411"/>
          <w:tblHeader/>
        </w:trPr>
        <w:tc>
          <w:tcPr>
            <w:tcW w:w="8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659A60F" w14:textId="77777777" w:rsidR="00B97DBA" w:rsidRPr="00B97DBA" w:rsidRDefault="00B97DBA" w:rsidP="008F78F3">
            <w:pPr>
              <w:pStyle w:val="BodyText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b/>
                <w:szCs w:val="22"/>
                <w:lang w:val="en-GB"/>
              </w:rPr>
              <w:t>Data Group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8447299" w14:textId="77777777" w:rsidR="00B97DBA" w:rsidRPr="00B97DBA" w:rsidRDefault="00B97DBA" w:rsidP="008F78F3">
            <w:pPr>
              <w:pStyle w:val="BodyText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b/>
                <w:szCs w:val="22"/>
                <w:lang w:val="en-GB"/>
              </w:rPr>
              <w:t>Identifier</w:t>
            </w:r>
          </w:p>
        </w:tc>
      </w:tr>
      <w:tr w:rsidR="00B97DBA" w:rsidRPr="00B97DBA" w14:paraId="2B23BA98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89BD8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MESSAGE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93E9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TDD</w:t>
            </w:r>
          </w:p>
        </w:tc>
      </w:tr>
      <w:tr w:rsidR="00B97DBA" w:rsidRPr="00B97DBA" w14:paraId="67B29623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A1D7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---HEADER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9BD5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HEA</w:t>
            </w:r>
          </w:p>
        </w:tc>
      </w:tr>
      <w:tr w:rsidR="00B97DBA" w:rsidRPr="00B97DBA" w14:paraId="5B62F8D6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6B87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---(CONSIGNEE)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0BCA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TRE</w:t>
            </w:r>
          </w:p>
        </w:tc>
      </w:tr>
      <w:tr w:rsidR="00B97DBA" w:rsidRPr="00B97DBA" w14:paraId="3AEE0315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1083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---FOLLOW UP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D574C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FOL</w:t>
            </w:r>
          </w:p>
        </w:tc>
      </w:tr>
      <w:tr w:rsidR="00B97DBA" w:rsidRPr="00B97DBA" w14:paraId="1C6E500A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9222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---(ADMINISTRATIVE COOPERATION) REQUEST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0371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MVR</w:t>
            </w:r>
          </w:p>
        </w:tc>
      </w:tr>
      <w:tr w:rsidR="00B97DBA" w:rsidRPr="00B97DBA" w14:paraId="1756A782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14B9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------REQUEST REASON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D2C3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MVF</w:t>
            </w:r>
          </w:p>
        </w:tc>
      </w:tr>
      <w:tr w:rsidR="00B97DBA" w:rsidRPr="00B97DBA" w14:paraId="79880248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4D23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---------RISK ASSESSMENT REFERENCE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12CF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RRR</w:t>
            </w:r>
          </w:p>
        </w:tc>
      </w:tr>
      <w:tr w:rsidR="00B97DBA" w:rsidRPr="00B97DBA" w14:paraId="3F9DEE39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C879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------ARC LIST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A29A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ARC</w:t>
            </w:r>
          </w:p>
        </w:tc>
      </w:tr>
      <w:tr w:rsidR="00B97DBA" w:rsidRPr="00B97DBA" w14:paraId="75294A17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8DDC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------(PERSON)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098F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TRH</w:t>
            </w:r>
          </w:p>
        </w:tc>
      </w:tr>
      <w:tr w:rsidR="00B97DBA" w:rsidRPr="00B97DBA" w14:paraId="60253576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C590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------SUPPORTING DOCUMENTS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13BF1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RRD</w:t>
            </w:r>
          </w:p>
        </w:tc>
      </w:tr>
      <w:tr w:rsidR="00B97DBA" w:rsidRPr="00B97DBA" w14:paraId="19A9C726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0D07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------ACTIONS REQUESTED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9AAC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MVA</w:t>
            </w:r>
          </w:p>
        </w:tc>
      </w:tr>
      <w:tr w:rsidR="00B97DBA" w:rsidRPr="00B97DBA" w14:paraId="4EF78D0A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9C67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---CONTACT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F658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CON</w:t>
            </w:r>
          </w:p>
        </w:tc>
      </w:tr>
      <w:tr w:rsidR="00B97DBA" w:rsidRPr="00B97DBA" w14:paraId="1B3663F8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AA90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---(HEADER) EVENT REPORT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336B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HER</w:t>
            </w:r>
          </w:p>
        </w:tc>
      </w:tr>
      <w:tr w:rsidR="00B97DBA" w:rsidRPr="00B97DBA" w14:paraId="369115DD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5ED0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---(HEADER) CONTROL REPORT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1CC8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HCR</w:t>
            </w:r>
          </w:p>
        </w:tc>
      </w:tr>
      <w:tr w:rsidR="00B97DBA" w:rsidRPr="00B97DBA" w14:paraId="4E722BBE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0948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------CONTROL OFFICE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FDA2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COC</w:t>
            </w:r>
          </w:p>
        </w:tc>
      </w:tr>
      <w:tr w:rsidR="00B97DBA" w:rsidRPr="00B97DBA" w14:paraId="5E52006E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4FCC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---EXCISE MOVEMENT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32A1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EXC</w:t>
            </w:r>
          </w:p>
        </w:tc>
      </w:tr>
      <w:tr w:rsidR="00B97DBA" w:rsidRPr="00B97DBA" w14:paraId="581652F1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75A8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------EXPORT OPERATION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8882F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EOP</w:t>
            </w:r>
          </w:p>
        </w:tc>
      </w:tr>
      <w:tr w:rsidR="00B97DBA" w:rsidRPr="00B97DBA" w14:paraId="0809670D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8CD6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------CUSTOMS OFFICE OF EXPORT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BD65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COF</w:t>
            </w:r>
          </w:p>
        </w:tc>
      </w:tr>
      <w:tr w:rsidR="00B97DBA" w:rsidRPr="00B97DBA" w14:paraId="26A6E018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302B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------MSA OF EXPORT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CDC2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MSA</w:t>
            </w:r>
          </w:p>
        </w:tc>
      </w:tr>
      <w:tr w:rsidR="00B97DBA" w:rsidRPr="00B97DBA" w14:paraId="7372348D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EFD25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---(CONSIGNOR)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4EA0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TRC</w:t>
            </w:r>
          </w:p>
        </w:tc>
      </w:tr>
      <w:tr w:rsidR="00B97DBA" w:rsidRPr="00B97DBA" w14:paraId="12542EB2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6FFA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---E-AD/E-SAD LIST REQUEST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AA261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ELR</w:t>
            </w:r>
          </w:p>
        </w:tc>
      </w:tr>
      <w:tr w:rsidR="00B97DBA" w:rsidRPr="00B97DBA" w14:paraId="4FC9E60F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012C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------RA PRIMARY CRITERION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CDA9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RPC</w:t>
            </w:r>
          </w:p>
        </w:tc>
      </w:tr>
      <w:tr w:rsidR="00B97DBA" w:rsidRPr="00B97DBA" w14:paraId="4381218B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8BB12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---------RA PRIMARY VALUE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9027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RPV</w:t>
            </w:r>
          </w:p>
        </w:tc>
      </w:tr>
      <w:tr w:rsidR="00B97DBA" w:rsidRPr="00B97DBA" w14:paraId="11CD160E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0AAE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---STATISTICS REQUEST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894B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SRQ</w:t>
            </w:r>
          </w:p>
        </w:tc>
      </w:tr>
      <w:tr w:rsidR="00B97DBA" w:rsidRPr="00B97DBA" w14:paraId="6F529412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3E32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------LIST OF MEMBER STATES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D9D9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LOF</w:t>
            </w:r>
          </w:p>
        </w:tc>
      </w:tr>
      <w:tr w:rsidR="00B97DBA" w:rsidRPr="00B97DBA" w14:paraId="605F3F64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0772F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---STATISTICS PERIOD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36F3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STP</w:t>
            </w:r>
          </w:p>
        </w:tc>
      </w:tr>
      <w:tr w:rsidR="00B97DBA" w:rsidRPr="00B97DBA" w14:paraId="6B4430F3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0FBD1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---REFERENCE SYNCHRONISATION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4F19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RFS</w:t>
            </w:r>
          </w:p>
        </w:tc>
      </w:tr>
      <w:tr w:rsidR="00B97DBA" w:rsidRPr="00B97DBA" w14:paraId="1FE58CF3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6BBF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---REFERENCE REQUEST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686F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RFR</w:t>
            </w:r>
          </w:p>
        </w:tc>
      </w:tr>
      <w:tr w:rsidR="00B97DBA" w:rsidRPr="00B97DBA" w14:paraId="24FC2DF5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D157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------LIST OF CODES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DC2E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LOC</w:t>
            </w:r>
          </w:p>
        </w:tc>
      </w:tr>
      <w:tr w:rsidR="00B97DBA" w:rsidRPr="00B97DBA" w14:paraId="54D39C23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BCF6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---ANALYSIS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022C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ANA</w:t>
            </w:r>
          </w:p>
        </w:tc>
      </w:tr>
      <w:tr w:rsidR="00B97DBA" w:rsidRPr="00B97DBA" w14:paraId="4BE82034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9D51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---(BODY) ANALYSIS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190A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ANB</w:t>
            </w:r>
          </w:p>
        </w:tc>
      </w:tr>
      <w:tr w:rsidR="00B97DBA" w:rsidRPr="00B97DBA" w14:paraId="395AF6CA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83F3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---EXCISE PRODUCTS CATEGORY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0CD52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GCT</w:t>
            </w:r>
          </w:p>
        </w:tc>
      </w:tr>
      <w:tr w:rsidR="00B97DBA" w:rsidRPr="00B97DBA" w14:paraId="40A79320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A7C3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lastRenderedPageBreak/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D671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ACG</w:t>
            </w:r>
          </w:p>
        </w:tc>
      </w:tr>
      <w:tr w:rsidR="00B97DBA" w:rsidRPr="00B97DBA" w14:paraId="06D0A946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402F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1F35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GCL</w:t>
            </w:r>
          </w:p>
        </w:tc>
      </w:tr>
      <w:tr w:rsidR="00B97DBA" w:rsidRPr="00B97DBA" w14:paraId="7F760241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A880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---EXCISE PRODUCT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1EEE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GMS</w:t>
            </w:r>
          </w:p>
        </w:tc>
      </w:tr>
      <w:tr w:rsidR="00B97DBA" w:rsidRPr="00B97DBA" w14:paraId="4E3BA30A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41739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D65E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ATG</w:t>
            </w:r>
          </w:p>
        </w:tc>
      </w:tr>
      <w:tr w:rsidR="00B97DBA" w:rsidRPr="00B97DBA" w14:paraId="4F045A9A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A991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FEBC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GLS</w:t>
            </w:r>
          </w:p>
        </w:tc>
      </w:tr>
      <w:tr w:rsidR="00B97DBA" w:rsidRPr="00B97DBA" w14:paraId="3CACE59F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499B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---NATIONAL ADMINISTRATION-DEGREE PLATO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9DE2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NAP</w:t>
            </w:r>
          </w:p>
        </w:tc>
      </w:tr>
      <w:tr w:rsidR="00B97DBA" w:rsidRPr="00B97DBA" w14:paraId="255AA2DF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1E1F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6E5C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AAP</w:t>
            </w:r>
          </w:p>
        </w:tc>
      </w:tr>
      <w:tr w:rsidR="00B97DBA" w:rsidRPr="00B97DBA" w14:paraId="2065E45E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6FDB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0DC0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LAP</w:t>
            </w:r>
          </w:p>
        </w:tc>
      </w:tr>
      <w:tr w:rsidR="00B97DBA" w:rsidRPr="00B97DBA" w14:paraId="091E8239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6AC4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---TRADER AUTHORISATION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D3B7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TAU</w:t>
            </w:r>
          </w:p>
        </w:tc>
      </w:tr>
      <w:tr w:rsidR="00B97DBA" w:rsidRPr="00B97DBA" w14:paraId="28113C46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6773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8166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ATU</w:t>
            </w:r>
          </w:p>
        </w:tc>
      </w:tr>
      <w:tr w:rsidR="00B97DBA" w:rsidRPr="00B97DBA" w14:paraId="4A58A6EF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219C1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------NAME AND ADDRESS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E2D02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NTA</w:t>
            </w:r>
          </w:p>
        </w:tc>
      </w:tr>
      <w:tr w:rsidR="00B97DBA" w:rsidRPr="00B97DBA" w14:paraId="17A816C5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90A3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---------ADDRESS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9052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XDD</w:t>
            </w:r>
          </w:p>
        </w:tc>
      </w:tr>
      <w:tr w:rsidR="00B97DBA" w:rsidRPr="00B97DBA" w14:paraId="254C2A7F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E365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------OPERATOR ROLE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893D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OPT</w:t>
            </w:r>
          </w:p>
        </w:tc>
      </w:tr>
      <w:tr w:rsidR="00B97DBA" w:rsidRPr="00B97DBA" w14:paraId="5982A42E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714F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------EXCISE PRODUCTS CATEGORY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D195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GOT</w:t>
            </w:r>
          </w:p>
        </w:tc>
      </w:tr>
      <w:tr w:rsidR="00B97DBA" w:rsidRPr="00B97DBA" w14:paraId="45043691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156A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------EXCISE PRODUCT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6D5C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ETA</w:t>
            </w:r>
          </w:p>
        </w:tc>
      </w:tr>
      <w:tr w:rsidR="00B97DBA" w:rsidRPr="00B97DBA" w14:paraId="64634D64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AE3B81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------(USING) TAX WAREHOUSE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DB41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UST</w:t>
            </w:r>
          </w:p>
        </w:tc>
      </w:tr>
      <w:tr w:rsidR="00B97DBA" w:rsidRPr="00B97DBA" w14:paraId="7E6105FA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CF08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---TAX WAREHOUSE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39CB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TAM</w:t>
            </w:r>
          </w:p>
        </w:tc>
      </w:tr>
      <w:tr w:rsidR="00B97DBA" w:rsidRPr="00B97DBA" w14:paraId="3AAA8120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F49A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A1D1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ATA</w:t>
            </w:r>
          </w:p>
        </w:tc>
      </w:tr>
      <w:tr w:rsidR="00B97DBA" w:rsidRPr="00B97DBA" w14:paraId="0DD0F213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881F1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------NAME AND ADDRESS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DC1C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NWA</w:t>
            </w:r>
          </w:p>
        </w:tc>
      </w:tr>
      <w:tr w:rsidR="00B97DBA" w:rsidRPr="00B97DBA" w14:paraId="5DC24CD3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38E8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---------ADDRESS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ECF4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DDD</w:t>
            </w:r>
          </w:p>
        </w:tc>
      </w:tr>
      <w:tr w:rsidR="00B97DBA" w:rsidRPr="00B97DBA" w14:paraId="37B45A93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A34D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------EXCISE PRODUCTS CATEGORY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ABF9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GOX</w:t>
            </w:r>
          </w:p>
        </w:tc>
      </w:tr>
      <w:tr w:rsidR="00B97DBA" w:rsidRPr="00B97DBA" w14:paraId="7E6359AA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380A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------EXCISE PRODUCT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BA34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ETW</w:t>
            </w:r>
          </w:p>
        </w:tc>
      </w:tr>
      <w:tr w:rsidR="00B97DBA" w:rsidRPr="00B97DBA" w14:paraId="08DFFC9C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3D98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---(PLACE OF DISPATCH)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CD2C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PDT</w:t>
            </w:r>
          </w:p>
        </w:tc>
      </w:tr>
      <w:tr w:rsidR="00B97DBA" w:rsidRPr="00B97DBA" w14:paraId="4A16108E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EAA2F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---(DISPATCH) IMPORT OFFICE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BDE9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DIO</w:t>
            </w:r>
          </w:p>
        </w:tc>
      </w:tr>
      <w:tr w:rsidR="00B97DBA" w:rsidRPr="00B97DBA" w14:paraId="5A300EA1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5F40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---(COMPLEMENT CONSIGNEE)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04FB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CCT</w:t>
            </w:r>
          </w:p>
        </w:tc>
      </w:tr>
      <w:tr w:rsidR="00B97DBA" w:rsidRPr="00B97DBA" w14:paraId="50B9A8A4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E11D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---(DELIVERY PLACE)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EB59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DPT</w:t>
            </w:r>
          </w:p>
        </w:tc>
      </w:tr>
      <w:tr w:rsidR="00B97DBA" w:rsidRPr="00B97DBA" w14:paraId="06CB0B56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77CC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---(DELIVERY PLACE) CUSTOMS OFFICE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CB7EC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DPC</w:t>
            </w:r>
          </w:p>
        </w:tc>
      </w:tr>
      <w:tr w:rsidR="00B97DBA" w:rsidRPr="00B97DBA" w14:paraId="66593011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E857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---OTHER ACCOMPANYING DOCUMENT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2C19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OAD</w:t>
            </w:r>
          </w:p>
        </w:tc>
      </w:tr>
      <w:tr w:rsidR="00B97DBA" w:rsidRPr="00B97DBA" w14:paraId="62E0F9A6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5EC3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------(PERSON INVOLVED IN MOVEMENT)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302D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PIT</w:t>
            </w:r>
          </w:p>
        </w:tc>
      </w:tr>
      <w:tr w:rsidR="00B97DBA" w:rsidRPr="00B97DBA" w14:paraId="30336317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645B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------GOODS ITEM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CA93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GIT</w:t>
            </w:r>
          </w:p>
        </w:tc>
      </w:tr>
      <w:tr w:rsidR="00B97DBA" w:rsidRPr="00B97DBA" w14:paraId="10F3C14E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D3C3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------MEANS OF TRANSPORT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C52D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MIT</w:t>
            </w:r>
          </w:p>
        </w:tc>
      </w:tr>
      <w:tr w:rsidR="00B97DBA" w:rsidRPr="00B97DBA" w14:paraId="76B19424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B78B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---EVENT REPORT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30B3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EVR</w:t>
            </w:r>
          </w:p>
        </w:tc>
      </w:tr>
      <w:tr w:rsidR="00B97DBA" w:rsidRPr="00B97DBA" w14:paraId="78B51BD1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D298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---EVIDENCE OF EVENT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E209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EVD</w:t>
            </w:r>
          </w:p>
        </w:tc>
      </w:tr>
      <w:tr w:rsidR="00B97DBA" w:rsidRPr="00B97DBA" w14:paraId="38C363FD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90E6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---(COMPETENT AUTHORITY) DISPATCH OFFICE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A2111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DIS</w:t>
            </w:r>
          </w:p>
        </w:tc>
      </w:tr>
      <w:tr w:rsidR="00B97DBA" w:rsidRPr="00B97DBA" w14:paraId="0E855D51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FC07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---(TRANSPORT ARRANGER)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69F9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REP</w:t>
            </w:r>
          </w:p>
        </w:tc>
      </w:tr>
      <w:tr w:rsidR="00B97DBA" w:rsidRPr="00B97DBA" w14:paraId="587CB5A5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9B0C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lastRenderedPageBreak/>
              <w:t>---(FIRST TRANSPORTER)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EF57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TRT</w:t>
            </w:r>
          </w:p>
        </w:tc>
      </w:tr>
      <w:tr w:rsidR="00B97DBA" w:rsidRPr="00B97DBA" w14:paraId="22A56FD0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150B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---(NEW TRANSPORT ARRANGER)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3155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CTX</w:t>
            </w:r>
          </w:p>
        </w:tc>
      </w:tr>
      <w:tr w:rsidR="00B97DBA" w:rsidRPr="00B97DBA" w14:paraId="0C483537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F388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---DOCUMENT CERTIFICATE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9900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DOC</w:t>
            </w:r>
          </w:p>
        </w:tc>
      </w:tr>
      <w:tr w:rsidR="00B97DBA" w:rsidRPr="00B97DBA" w14:paraId="71A95D1F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E477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---E-AD/E-SAD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75FF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AAD</w:t>
            </w:r>
          </w:p>
        </w:tc>
      </w:tr>
      <w:tr w:rsidR="00B97DBA" w:rsidRPr="00B97DBA" w14:paraId="3A8DC520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658A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------IMPORT CUSTOMS DECLARATION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4228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ICE</w:t>
            </w:r>
          </w:p>
        </w:tc>
      </w:tr>
      <w:tr w:rsidR="00B97DBA" w:rsidRPr="00B97DBA" w14:paraId="49F38F66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030E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---(HEADER) E-AD/E-SAD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18E7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HED</w:t>
            </w:r>
          </w:p>
        </w:tc>
      </w:tr>
      <w:tr w:rsidR="00B97DBA" w:rsidRPr="00B97DBA" w14:paraId="63706E18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114E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---(UPDATE) E-AD/E-SAD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1C658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EDU</w:t>
            </w:r>
          </w:p>
        </w:tc>
      </w:tr>
      <w:tr w:rsidR="00B97DBA" w:rsidRPr="00B97DBA" w14:paraId="37760060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C7E6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---(DESTINATION) CHANGED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B61D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CHC</w:t>
            </w:r>
          </w:p>
        </w:tc>
      </w:tr>
      <w:tr w:rsidR="00B97DBA" w:rsidRPr="00B97DBA" w14:paraId="7C80B679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9395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------(NEW CONSIGNEE)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9AFF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NCT</w:t>
            </w:r>
          </w:p>
        </w:tc>
      </w:tr>
      <w:tr w:rsidR="00B97DBA" w:rsidRPr="00B97DBA" w14:paraId="421AAB94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54A0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------(DELIVERY PLACE)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6A59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DPH</w:t>
            </w:r>
          </w:p>
        </w:tc>
      </w:tr>
      <w:tr w:rsidR="00B97DBA" w:rsidRPr="00B97DBA" w14:paraId="203C1E30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528E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------(DELIVERY PLACE) CUSTOMS OFFICE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FF5F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DEL</w:t>
            </w:r>
          </w:p>
        </w:tc>
      </w:tr>
      <w:tr w:rsidR="00B97DBA" w:rsidRPr="00B97DBA" w14:paraId="77A6A099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5ECAE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------MOVEMENT GUARANTEE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B44A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MOG</w:t>
            </w:r>
          </w:p>
        </w:tc>
      </w:tr>
      <w:tr w:rsidR="00B97DBA" w:rsidRPr="00B97DBA" w14:paraId="0E76F167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C023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---------(GUARANTOR)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EFDA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TDG</w:t>
            </w:r>
          </w:p>
        </w:tc>
      </w:tr>
      <w:tr w:rsidR="00B97DBA" w:rsidRPr="00B97DBA" w14:paraId="323EEBDD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7B33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---(ADMINISTRATIVE COOPERATION) ACTION RESULT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2302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AAR</w:t>
            </w:r>
          </w:p>
        </w:tc>
      </w:tr>
      <w:tr w:rsidR="00B97DBA" w:rsidRPr="00B97DBA" w14:paraId="30AF77E5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B5BF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---LANGUAGE CODE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50FE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LCM</w:t>
            </w:r>
          </w:p>
        </w:tc>
      </w:tr>
      <w:tr w:rsidR="00B97DBA" w:rsidRPr="00B97DBA" w14:paraId="0EEE1A8D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74C6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AFED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ALC</w:t>
            </w:r>
          </w:p>
        </w:tc>
      </w:tr>
      <w:tr w:rsidR="00B97DBA" w:rsidRPr="00B97DBA" w14:paraId="5F45E868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D546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1C1B0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LCL</w:t>
            </w:r>
          </w:p>
        </w:tc>
      </w:tr>
      <w:tr w:rsidR="00B97DBA" w:rsidRPr="00B97DBA" w14:paraId="0605B09A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1CA3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---NATIONAL ADMINISTRATION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7005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MSM</w:t>
            </w:r>
          </w:p>
        </w:tc>
      </w:tr>
      <w:tr w:rsidR="00B97DBA" w:rsidRPr="00B97DBA" w14:paraId="5B1E8800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4BBF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CD40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AMS</w:t>
            </w:r>
          </w:p>
        </w:tc>
      </w:tr>
      <w:tr w:rsidR="00B97DBA" w:rsidRPr="00B97DBA" w14:paraId="21430549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544D1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1DD36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MSL</w:t>
            </w:r>
          </w:p>
        </w:tc>
      </w:tr>
      <w:tr w:rsidR="00B97DBA" w:rsidRPr="00B97DBA" w14:paraId="47C40103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E7B3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---COUNTRY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9C19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COM</w:t>
            </w:r>
          </w:p>
        </w:tc>
      </w:tr>
      <w:tr w:rsidR="00B97DBA" w:rsidRPr="00B97DBA" w14:paraId="4AC33A50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7BD6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A3F8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ACC</w:t>
            </w:r>
          </w:p>
        </w:tc>
      </w:tr>
      <w:tr w:rsidR="00B97DBA" w:rsidRPr="00B97DBA" w14:paraId="34BF0204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0F1F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F87F1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CCL</w:t>
            </w:r>
          </w:p>
        </w:tc>
      </w:tr>
      <w:tr w:rsidR="00B97DBA" w:rsidRPr="00B97DBA" w14:paraId="2FB4D68A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BD28A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---UNIT OF MEASURE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D2FE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UOM</w:t>
            </w:r>
          </w:p>
        </w:tc>
      </w:tr>
      <w:tr w:rsidR="00B97DBA" w:rsidRPr="00B97DBA" w14:paraId="0AF7C33E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7497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B4D0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AUM</w:t>
            </w:r>
          </w:p>
        </w:tc>
      </w:tr>
      <w:tr w:rsidR="00B97DBA" w:rsidRPr="00B97DBA" w14:paraId="4ECEE120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9DAF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3285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UML</w:t>
            </w:r>
          </w:p>
        </w:tc>
      </w:tr>
      <w:tr w:rsidR="00B97DBA" w:rsidRPr="00B97DBA" w14:paraId="0AD70E99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F74D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---TRANSPORT MODE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1813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TMM</w:t>
            </w:r>
          </w:p>
        </w:tc>
      </w:tr>
      <w:tr w:rsidR="00B97DBA" w:rsidRPr="00B97DBA" w14:paraId="0B45D988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7C17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61A2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ATM</w:t>
            </w:r>
          </w:p>
        </w:tc>
      </w:tr>
      <w:tr w:rsidR="00B97DBA" w:rsidRPr="00B97DBA" w14:paraId="404A7FFB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6F30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604F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TML</w:t>
            </w:r>
          </w:p>
        </w:tc>
      </w:tr>
      <w:tr w:rsidR="00B97DBA" w:rsidRPr="00B97DBA" w14:paraId="71CC55D0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C95C1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---TRANSPORT UNIT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9D13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TUM</w:t>
            </w:r>
          </w:p>
        </w:tc>
      </w:tr>
      <w:tr w:rsidR="00B97DBA" w:rsidRPr="00B97DBA" w14:paraId="3144EEC4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5122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683A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ATR</w:t>
            </w:r>
          </w:p>
        </w:tc>
      </w:tr>
      <w:tr w:rsidR="00B97DBA" w:rsidRPr="00B97DBA" w14:paraId="27045F18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8893E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F797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TUL</w:t>
            </w:r>
          </w:p>
        </w:tc>
      </w:tr>
      <w:tr w:rsidR="00B97DBA" w:rsidRPr="00B97DBA" w14:paraId="2C517A22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0D56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---PACKAGING CODE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8181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PCM</w:t>
            </w:r>
          </w:p>
        </w:tc>
      </w:tr>
      <w:tr w:rsidR="00B97DBA" w:rsidRPr="00B97DBA" w14:paraId="13747FBC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C7384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6D20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APC</w:t>
            </w:r>
          </w:p>
        </w:tc>
      </w:tr>
      <w:tr w:rsidR="00B97DBA" w:rsidRPr="00B97DBA" w14:paraId="1AB4843F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5085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CEE0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PCL</w:t>
            </w:r>
          </w:p>
        </w:tc>
      </w:tr>
      <w:tr w:rsidR="00B97DBA" w:rsidRPr="00B97DBA" w14:paraId="5B3C4562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2287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lastRenderedPageBreak/>
              <w:t>---(DESTINATION) OFFICE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77DA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DES</w:t>
            </w:r>
          </w:p>
        </w:tc>
      </w:tr>
      <w:tr w:rsidR="00B97DBA" w:rsidRPr="00B97DBA" w14:paraId="3088FFFD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EB90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---REPORT OF RECEIPT/EXPORT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C7DF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ROR</w:t>
            </w:r>
          </w:p>
        </w:tc>
      </w:tr>
      <w:tr w:rsidR="00B97DBA" w:rsidRPr="00B97DBA" w14:paraId="67848D72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15A8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---UNSATISFACTORY REASON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B1A8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URM</w:t>
            </w:r>
          </w:p>
        </w:tc>
      </w:tr>
      <w:tr w:rsidR="00B97DBA" w:rsidRPr="00B97DBA" w14:paraId="0E107B02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32C4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37504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AUR</w:t>
            </w:r>
          </w:p>
        </w:tc>
      </w:tr>
      <w:tr w:rsidR="00B97DBA" w:rsidRPr="00B97DBA" w14:paraId="68081220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BB7D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7C0B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URL</w:t>
            </w:r>
          </w:p>
        </w:tc>
      </w:tr>
      <w:tr w:rsidR="00B97DBA" w:rsidRPr="00B97DBA" w14:paraId="7C5F6662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C4EF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---WINE-GROWING ZONE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D039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WGZ</w:t>
            </w:r>
          </w:p>
        </w:tc>
      </w:tr>
      <w:tr w:rsidR="00B97DBA" w:rsidRPr="00B97DBA" w14:paraId="69470EF3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7B61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4146D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AWG</w:t>
            </w:r>
          </w:p>
        </w:tc>
      </w:tr>
      <w:tr w:rsidR="00B97DBA" w:rsidRPr="00B97DBA" w14:paraId="1F75598F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157B9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3E8C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WGL</w:t>
            </w:r>
          </w:p>
        </w:tc>
      </w:tr>
      <w:tr w:rsidR="00B97DBA" w:rsidRPr="00B97DBA" w14:paraId="56413E1B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F978D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---WINE OPERATION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D012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WOM</w:t>
            </w:r>
          </w:p>
        </w:tc>
      </w:tr>
      <w:tr w:rsidR="00B97DBA" w:rsidRPr="00B97DBA" w14:paraId="2CBDA154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879F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6B984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AWO</w:t>
            </w:r>
          </w:p>
        </w:tc>
      </w:tr>
      <w:tr w:rsidR="00B97DBA" w:rsidRPr="00B97DBA" w14:paraId="3A8570D1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2DC9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4AAB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WOL</w:t>
            </w:r>
          </w:p>
        </w:tc>
      </w:tr>
      <w:tr w:rsidR="00B97DBA" w:rsidRPr="00B97DBA" w14:paraId="1690F7A5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5DFF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---EVENT TYPE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DB8A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ETM</w:t>
            </w:r>
          </w:p>
        </w:tc>
      </w:tr>
      <w:tr w:rsidR="00B97DBA" w:rsidRPr="00B97DBA" w14:paraId="2102FC38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931C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7B261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AET</w:t>
            </w:r>
          </w:p>
        </w:tc>
      </w:tr>
      <w:tr w:rsidR="00B97DBA" w:rsidRPr="00B97DBA" w14:paraId="2EDD9F5F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2C70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A842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ETL</w:t>
            </w:r>
          </w:p>
        </w:tc>
      </w:tr>
      <w:tr w:rsidR="00B97DBA" w:rsidRPr="00B97DBA" w14:paraId="6DE6AC72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7BE01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---EVIDENCE TYPE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0F29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EVM</w:t>
            </w:r>
          </w:p>
        </w:tc>
      </w:tr>
      <w:tr w:rsidR="00B97DBA" w:rsidRPr="00B97DBA" w14:paraId="6CCA6C6D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2705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CF11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AEV</w:t>
            </w:r>
          </w:p>
        </w:tc>
      </w:tr>
      <w:tr w:rsidR="00B97DBA" w:rsidRPr="00B97DBA" w14:paraId="54CA07E2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E86B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2CA5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EVL</w:t>
            </w:r>
          </w:p>
        </w:tc>
      </w:tr>
      <w:tr w:rsidR="00B97DBA" w:rsidRPr="00B97DBA" w14:paraId="3FE3A502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D487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---REASON FOR INTERRUPTION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29FA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RFM</w:t>
            </w:r>
          </w:p>
        </w:tc>
      </w:tr>
      <w:tr w:rsidR="00B97DBA" w:rsidRPr="00B97DBA" w14:paraId="0B794133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E0151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52DC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ARF</w:t>
            </w:r>
          </w:p>
        </w:tc>
      </w:tr>
      <w:tr w:rsidR="00B97DBA" w:rsidRPr="00B97DBA" w14:paraId="0610A309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6ED3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7067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RFL</w:t>
            </w:r>
          </w:p>
        </w:tc>
      </w:tr>
      <w:tr w:rsidR="00B97DBA" w:rsidRPr="00B97DBA" w14:paraId="5EE2BE8D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4B379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---UNAVAILABILITY SCHEDULE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11D0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USM</w:t>
            </w:r>
          </w:p>
        </w:tc>
      </w:tr>
      <w:tr w:rsidR="00B97DBA" w:rsidRPr="00B97DBA" w14:paraId="5DE599FC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5057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------(US) 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02CD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USA</w:t>
            </w:r>
          </w:p>
        </w:tc>
      </w:tr>
      <w:tr w:rsidR="00B97DBA" w:rsidRPr="00B97DBA" w14:paraId="09271C4D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13CE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---------SYSTEM UNAVAILABILITY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93F8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SUU</w:t>
            </w:r>
          </w:p>
        </w:tc>
      </w:tr>
      <w:tr w:rsidR="00B97DBA" w:rsidRPr="00B97DBA" w14:paraId="1FBEE590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56BE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---FUNCTIONAL ERROR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A0E2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FUN</w:t>
            </w:r>
          </w:p>
        </w:tc>
      </w:tr>
      <w:tr w:rsidR="00B97DBA" w:rsidRPr="00B97DBA" w14:paraId="20647C51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979A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---MOVEMENT GUARANTEE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E2D81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GAM</w:t>
            </w:r>
          </w:p>
        </w:tc>
      </w:tr>
      <w:tr w:rsidR="00B97DBA" w:rsidRPr="00B97DBA" w14:paraId="5634E34B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1E9B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------(GUARANTOR)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701DD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GTD</w:t>
            </w:r>
          </w:p>
        </w:tc>
      </w:tr>
      <w:tr w:rsidR="00B97DBA" w:rsidRPr="00B97DBA" w14:paraId="60187158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0A49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---(BODY) REPORT OF RECEIPT/EXPORT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60CD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BRR</w:t>
            </w:r>
          </w:p>
        </w:tc>
      </w:tr>
      <w:tr w:rsidR="00B97DBA" w:rsidRPr="00B97DBA" w14:paraId="15020F4F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12ED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------UNSATISFACTORY REASON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F8B5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URB</w:t>
            </w:r>
          </w:p>
        </w:tc>
      </w:tr>
      <w:tr w:rsidR="00B97DBA" w:rsidRPr="00B97DBA" w14:paraId="08C9FB9D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1F6B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---EXCISE NOTIFICATION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3442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EXM</w:t>
            </w:r>
          </w:p>
        </w:tc>
      </w:tr>
      <w:tr w:rsidR="00B97DBA" w:rsidRPr="00B97DBA" w14:paraId="022BE9B7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C6640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---(DOWNSTREAM) ARC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8C1B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DOW</w:t>
            </w:r>
          </w:p>
        </w:tc>
      </w:tr>
      <w:tr w:rsidR="00B97DBA" w:rsidRPr="00B97DBA" w14:paraId="5A68DA1D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1C45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---(BODY) E-AD/E-SAD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6BDB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BEA</w:t>
            </w:r>
          </w:p>
        </w:tc>
      </w:tr>
      <w:tr w:rsidR="00B97DBA" w:rsidRPr="00B97DBA" w14:paraId="086B4ED3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4731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------PACKAGE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EEF3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PAC</w:t>
            </w:r>
          </w:p>
        </w:tc>
      </w:tr>
      <w:tr w:rsidR="00B97DBA" w:rsidRPr="00B97DBA" w14:paraId="602E9B8A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B993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------WINE PRODUCT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1C56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WPB</w:t>
            </w:r>
          </w:p>
        </w:tc>
      </w:tr>
      <w:tr w:rsidR="00B97DBA" w:rsidRPr="00B97DBA" w14:paraId="057ED52D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1F3E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---------WINE OPERATION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C66E3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WWO</w:t>
            </w:r>
          </w:p>
        </w:tc>
      </w:tr>
      <w:tr w:rsidR="00B97DBA" w:rsidRPr="00B97DBA" w14:paraId="332DB77C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4E4B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---E-AD/E-SAD LIST ITEM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7BB6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ELI</w:t>
            </w:r>
          </w:p>
        </w:tc>
      </w:tr>
      <w:tr w:rsidR="00B97DBA" w:rsidRPr="00B97DBA" w14:paraId="0094DD44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4F20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lastRenderedPageBreak/>
              <w:t>------EXCISE MOVEMENT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26CD0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ELM</w:t>
            </w:r>
          </w:p>
        </w:tc>
      </w:tr>
      <w:tr w:rsidR="00B97DBA" w:rsidRPr="00B97DBA" w14:paraId="1E2C08A1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92B01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------(CONSIGNOR)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F3B32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ELT</w:t>
            </w:r>
          </w:p>
        </w:tc>
      </w:tr>
      <w:tr w:rsidR="00B97DBA" w:rsidRPr="00B97DBA" w14:paraId="1E82EB54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53C3D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------(PLACE OF DISPATCH)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C96D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ELD</w:t>
            </w:r>
          </w:p>
        </w:tc>
      </w:tr>
      <w:tr w:rsidR="00B97DBA" w:rsidRPr="00B97DBA" w14:paraId="65BDCDD9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AC4B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------(DISPATCH) IMPORT OFFICE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97A1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ELO</w:t>
            </w:r>
          </w:p>
        </w:tc>
      </w:tr>
      <w:tr w:rsidR="00B97DBA" w:rsidRPr="00B97DBA" w14:paraId="6345A389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EE39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------(CONSIGNEE)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DBE9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ELA</w:t>
            </w:r>
          </w:p>
        </w:tc>
      </w:tr>
      <w:tr w:rsidR="00B97DBA" w:rsidRPr="00B97DBA" w14:paraId="7B677D5C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FA23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------(DELIVERY PLACE)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E59C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ELP</w:t>
            </w:r>
          </w:p>
        </w:tc>
      </w:tr>
      <w:tr w:rsidR="00B97DBA" w:rsidRPr="00B97DBA" w14:paraId="03706A99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13C11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------(DELIVERY PLACE) CUSTOMS OFFICE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A259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ELC</w:t>
            </w:r>
          </w:p>
        </w:tc>
      </w:tr>
      <w:tr w:rsidR="00B97DBA" w:rsidRPr="00B97DBA" w14:paraId="089B18B7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61C2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------EXCISE PRODUCTS CATEGORY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63540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EXL</w:t>
            </w:r>
          </w:p>
        </w:tc>
      </w:tr>
      <w:tr w:rsidR="00B97DBA" w:rsidRPr="00B97DBA" w14:paraId="282B6280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0FD03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------(FIRST TRANSPORTER)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4910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ELF</w:t>
            </w:r>
          </w:p>
        </w:tc>
      </w:tr>
      <w:tr w:rsidR="00B97DBA" w:rsidRPr="00B97DBA" w14:paraId="17FFE376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E9681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------(TRANSPORT ARRANGER)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089B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TGD</w:t>
            </w:r>
          </w:p>
        </w:tc>
      </w:tr>
      <w:tr w:rsidR="00B97DBA" w:rsidRPr="00B97DBA" w14:paraId="2904D855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5DF4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---SYSTEM PARAMETERS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2EC6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SYS</w:t>
            </w:r>
          </w:p>
        </w:tc>
      </w:tr>
      <w:tr w:rsidR="00B97DBA" w:rsidRPr="00B97DBA" w14:paraId="7F817114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EBFA5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F9DB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ASY</w:t>
            </w:r>
          </w:p>
        </w:tc>
      </w:tr>
      <w:tr w:rsidR="00B97DBA" w:rsidRPr="00B97DBA" w14:paraId="241D9ECC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C0E0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---MAXIMUM JOURNEY TIME PARAMETERS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3868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JXI</w:t>
            </w:r>
          </w:p>
        </w:tc>
      </w:tr>
      <w:tr w:rsidR="00B97DBA" w:rsidRPr="00B97DBA" w14:paraId="0B2F1D23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1CE3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06F6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MAJ</w:t>
            </w:r>
          </w:p>
        </w:tc>
      </w:tr>
      <w:tr w:rsidR="00B97DBA" w:rsidRPr="00B97DBA" w14:paraId="034AB5A7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D833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---(SPLITTING) EXCISE PRODUCTS CATEGORY PARAMETERS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1F6AA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EXS</w:t>
            </w:r>
          </w:p>
        </w:tc>
      </w:tr>
      <w:tr w:rsidR="00B97DBA" w:rsidRPr="00B97DBA" w14:paraId="5C0B0B5C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7714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09D2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ASE</w:t>
            </w:r>
          </w:p>
        </w:tc>
      </w:tr>
      <w:tr w:rsidR="00B97DBA" w:rsidRPr="00B97DBA" w14:paraId="4C47D0DB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FA8D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---XML ERROR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BDAAA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XMP</w:t>
            </w:r>
          </w:p>
        </w:tc>
      </w:tr>
      <w:tr w:rsidR="00B97DBA" w:rsidRPr="00B97DBA" w14:paraId="0F9F60E1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450C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---LIST OF CODES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3AC4D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LOM</w:t>
            </w:r>
          </w:p>
        </w:tc>
      </w:tr>
      <w:tr w:rsidR="00B97DBA" w:rsidRPr="00B97DBA" w14:paraId="6EFEA70C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43E4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---CANCELLATION REASON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E5050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CAR</w:t>
            </w:r>
          </w:p>
        </w:tc>
      </w:tr>
      <w:tr w:rsidR="00B97DBA" w:rsidRPr="00B97DBA" w14:paraId="5D7E5E12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5B588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0969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CAA</w:t>
            </w:r>
          </w:p>
        </w:tc>
      </w:tr>
      <w:tr w:rsidR="00B97DBA" w:rsidRPr="00B97DBA" w14:paraId="54F8096B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BC75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BE0B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CRL</w:t>
            </w:r>
          </w:p>
        </w:tc>
      </w:tr>
      <w:tr w:rsidR="00B97DBA" w:rsidRPr="00B97DBA" w14:paraId="3456829C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8E384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---ALERT OR REJECTION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1863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ALE</w:t>
            </w:r>
          </w:p>
        </w:tc>
      </w:tr>
      <w:tr w:rsidR="00B97DBA" w:rsidRPr="00B97DBA" w14:paraId="7C1C22D1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D6EF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---ALERT OR REJECTION OF E-AD/E-SAD REASON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6E0D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ALR</w:t>
            </w:r>
          </w:p>
        </w:tc>
      </w:tr>
      <w:tr w:rsidR="00B97DBA" w:rsidRPr="00B97DBA" w14:paraId="23716EF3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0AB2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2E17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AAL</w:t>
            </w:r>
          </w:p>
        </w:tc>
      </w:tr>
      <w:tr w:rsidR="00B97DBA" w:rsidRPr="00B97DBA" w14:paraId="4991D482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A216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FCD3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ALJ</w:t>
            </w:r>
          </w:p>
        </w:tc>
      </w:tr>
      <w:tr w:rsidR="00B97DBA" w:rsidRPr="00B97DBA" w14:paraId="0249F5B2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26B5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---DELAY EXPLANATION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D134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DEE</w:t>
            </w:r>
          </w:p>
        </w:tc>
      </w:tr>
      <w:tr w:rsidR="00B97DBA" w:rsidRPr="00B97DBA" w14:paraId="32DF6253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3722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EF66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ADL</w:t>
            </w:r>
          </w:p>
        </w:tc>
      </w:tr>
      <w:tr w:rsidR="00B97DBA" w:rsidRPr="00B97DBA" w14:paraId="285CD559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BD7A1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C0E4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DLS</w:t>
            </w:r>
          </w:p>
        </w:tc>
      </w:tr>
      <w:tr w:rsidR="00B97DBA" w:rsidRPr="00B97DBA" w14:paraId="06476F98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16E1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---EVENT SUBMITTING PERSON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99D32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ESP</w:t>
            </w:r>
          </w:p>
        </w:tc>
      </w:tr>
      <w:tr w:rsidR="00B97DBA" w:rsidRPr="00B97DBA" w14:paraId="3457C46B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0D2A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DAEC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AER</w:t>
            </w:r>
          </w:p>
        </w:tc>
      </w:tr>
      <w:tr w:rsidR="00B97DBA" w:rsidRPr="00B97DBA" w14:paraId="1ED25A9F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6FD7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6615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LER</w:t>
            </w:r>
          </w:p>
        </w:tc>
      </w:tr>
      <w:tr w:rsidR="00B97DBA" w:rsidRPr="00B97DBA" w14:paraId="6C7F9006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B48D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---CN CODE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58FF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CMC</w:t>
            </w:r>
          </w:p>
        </w:tc>
      </w:tr>
      <w:tr w:rsidR="00B97DBA" w:rsidRPr="00B97DBA" w14:paraId="3AB51B18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52BF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4914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CNC</w:t>
            </w:r>
          </w:p>
        </w:tc>
      </w:tr>
      <w:tr w:rsidR="00B97DBA" w:rsidRPr="00B97DBA" w14:paraId="584141F0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D2F3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89C4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CNL</w:t>
            </w:r>
          </w:p>
        </w:tc>
      </w:tr>
      <w:tr w:rsidR="00B97DBA" w:rsidRPr="00B97DBA" w14:paraId="4AAAA250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B79B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---CORRESPONDENCE CN CODE-EXCISE PRODUCT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9400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CRR</w:t>
            </w:r>
          </w:p>
        </w:tc>
      </w:tr>
      <w:tr w:rsidR="00B97DBA" w:rsidRPr="00B97DBA" w14:paraId="4350BAE4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1B95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lastRenderedPageBreak/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130F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CRA</w:t>
            </w:r>
          </w:p>
        </w:tc>
      </w:tr>
      <w:tr w:rsidR="00B97DBA" w:rsidRPr="00B97DBA" w14:paraId="769BE749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E8F0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---TEMPORARY AUTHORISATION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1BCF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TEM</w:t>
            </w:r>
          </w:p>
        </w:tc>
      </w:tr>
      <w:tr w:rsidR="00B97DBA" w:rsidRPr="00B97DBA" w14:paraId="19D41C9A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4D04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64DD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ATE</w:t>
            </w:r>
          </w:p>
        </w:tc>
      </w:tr>
      <w:tr w:rsidR="00B97DBA" w:rsidRPr="00B97DBA" w14:paraId="2A18ED54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9F2F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------NAME AND ADDRESS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B08B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NDD</w:t>
            </w:r>
          </w:p>
        </w:tc>
      </w:tr>
      <w:tr w:rsidR="00B97DBA" w:rsidRPr="00B97DBA" w14:paraId="71680E8C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57B7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---------ADDRESS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F71A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AND</w:t>
            </w:r>
          </w:p>
        </w:tc>
      </w:tr>
      <w:tr w:rsidR="00B97DBA" w:rsidRPr="00B97DBA" w14:paraId="4761786E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30CD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------(LINKED TO TEMPORARY AUTHORISATION)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16BC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LTT</w:t>
            </w:r>
          </w:p>
        </w:tc>
      </w:tr>
      <w:tr w:rsidR="00B97DBA" w:rsidRPr="00B97DBA" w14:paraId="39DCB56D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5EF7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------TEMPORARY AUTHORISATION DETAILS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FE04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TAD</w:t>
            </w:r>
          </w:p>
        </w:tc>
      </w:tr>
      <w:tr w:rsidR="00B97DBA" w:rsidRPr="00B97DBA" w14:paraId="03C0B102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8F88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---EXCISE MOVEMENT E-AD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33C6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EXE</w:t>
            </w:r>
          </w:p>
        </w:tc>
      </w:tr>
      <w:tr w:rsidR="00B97DBA" w:rsidRPr="00B97DBA" w14:paraId="22190697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5343B1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---(EXPORT PLACE) CUSTOMS OFFICE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885F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XCO</w:t>
            </w:r>
          </w:p>
        </w:tc>
      </w:tr>
      <w:tr w:rsidR="00B97DBA" w:rsidRPr="00B97DBA" w14:paraId="43C96D07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E93D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---EXPORT DECLARATION ACCEPTANCE/RELEASE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B6A4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ECC</w:t>
            </w:r>
          </w:p>
        </w:tc>
      </w:tr>
      <w:tr w:rsidR="00B97DBA" w:rsidRPr="00B97DBA" w14:paraId="38D69BB2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87EC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---REJECTION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4A54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RJN</w:t>
            </w:r>
          </w:p>
        </w:tc>
      </w:tr>
      <w:tr w:rsidR="00B97DBA" w:rsidRPr="00B97DBA" w14:paraId="3C0FC37B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FC6E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---MESSAGE BODY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E00C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MSB</w:t>
            </w:r>
          </w:p>
        </w:tc>
      </w:tr>
      <w:tr w:rsidR="00B97DBA" w:rsidRPr="00B97DBA" w14:paraId="006862AE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B179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da-DK"/>
              </w:rPr>
            </w:pPr>
            <w:r w:rsidRPr="00B97DBA">
              <w:rPr>
                <w:rFonts w:ascii="Times New Roman" w:hAnsi="Times New Roman"/>
                <w:szCs w:val="22"/>
                <w:lang w:val="da-DK"/>
              </w:rPr>
              <w:t>---E-AD/E-SAD Draft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4770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EAF</w:t>
            </w:r>
          </w:p>
        </w:tc>
      </w:tr>
      <w:tr w:rsidR="00B97DBA" w:rsidRPr="00B97DBA" w14:paraId="444AE65D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E53B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------IMPORT CUSTOMS DECLARATION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EC7F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ICD</w:t>
            </w:r>
          </w:p>
        </w:tc>
      </w:tr>
      <w:tr w:rsidR="00B97DBA" w:rsidRPr="00B97DBA" w14:paraId="05BDA810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4532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---ANSWER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5EE8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ANS</w:t>
            </w:r>
          </w:p>
        </w:tc>
      </w:tr>
      <w:tr w:rsidR="00B97DBA" w:rsidRPr="00B97DBA" w14:paraId="46794FA2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525A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---(REFERENCE) CONTROL REPORT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19E0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CRF</w:t>
            </w:r>
          </w:p>
        </w:tc>
      </w:tr>
      <w:tr w:rsidR="00B97DBA" w:rsidRPr="00B97DBA" w14:paraId="52654716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0DDC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---(REFERENCE) EVENT REPORT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A0D8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ERF</w:t>
            </w:r>
          </w:p>
        </w:tc>
      </w:tr>
      <w:tr w:rsidR="00B97DBA" w:rsidRPr="00B97DBA" w14:paraId="1701343E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4F16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---(VERIFICATION) OFFICE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EEC0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OFV</w:t>
            </w:r>
          </w:p>
        </w:tc>
      </w:tr>
      <w:tr w:rsidR="00B97DBA" w:rsidRPr="00B97DBA" w14:paraId="0EA36D73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DD96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---STATISTICS PER MEMBER STATE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95A8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SPM</w:t>
            </w:r>
          </w:p>
        </w:tc>
      </w:tr>
      <w:tr w:rsidR="00B97DBA" w:rsidRPr="00B97DBA" w14:paraId="4F3AF48B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A9E6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------OPERATOR TYPE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CD101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TOP</w:t>
            </w:r>
          </w:p>
        </w:tc>
      </w:tr>
      <w:tr w:rsidR="00B97DBA" w:rsidRPr="00B97DBA" w14:paraId="20B7317D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468E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------EXCISE PRODUCT CATEGORY ACTIVITY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8B7F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ECA</w:t>
            </w:r>
          </w:p>
        </w:tc>
      </w:tr>
      <w:tr w:rsidR="00B97DBA" w:rsidRPr="00B97DBA" w14:paraId="13440177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2545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------EXCISE PRODUCT ACTIVITY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95AF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PRA</w:t>
            </w:r>
          </w:p>
        </w:tc>
      </w:tr>
      <w:tr w:rsidR="00B97DBA" w:rsidRPr="00B97DBA" w14:paraId="411B4DA8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8E12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---STATISTICS ALL MEMBER STATES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1CA51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SAM</w:t>
            </w:r>
          </w:p>
        </w:tc>
      </w:tr>
      <w:tr w:rsidR="00B97DBA" w:rsidRPr="00B97DBA" w14:paraId="2C219848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F03C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------OPERATOR TYPE ALL MEMBER STATES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058F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OTA</w:t>
            </w:r>
          </w:p>
        </w:tc>
      </w:tr>
      <w:tr w:rsidR="00B97DBA" w:rsidRPr="00B97DBA" w14:paraId="772E3196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BBD8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------EXCISE PRODUCT CATEGORY ACTIVITY ALL MEMBER STATES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1ABF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MCA</w:t>
            </w:r>
          </w:p>
        </w:tc>
      </w:tr>
      <w:tr w:rsidR="00B97DBA" w:rsidRPr="00B97DBA" w14:paraId="7D366506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13D0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------EXCISE PRODUCT ACTIVITY ALL MEMBER STATES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01BC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MPA</w:t>
            </w:r>
          </w:p>
        </w:tc>
      </w:tr>
      <w:tr w:rsidR="00B97DBA" w:rsidRPr="00B97DBA" w14:paraId="2088A752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E9F2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---(NEW TRANSPORTER)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D4EE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NTM</w:t>
            </w:r>
          </w:p>
        </w:tc>
      </w:tr>
      <w:tr w:rsidR="00B97DBA" w:rsidRPr="00B97DBA" w14:paraId="6C92185E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7BF7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---TRANSPORT DETAILS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A224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TRD</w:t>
            </w:r>
          </w:p>
        </w:tc>
      </w:tr>
      <w:tr w:rsidR="00B97DBA" w:rsidRPr="00B97DBA" w14:paraId="599770B2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DC3C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---(SPLITTING) E-AD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CD6C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EAS</w:t>
            </w:r>
          </w:p>
        </w:tc>
      </w:tr>
      <w:tr w:rsidR="00B97DBA" w:rsidRPr="00B97DBA" w14:paraId="3445BF0A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B3AB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---(SPLIT DETAILS) E-AD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97BD4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SPD</w:t>
            </w:r>
          </w:p>
        </w:tc>
      </w:tr>
      <w:tr w:rsidR="00B97DBA" w:rsidRPr="00B97DBA" w14:paraId="0590C945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E9F7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------(DESTINATION) CHANGED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F8D1A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CDE</w:t>
            </w:r>
          </w:p>
        </w:tc>
      </w:tr>
      <w:tr w:rsidR="00B97DBA" w:rsidRPr="00B97DBA" w14:paraId="0E4C7870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6135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------(NEW CONSIGNEE)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1B29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TCE</w:t>
            </w:r>
          </w:p>
        </w:tc>
      </w:tr>
      <w:tr w:rsidR="00B97DBA" w:rsidRPr="00B97DBA" w14:paraId="5ABBC0EA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B51BA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------(DELIVERY PLACE)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2D40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TPE</w:t>
            </w:r>
          </w:p>
        </w:tc>
      </w:tr>
      <w:tr w:rsidR="00B97DBA" w:rsidRPr="00B97DBA" w14:paraId="544C9A9B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4C4B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------(DELIVERY PLACE) CUSTOMS OFFICE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ACBE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ODE</w:t>
            </w:r>
          </w:p>
        </w:tc>
      </w:tr>
      <w:tr w:rsidR="00B97DBA" w:rsidRPr="00B97DBA" w14:paraId="2F1FF6D3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40FA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------(NEW TRANSPORT ARRANGER)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9C10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TAE</w:t>
            </w:r>
          </w:p>
        </w:tc>
      </w:tr>
      <w:tr w:rsidR="00B97DBA" w:rsidRPr="00B97DBA" w14:paraId="39B8BF74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CD41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lastRenderedPageBreak/>
              <w:t>------(NEW TRANSPORTER)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1759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TTE</w:t>
            </w:r>
          </w:p>
        </w:tc>
      </w:tr>
      <w:tr w:rsidR="00B97DBA" w:rsidRPr="00B97DBA" w14:paraId="6B775320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5954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------TRANSPORT DETAILS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E058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TDE</w:t>
            </w:r>
          </w:p>
        </w:tc>
      </w:tr>
      <w:tr w:rsidR="00B97DBA" w:rsidRPr="00B97DBA" w14:paraId="2CFF10A6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CE43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------(BODY) E-AD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BF9E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EBA</w:t>
            </w:r>
          </w:p>
        </w:tc>
      </w:tr>
      <w:tr w:rsidR="00B97DBA" w:rsidRPr="00B97DBA" w14:paraId="245C504C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2E825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---------PACKAGE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B8C91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PEG</w:t>
            </w:r>
          </w:p>
        </w:tc>
      </w:tr>
      <w:tr w:rsidR="00B97DBA" w:rsidRPr="00B97DBA" w14:paraId="267FD6FE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1413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---C_PAR_DAT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B07B8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CPR</w:t>
            </w:r>
          </w:p>
        </w:tc>
      </w:tr>
      <w:tr w:rsidR="00B97DBA" w:rsidRPr="00B97DBA" w14:paraId="188B5681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785F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------SYSTEM PARAMETERS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A6D2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SPC</w:t>
            </w:r>
          </w:p>
        </w:tc>
      </w:tr>
      <w:tr w:rsidR="00B97DBA" w:rsidRPr="00B97DBA" w14:paraId="4456B684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24FB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8991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ASP</w:t>
            </w:r>
          </w:p>
        </w:tc>
      </w:tr>
      <w:tr w:rsidR="00B97DBA" w:rsidRPr="00B97DBA" w14:paraId="65AFA2DA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A4BCA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------MAXIMUM JOURNEY TIME PARAMETERS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5E5D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MJJ</w:t>
            </w:r>
          </w:p>
        </w:tc>
      </w:tr>
      <w:tr w:rsidR="00B97DBA" w:rsidRPr="00B97DBA" w14:paraId="41ED9DDE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76A0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C3AE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JAC</w:t>
            </w:r>
          </w:p>
        </w:tc>
      </w:tr>
      <w:tr w:rsidR="00B97DBA" w:rsidRPr="00B97DBA" w14:paraId="07CFF796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E2C9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------(SPLITTING) EXCISE PRODUCTS CATEGORY PARAMETERS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12F4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CPC</w:t>
            </w:r>
          </w:p>
        </w:tc>
      </w:tr>
      <w:tr w:rsidR="00B97DBA" w:rsidRPr="00B97DBA" w14:paraId="2756155E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9F6D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F0BD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ANP</w:t>
            </w:r>
          </w:p>
        </w:tc>
      </w:tr>
      <w:tr w:rsidR="00B97DBA" w:rsidRPr="00B97DBA" w14:paraId="6A251C4A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E7DF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---C_COD_DAT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2EC6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CCD</w:t>
            </w:r>
          </w:p>
        </w:tc>
      </w:tr>
      <w:tr w:rsidR="00B97DBA" w:rsidRPr="00B97DBA" w14:paraId="748198FD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B250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------EXCISE PRODUCTS CATEGORY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8C88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PCC</w:t>
            </w:r>
          </w:p>
        </w:tc>
      </w:tr>
      <w:tr w:rsidR="00B97DBA" w:rsidRPr="00B97DBA" w14:paraId="12C54AC3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719B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292C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ANC</w:t>
            </w:r>
          </w:p>
        </w:tc>
      </w:tr>
      <w:tr w:rsidR="00B97DBA" w:rsidRPr="00B97DBA" w14:paraId="6A2D67B3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1E15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BEEA4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LDC</w:t>
            </w:r>
          </w:p>
        </w:tc>
      </w:tr>
      <w:tr w:rsidR="00B97DBA" w:rsidRPr="00B97DBA" w14:paraId="659FD44D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01EA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------EXCISE PRODUCT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6058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EPC</w:t>
            </w:r>
          </w:p>
        </w:tc>
      </w:tr>
      <w:tr w:rsidR="00B97DBA" w:rsidRPr="00B97DBA" w14:paraId="05B32E39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0854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5156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ACE</w:t>
            </w:r>
          </w:p>
        </w:tc>
      </w:tr>
      <w:tr w:rsidR="00B97DBA" w:rsidRPr="00B97DBA" w14:paraId="157586CD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0E25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85F8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LSP</w:t>
            </w:r>
          </w:p>
        </w:tc>
      </w:tr>
      <w:tr w:rsidR="00B97DBA" w:rsidRPr="00B97DBA" w14:paraId="777054C8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1284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------NATIONAL ADMINISTRATION-DEGREE PLATO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2584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NDP</w:t>
            </w:r>
          </w:p>
        </w:tc>
      </w:tr>
      <w:tr w:rsidR="00B97DBA" w:rsidRPr="00B97DBA" w14:paraId="31A839F9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16C1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BF2A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ADP</w:t>
            </w:r>
          </w:p>
        </w:tc>
      </w:tr>
      <w:tr w:rsidR="00B97DBA" w:rsidRPr="00B97DBA" w14:paraId="53CC6900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4C85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79FD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LSD</w:t>
            </w:r>
          </w:p>
        </w:tc>
      </w:tr>
      <w:tr w:rsidR="00B97DBA" w:rsidRPr="00B97DBA" w14:paraId="080684FF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51A0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------LANGUAGE CODE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4C0D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LCC</w:t>
            </w:r>
          </w:p>
        </w:tc>
      </w:tr>
      <w:tr w:rsidR="00B97DBA" w:rsidRPr="00B97DBA" w14:paraId="79A4A53B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8E76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2402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ANL</w:t>
            </w:r>
          </w:p>
        </w:tc>
      </w:tr>
      <w:tr w:rsidR="00B97DBA" w:rsidRPr="00B97DBA" w14:paraId="2C2BAA66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3D30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4750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LSL</w:t>
            </w:r>
          </w:p>
        </w:tc>
      </w:tr>
      <w:tr w:rsidR="00B97DBA" w:rsidRPr="00B97DBA" w14:paraId="2BA66AA4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4DEC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------NATIONAL ADMINISTRATION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2417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NAD</w:t>
            </w:r>
          </w:p>
        </w:tc>
      </w:tr>
      <w:tr w:rsidR="00B97DBA" w:rsidRPr="00B97DBA" w14:paraId="68509AAE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5EB7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36546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ANM</w:t>
            </w:r>
          </w:p>
        </w:tc>
      </w:tr>
      <w:tr w:rsidR="00B97DBA" w:rsidRPr="00B97DBA" w14:paraId="134B552D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AE5F1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643B8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LSM</w:t>
            </w:r>
          </w:p>
        </w:tc>
      </w:tr>
      <w:tr w:rsidR="00B97DBA" w:rsidRPr="00B97DBA" w14:paraId="3CA8ABD7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F514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------COUNTRY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CDD0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COD</w:t>
            </w:r>
          </w:p>
        </w:tc>
      </w:tr>
      <w:tr w:rsidR="00B97DBA" w:rsidRPr="00B97DBA" w14:paraId="79D7919A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51D7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83E3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ATC</w:t>
            </w:r>
          </w:p>
        </w:tc>
      </w:tr>
      <w:tr w:rsidR="00B97DBA" w:rsidRPr="00B97DBA" w14:paraId="7D312F85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9C80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C14A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LSC</w:t>
            </w:r>
          </w:p>
        </w:tc>
      </w:tr>
      <w:tr w:rsidR="00B97DBA" w:rsidRPr="00B97DBA" w14:paraId="40A36FD1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8EDE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------UNIT OF MEASURE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AFEF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UMC</w:t>
            </w:r>
          </w:p>
        </w:tc>
      </w:tr>
      <w:tr w:rsidR="00B97DBA" w:rsidRPr="00B97DBA" w14:paraId="19D0DF51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57FF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B0BC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ANU</w:t>
            </w:r>
          </w:p>
        </w:tc>
      </w:tr>
      <w:tr w:rsidR="00B97DBA" w:rsidRPr="00B97DBA" w14:paraId="3708B565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3D51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34CD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LSU</w:t>
            </w:r>
          </w:p>
        </w:tc>
      </w:tr>
      <w:tr w:rsidR="00B97DBA" w:rsidRPr="00B97DBA" w14:paraId="5A12A425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3A7F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------TRANSPORT MODE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F015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TMC</w:t>
            </w:r>
          </w:p>
        </w:tc>
      </w:tr>
      <w:tr w:rsidR="00B97DBA" w:rsidRPr="00B97DBA" w14:paraId="390706DB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FF4D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1787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ANT</w:t>
            </w:r>
          </w:p>
        </w:tc>
      </w:tr>
      <w:tr w:rsidR="00B97DBA" w:rsidRPr="00B97DBA" w14:paraId="07A7A97B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EDE0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lastRenderedPageBreak/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93EB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LST</w:t>
            </w:r>
          </w:p>
        </w:tc>
      </w:tr>
      <w:tr w:rsidR="00B97DBA" w:rsidRPr="00B97DBA" w14:paraId="560C9AEA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D939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------TRANSPORT UNIT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B42C1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TUC</w:t>
            </w:r>
          </w:p>
        </w:tc>
      </w:tr>
      <w:tr w:rsidR="00B97DBA" w:rsidRPr="00B97DBA" w14:paraId="1D67FE53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FE92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FAD4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ATT</w:t>
            </w:r>
          </w:p>
        </w:tc>
      </w:tr>
      <w:tr w:rsidR="00B97DBA" w:rsidRPr="00B97DBA" w14:paraId="798BA28D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4751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5CE36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LGT</w:t>
            </w:r>
          </w:p>
        </w:tc>
      </w:tr>
      <w:tr w:rsidR="00B97DBA" w:rsidRPr="00B97DBA" w14:paraId="1AE2D7B0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802C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------PACKAGING CODE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F09A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PCD</w:t>
            </w:r>
          </w:p>
        </w:tc>
      </w:tr>
      <w:tr w:rsidR="00B97DBA" w:rsidRPr="00B97DBA" w14:paraId="1D32F336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94A71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979D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AIP</w:t>
            </w:r>
          </w:p>
        </w:tc>
      </w:tr>
      <w:tr w:rsidR="00B97DBA" w:rsidRPr="00B97DBA" w14:paraId="36138426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91F81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A7D3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LDP</w:t>
            </w:r>
          </w:p>
        </w:tc>
      </w:tr>
      <w:tr w:rsidR="00B97DBA" w:rsidRPr="00B97DBA" w14:paraId="74FC1D79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16A5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------UNSATISFACTORY REASON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1A535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UNC</w:t>
            </w:r>
          </w:p>
        </w:tc>
      </w:tr>
      <w:tr w:rsidR="00B97DBA" w:rsidRPr="00B97DBA" w14:paraId="40F01354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3A83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9FA9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AUN</w:t>
            </w:r>
          </w:p>
        </w:tc>
      </w:tr>
      <w:tr w:rsidR="00B97DBA" w:rsidRPr="00B97DBA" w14:paraId="44BD549C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2637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FBAC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LUR</w:t>
            </w:r>
          </w:p>
        </w:tc>
      </w:tr>
      <w:tr w:rsidR="00B97DBA" w:rsidRPr="00B97DBA" w14:paraId="31DDFF18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3C93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------WINE-GROWING ZONE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B86C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WGC</w:t>
            </w:r>
          </w:p>
        </w:tc>
      </w:tr>
      <w:tr w:rsidR="00B97DBA" w:rsidRPr="00B97DBA" w14:paraId="40C4E7E7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0192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1DA6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ACW</w:t>
            </w:r>
          </w:p>
        </w:tc>
      </w:tr>
      <w:tr w:rsidR="00B97DBA" w:rsidRPr="00B97DBA" w14:paraId="77F379E6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1692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2AD32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LWG</w:t>
            </w:r>
          </w:p>
        </w:tc>
      </w:tr>
      <w:tr w:rsidR="00B97DBA" w:rsidRPr="00B97DBA" w14:paraId="67FDF186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985AA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------WINE OPERATION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97F8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WOC</w:t>
            </w:r>
          </w:p>
        </w:tc>
      </w:tr>
      <w:tr w:rsidR="00B97DBA" w:rsidRPr="00B97DBA" w14:paraId="0828B49F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7843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7DFF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ANW</w:t>
            </w:r>
          </w:p>
        </w:tc>
      </w:tr>
      <w:tr w:rsidR="00B97DBA" w:rsidRPr="00B97DBA" w14:paraId="0C5B4C49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5E4B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4401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LDW</w:t>
            </w:r>
          </w:p>
        </w:tc>
      </w:tr>
      <w:tr w:rsidR="00B97DBA" w:rsidRPr="00B97DBA" w14:paraId="016CCB9F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A3A2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------EVENT TYPE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E5B56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ETC</w:t>
            </w:r>
          </w:p>
        </w:tc>
      </w:tr>
      <w:tr w:rsidR="00B97DBA" w:rsidRPr="00B97DBA" w14:paraId="548220D7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C43C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0881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ANE</w:t>
            </w:r>
          </w:p>
        </w:tc>
      </w:tr>
      <w:tr w:rsidR="00B97DBA" w:rsidRPr="00B97DBA" w14:paraId="5CF11696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2B851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5B79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LSE</w:t>
            </w:r>
          </w:p>
        </w:tc>
      </w:tr>
      <w:tr w:rsidR="00B97DBA" w:rsidRPr="00B97DBA" w14:paraId="44F574DF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C66B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------EVIDENCE TYPE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D356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EVC</w:t>
            </w:r>
          </w:p>
        </w:tc>
      </w:tr>
      <w:tr w:rsidR="00B97DBA" w:rsidRPr="00B97DBA" w14:paraId="25D7B040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1766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88D7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AIE</w:t>
            </w:r>
          </w:p>
        </w:tc>
      </w:tr>
      <w:tr w:rsidR="00B97DBA" w:rsidRPr="00B97DBA" w14:paraId="46736CE4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14C8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2E47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LDE</w:t>
            </w:r>
          </w:p>
        </w:tc>
      </w:tr>
      <w:tr w:rsidR="00B97DBA" w:rsidRPr="00B97DBA" w14:paraId="046E1EF0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5417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------REASON FOR INTERRUPTION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E506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RIC</w:t>
            </w:r>
          </w:p>
        </w:tc>
      </w:tr>
      <w:tr w:rsidR="00B97DBA" w:rsidRPr="00B97DBA" w14:paraId="07F5474A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5892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C285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AIN</w:t>
            </w:r>
          </w:p>
        </w:tc>
      </w:tr>
      <w:tr w:rsidR="00B97DBA" w:rsidRPr="00B97DBA" w14:paraId="257997BF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C8AA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FAE9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LSI</w:t>
            </w:r>
          </w:p>
        </w:tc>
      </w:tr>
      <w:tr w:rsidR="00B97DBA" w:rsidRPr="00B97DBA" w14:paraId="540A6B8E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F396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------REFUSAL REASON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9F50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HRD</w:t>
            </w:r>
          </w:p>
        </w:tc>
      </w:tr>
      <w:tr w:rsidR="00B97DBA" w:rsidRPr="00B97DBA" w14:paraId="2D086016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D083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119D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ACH</w:t>
            </w:r>
          </w:p>
        </w:tc>
      </w:tr>
      <w:tr w:rsidR="00B97DBA" w:rsidRPr="00B97DBA" w14:paraId="1E169430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AFAD1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5010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LSH</w:t>
            </w:r>
          </w:p>
        </w:tc>
      </w:tr>
      <w:tr w:rsidR="00B97DBA" w:rsidRPr="00B97DBA" w14:paraId="70832FBA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FB31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------REASON FOR DELAYED RESULT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6D91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RDC</w:t>
            </w:r>
          </w:p>
        </w:tc>
      </w:tr>
      <w:tr w:rsidR="00B97DBA" w:rsidRPr="00B97DBA" w14:paraId="2EB6B8FD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AF3B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5C5E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ARD</w:t>
            </w:r>
          </w:p>
        </w:tc>
      </w:tr>
      <w:tr w:rsidR="00B97DBA" w:rsidRPr="00B97DBA" w14:paraId="1399D44D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39BF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3860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LSR</w:t>
            </w:r>
          </w:p>
        </w:tc>
      </w:tr>
      <w:tr w:rsidR="00B97DBA" w:rsidRPr="00B97DBA" w14:paraId="1626EE7A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236F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------CANCELLATION REASON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33C8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CAC</w:t>
            </w:r>
          </w:p>
        </w:tc>
      </w:tr>
      <w:tr w:rsidR="00B97DBA" w:rsidRPr="00B97DBA" w14:paraId="297069A5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77E7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B3AE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AIC</w:t>
            </w:r>
          </w:p>
        </w:tc>
      </w:tr>
      <w:tr w:rsidR="00B97DBA" w:rsidRPr="00B97DBA" w14:paraId="6A989A41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1A6B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5E17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LAC</w:t>
            </w:r>
          </w:p>
        </w:tc>
      </w:tr>
      <w:tr w:rsidR="00B97DBA" w:rsidRPr="00B97DBA" w14:paraId="17A1E9DC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296A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------ALERT OR REJECTION OF E-AD/E-SAD REASON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9E20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ALD</w:t>
            </w:r>
          </w:p>
        </w:tc>
      </w:tr>
      <w:tr w:rsidR="00B97DBA" w:rsidRPr="00B97DBA" w14:paraId="22450556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56E4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lastRenderedPageBreak/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5172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AIA</w:t>
            </w:r>
          </w:p>
        </w:tc>
      </w:tr>
      <w:tr w:rsidR="00B97DBA" w:rsidRPr="00B97DBA" w14:paraId="3658931B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EA7E7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3A83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LDA</w:t>
            </w:r>
          </w:p>
        </w:tc>
      </w:tr>
      <w:tr w:rsidR="00B97DBA" w:rsidRPr="00B97DBA" w14:paraId="67088DFB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103FD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------DELAY EXPLANATION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6DC41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DEC</w:t>
            </w:r>
          </w:p>
        </w:tc>
      </w:tr>
      <w:tr w:rsidR="00B97DBA" w:rsidRPr="00B97DBA" w14:paraId="5D8E71E2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BB80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03A0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ADE</w:t>
            </w:r>
          </w:p>
        </w:tc>
      </w:tr>
      <w:tr w:rsidR="00B97DBA" w:rsidRPr="00B97DBA" w14:paraId="0CB4498D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3E16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B721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LAD</w:t>
            </w:r>
          </w:p>
        </w:tc>
      </w:tr>
      <w:tr w:rsidR="00B97DBA" w:rsidRPr="00B97DBA" w14:paraId="190394A5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6695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------CN CODE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4BEA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CCC</w:t>
            </w:r>
          </w:p>
        </w:tc>
      </w:tr>
      <w:tr w:rsidR="00B97DBA" w:rsidRPr="00B97DBA" w14:paraId="1D3F635F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A2E5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0CCD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ACD</w:t>
            </w:r>
          </w:p>
        </w:tc>
      </w:tr>
      <w:tr w:rsidR="00B97DBA" w:rsidRPr="00B97DBA" w14:paraId="2A4F91E7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3F261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635E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LGC</w:t>
            </w:r>
          </w:p>
        </w:tc>
      </w:tr>
      <w:tr w:rsidR="00B97DBA" w:rsidRPr="00B97DBA" w14:paraId="5FD85301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D055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------CORRESPONDENCE CN CODE-EXCISE PRODUCT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38E5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CEC</w:t>
            </w:r>
          </w:p>
        </w:tc>
      </w:tr>
      <w:tr w:rsidR="00B97DBA" w:rsidRPr="00B97DBA" w14:paraId="2951F2CF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53E6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8DF7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CCE</w:t>
            </w:r>
          </w:p>
        </w:tc>
      </w:tr>
      <w:tr w:rsidR="00B97DBA" w:rsidRPr="00B97DBA" w14:paraId="36487525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CBE7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------EVENT SUBMITTING PERSON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84088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ESC</w:t>
            </w:r>
          </w:p>
        </w:tc>
      </w:tr>
      <w:tr w:rsidR="00B97DBA" w:rsidRPr="00B97DBA" w14:paraId="56DE9174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2CC3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0D6D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AES</w:t>
            </w:r>
          </w:p>
        </w:tc>
      </w:tr>
      <w:tr w:rsidR="00B97DBA" w:rsidRPr="00B97DBA" w14:paraId="18D51239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EF47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4831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LES</w:t>
            </w:r>
          </w:p>
        </w:tc>
      </w:tr>
      <w:tr w:rsidR="00B97DBA" w:rsidRPr="00B97DBA" w14:paraId="17A9F610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8CF8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------REQUEST 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E381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ADC</w:t>
            </w:r>
          </w:p>
        </w:tc>
      </w:tr>
      <w:tr w:rsidR="00B97DBA" w:rsidRPr="00B97DBA" w14:paraId="5937696C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1906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D183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ADM</w:t>
            </w:r>
          </w:p>
        </w:tc>
      </w:tr>
      <w:tr w:rsidR="00B97DBA" w:rsidRPr="00B97DBA" w14:paraId="71CB9A5F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433D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5B69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LDM</w:t>
            </w:r>
          </w:p>
        </w:tc>
      </w:tr>
      <w:tr w:rsidR="00B97DBA" w:rsidRPr="00B97DBA" w14:paraId="574F9043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E199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------REQUEST REASON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858B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DMC</w:t>
            </w:r>
          </w:p>
        </w:tc>
      </w:tr>
      <w:tr w:rsidR="00B97DBA" w:rsidRPr="00B97DBA" w14:paraId="0388BC2E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E2DE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3254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TRR</w:t>
            </w:r>
          </w:p>
        </w:tc>
      </w:tr>
      <w:tr w:rsidR="00B97DBA" w:rsidRPr="00B97DBA" w14:paraId="409A1773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7DF7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4BF41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LRR</w:t>
            </w:r>
          </w:p>
        </w:tc>
      </w:tr>
      <w:tr w:rsidR="00B97DBA" w:rsidRPr="00B97DBA" w14:paraId="3ED2FE56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273C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------(ADMINISTRATIVE COOPERATION) REASON FOR ACTION NOT POSSIBLE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FE9A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NPC</w:t>
            </w:r>
          </w:p>
        </w:tc>
      </w:tr>
      <w:tr w:rsidR="00B97DBA" w:rsidRPr="00B97DBA" w14:paraId="34FD3959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4073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5273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CNP</w:t>
            </w:r>
          </w:p>
        </w:tc>
      </w:tr>
      <w:tr w:rsidR="00B97DBA" w:rsidRPr="00B97DBA" w14:paraId="49449B73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DEE2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68B2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LNP</w:t>
            </w:r>
          </w:p>
        </w:tc>
      </w:tr>
      <w:tr w:rsidR="00B97DBA" w:rsidRPr="00B97DBA" w14:paraId="06BBD5D0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C6D9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------TYPE OF DOCUMENT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D5C38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TYC</w:t>
            </w:r>
          </w:p>
        </w:tc>
      </w:tr>
      <w:tr w:rsidR="00B97DBA" w:rsidRPr="00B97DBA" w14:paraId="3C0C8020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63B0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2F9F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TOY</w:t>
            </w:r>
          </w:p>
        </w:tc>
      </w:tr>
      <w:tr w:rsidR="00B97DBA" w:rsidRPr="00B97DBA" w14:paraId="5E8163BB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C2E1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0A90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LSY</w:t>
            </w:r>
          </w:p>
        </w:tc>
      </w:tr>
      <w:tr w:rsidR="00B97DBA" w:rsidRPr="00B97DBA" w14:paraId="1B40166A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DBF63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------MANUAL CLOSURE REQUEST REASON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2854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MRC</w:t>
            </w:r>
          </w:p>
        </w:tc>
      </w:tr>
      <w:tr w:rsidR="00B97DBA" w:rsidRPr="00B97DBA" w14:paraId="76F4F703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8B2A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9A75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MRA</w:t>
            </w:r>
          </w:p>
        </w:tc>
      </w:tr>
      <w:tr w:rsidR="00B97DBA" w:rsidRPr="00B97DBA" w14:paraId="36C5C9E8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5227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7996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LSN</w:t>
            </w:r>
          </w:p>
        </w:tc>
      </w:tr>
      <w:tr w:rsidR="00B97DBA" w:rsidRPr="00B97DBA" w14:paraId="02947098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FA4E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------MANUAL CLOSURE REJECTION REASON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6AAD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MRF</w:t>
            </w:r>
          </w:p>
        </w:tc>
      </w:tr>
      <w:tr w:rsidR="00B97DBA" w:rsidRPr="00B97DBA" w14:paraId="1BD91977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0281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E24D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MRB</w:t>
            </w:r>
          </w:p>
        </w:tc>
      </w:tr>
      <w:tr w:rsidR="00B97DBA" w:rsidRPr="00B97DBA" w14:paraId="3C533C65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2A24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8528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LSX</w:t>
            </w:r>
          </w:p>
        </w:tc>
      </w:tr>
      <w:tr w:rsidR="00B97DBA" w:rsidRPr="00B97DBA" w14:paraId="22392312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0B46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---MSA OF SPLITTING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49DD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MOS</w:t>
            </w:r>
          </w:p>
        </w:tc>
      </w:tr>
      <w:tr w:rsidR="00B97DBA" w:rsidRPr="00B97DBA" w14:paraId="4D952D14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031FB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---(BODY) EVENT REPORT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46F7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ERB</w:t>
            </w:r>
          </w:p>
        </w:tc>
      </w:tr>
      <w:tr w:rsidR="00B97DBA" w:rsidRPr="00B97DBA" w14:paraId="35A62A6A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F33F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---CONTROL REPORT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9E43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CRP</w:t>
            </w:r>
          </w:p>
        </w:tc>
      </w:tr>
      <w:tr w:rsidR="00B97DBA" w:rsidRPr="00B97DBA" w14:paraId="383C04DE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60311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------PERFORMED CONTROL 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085D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PCA</w:t>
            </w:r>
          </w:p>
        </w:tc>
      </w:tr>
      <w:tr w:rsidR="00B97DBA" w:rsidRPr="00B97DBA" w14:paraId="114A40A8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3781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lastRenderedPageBreak/>
              <w:t>------SUPPORTING EVIDENCE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3C49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EOE</w:t>
            </w:r>
          </w:p>
        </w:tc>
      </w:tr>
      <w:tr w:rsidR="00B97DBA" w:rsidRPr="00B97DBA" w14:paraId="2A810011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F386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------UNSATISFACTORY REASON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3E3A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URC</w:t>
            </w:r>
          </w:p>
        </w:tc>
      </w:tr>
      <w:tr w:rsidR="00B97DBA" w:rsidRPr="00B97DBA" w14:paraId="6655E482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C5ED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------TRANSPORT DETAILS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E858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TDC</w:t>
            </w:r>
          </w:p>
        </w:tc>
      </w:tr>
      <w:tr w:rsidR="00B97DBA" w:rsidRPr="00B97DBA" w14:paraId="64803FB0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C4637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------(BODY) CONTROL REPORT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E708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CRB</w:t>
            </w:r>
          </w:p>
        </w:tc>
      </w:tr>
      <w:tr w:rsidR="00B97DBA" w:rsidRPr="00B97DBA" w14:paraId="1A58205A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82FC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---------UNSATISFACTORY REASON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EEF1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UCB</w:t>
            </w:r>
          </w:p>
        </w:tc>
      </w:tr>
      <w:tr w:rsidR="00B97DBA" w:rsidRPr="00B97DBA" w14:paraId="2F891F79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DD6F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---DOCUMENT EVIDENCE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D8DE2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DEV</w:t>
            </w:r>
          </w:p>
        </w:tc>
      </w:tr>
      <w:tr w:rsidR="00B97DBA" w:rsidRPr="00B97DBA" w14:paraId="22D7C63A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92EE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---FEEDBACK REQUEST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9853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FRQ</w:t>
            </w:r>
          </w:p>
        </w:tc>
      </w:tr>
      <w:tr w:rsidR="00B97DBA" w:rsidRPr="00B97DBA" w14:paraId="5E817FB2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C6A99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---SUPPORTING DOCUMENTS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24D0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DCM</w:t>
            </w:r>
          </w:p>
        </w:tc>
      </w:tr>
      <w:tr w:rsidR="00B97DBA" w:rsidRPr="00B97DBA" w14:paraId="67551594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CC96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---(BODY) MANUAL CLOSURE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81471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MNC</w:t>
            </w:r>
          </w:p>
        </w:tc>
      </w:tr>
      <w:tr w:rsidR="00B97DBA" w:rsidRPr="00B97DBA" w14:paraId="1B68F394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9C98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---CANCELLATION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3FB3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CAN</w:t>
            </w:r>
          </w:p>
        </w:tc>
      </w:tr>
      <w:tr w:rsidR="00B97DBA" w:rsidRPr="00B97DBA" w14:paraId="05759C6F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527A5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---EXPORT OPERATION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EA53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EXO</w:t>
            </w:r>
          </w:p>
        </w:tc>
      </w:tr>
      <w:tr w:rsidR="00B97DBA" w:rsidRPr="00B97DBA" w14:paraId="4CF8110B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EF34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---CUSTOMS OFFICE OF EXPORT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7403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OOE</w:t>
            </w:r>
          </w:p>
        </w:tc>
      </w:tr>
      <w:tr w:rsidR="00B97DBA" w:rsidRPr="00B97DBA" w14:paraId="269A77F1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2A544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---MSA OF EXPORT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B0C7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MSE</w:t>
            </w:r>
          </w:p>
        </w:tc>
      </w:tr>
      <w:tr w:rsidR="00B97DBA" w:rsidRPr="00B97DBA" w14:paraId="1FCEB993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8274E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---EXPORT DECLARATION INFORMATION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88B23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EDF</w:t>
            </w:r>
          </w:p>
        </w:tc>
      </w:tr>
      <w:tr w:rsidR="00B97DBA" w:rsidRPr="00B97DBA" w14:paraId="46FD5D6E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1F98B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------NEGATIVE CROSS-CHECK VALIDATION RESULTS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F2BBA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NCV</w:t>
            </w:r>
          </w:p>
        </w:tc>
      </w:tr>
      <w:tr w:rsidR="00B97DBA" w:rsidRPr="00B97DBA" w14:paraId="4DB5FB3D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61D28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---------UBR CROSS-CHECK RESULT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932F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UCR</w:t>
            </w:r>
          </w:p>
        </w:tc>
      </w:tr>
      <w:tr w:rsidR="00B97DBA" w:rsidRPr="00B97DBA" w14:paraId="080361E8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424C1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------------COMBINED NOMENCLATURE CODE CROSS-CHECK RESULT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B2F8E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CNR</w:t>
            </w:r>
          </w:p>
        </w:tc>
      </w:tr>
      <w:tr w:rsidR="00B97DBA" w:rsidRPr="00B97DBA" w14:paraId="7904DE4B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FA64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------------NET MASS CROSS-CHECK RESULT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B811C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NCR</w:t>
            </w:r>
          </w:p>
        </w:tc>
      </w:tr>
      <w:tr w:rsidR="00B97DBA" w:rsidRPr="00B97DBA" w14:paraId="632B3388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0DC41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------N_NON_DES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E90F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NND</w:t>
            </w:r>
          </w:p>
        </w:tc>
      </w:tr>
      <w:tr w:rsidR="00B97DBA" w:rsidRPr="00B97DBA" w14:paraId="3338BAD2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4DB46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---C_EAD_VAL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CD15D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IE1</w:t>
            </w:r>
          </w:p>
        </w:tc>
      </w:tr>
      <w:tr w:rsidR="00B97DBA" w:rsidRPr="00B97DBA" w14:paraId="63875814" w14:textId="77777777" w:rsidTr="008F78F3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3E28F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---N_EAD_SUB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73A60" w14:textId="77777777" w:rsidR="00B97DBA" w:rsidRPr="00B97DBA" w:rsidRDefault="00B97DBA" w:rsidP="008F78F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B97DBA">
              <w:rPr>
                <w:rFonts w:ascii="Times New Roman" w:hAnsi="Times New Roman"/>
                <w:szCs w:val="22"/>
                <w:lang w:val="en-GB"/>
              </w:rPr>
              <w:t>IM2</w:t>
            </w:r>
          </w:p>
        </w:tc>
      </w:tr>
    </w:tbl>
    <w:p w14:paraId="76A39CB3" w14:textId="77777777" w:rsidR="00135C26" w:rsidRPr="0014747D" w:rsidRDefault="00135C26" w:rsidP="00135C26">
      <w:pPr>
        <w:rPr>
          <w:lang w:val="x-none"/>
        </w:rPr>
      </w:pPr>
    </w:p>
    <w:sectPr w:rsidR="00135C26" w:rsidRPr="0014747D" w:rsidSect="001E3618">
      <w:pgSz w:w="11906" w:h="16838"/>
      <w:pgMar w:top="1418" w:right="1133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B3F99" w14:textId="77777777" w:rsidR="00533CB1" w:rsidRDefault="00533CB1">
      <w:r>
        <w:separator/>
      </w:r>
    </w:p>
  </w:endnote>
  <w:endnote w:type="continuationSeparator" w:id="0">
    <w:p w14:paraId="35C9AE37" w14:textId="77777777" w:rsidR="00533CB1" w:rsidRDefault="00533CB1">
      <w:r>
        <w:continuationSeparator/>
      </w:r>
    </w:p>
  </w:endnote>
  <w:endnote w:type="continuationNotice" w:id="1">
    <w:p w14:paraId="04EA1028" w14:textId="77777777" w:rsidR="00533CB1" w:rsidRDefault="00533C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lang w:eastAsia="en-GB"/>
      </w:rPr>
      <w:alias w:val="Footer - Footer"/>
      <w:tag w:val="tkgx793blqwVsfMzIs5ka6-Aa3Kt4ltWaoVXwcSq1qvk0"/>
      <w:id w:val="-1965487402"/>
    </w:sdtPr>
    <w:sdtEndPr/>
    <w:sdtContent>
      <w:p w14:paraId="0EBD75F5" w14:textId="012F345D" w:rsidR="00546313" w:rsidRPr="00546313" w:rsidRDefault="00813D9F" w:rsidP="00546313">
        <w:pPr>
          <w:pBdr>
            <w:top w:val="single" w:sz="4" w:space="1" w:color="auto"/>
          </w:pBdr>
          <w:tabs>
            <w:tab w:val="right" w:pos="8646"/>
          </w:tabs>
          <w:spacing w:before="120"/>
          <w:jc w:val="both"/>
          <w:rPr>
            <w:sz w:val="16"/>
            <w:lang w:val="en-US" w:eastAsia="en-GB"/>
          </w:rPr>
        </w:pPr>
        <w:sdt>
          <w:sdtPr>
            <w:rPr>
              <w:sz w:val="16"/>
              <w:lang w:val="en-US" w:eastAsia="en-GB"/>
            </w:rPr>
            <w:id w:val="184940365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EndPr/>
          <w:sdtContent>
            <w:r w:rsidR="00D76D34">
              <w:rPr>
                <w:sz w:val="16"/>
                <w:lang w:val="en-US" w:eastAsia="en-GB"/>
              </w:rPr>
              <w:t>DDNEA for EMCS Phase 4.2</w:t>
            </w:r>
          </w:sdtContent>
        </w:sdt>
        <w:r w:rsidR="00546313" w:rsidRPr="00546313">
          <w:rPr>
            <w:sz w:val="16"/>
            <w:lang w:val="en-US" w:eastAsia="en-GB"/>
          </w:rPr>
          <w:t xml:space="preserve"> - </w:t>
        </w:r>
        <w:sdt>
          <w:sdtPr>
            <w:rPr>
              <w:sz w:val="16"/>
              <w:lang w:eastAsia="en-GB"/>
            </w:rPr>
            <w:id w:val="-1592849446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EndPr/>
          <w:sdtContent>
            <w:r w:rsidR="008B6663">
              <w:rPr>
                <w:sz w:val="16"/>
                <w:lang w:eastAsia="en-GB"/>
              </w:rPr>
              <w:t>APPENDIX F: DATA GROUPS &amp; TRANSACTION HIERARCHY</w:t>
            </w:r>
          </w:sdtContent>
        </w:sdt>
        <w:r w:rsidR="00546313" w:rsidRPr="00546313">
          <w:rPr>
            <w:sz w:val="16"/>
            <w:lang w:val="en-US" w:eastAsia="en-GB"/>
          </w:rPr>
          <w:tab/>
          <w:t xml:space="preserve">Page </w:t>
        </w:r>
        <w:r w:rsidR="00546313" w:rsidRPr="00546313">
          <w:rPr>
            <w:sz w:val="16"/>
            <w:lang w:eastAsia="en-GB"/>
          </w:rPr>
          <w:fldChar w:fldCharType="begin"/>
        </w:r>
        <w:r w:rsidR="00546313" w:rsidRPr="00546313">
          <w:rPr>
            <w:sz w:val="16"/>
            <w:lang w:val="en-US" w:eastAsia="en-GB"/>
          </w:rPr>
          <w:instrText>PAGE</w:instrText>
        </w:r>
        <w:r w:rsidR="00546313" w:rsidRPr="00546313">
          <w:rPr>
            <w:sz w:val="16"/>
            <w:lang w:eastAsia="en-GB"/>
          </w:rPr>
          <w:fldChar w:fldCharType="separate"/>
        </w:r>
        <w:r w:rsidR="00546313" w:rsidRPr="00546313">
          <w:rPr>
            <w:sz w:val="16"/>
            <w:lang w:eastAsia="en-GB"/>
          </w:rPr>
          <w:t>2</w:t>
        </w:r>
        <w:r w:rsidR="00546313" w:rsidRPr="00546313">
          <w:rPr>
            <w:sz w:val="16"/>
            <w:lang w:eastAsia="en-GB"/>
          </w:rPr>
          <w:fldChar w:fldCharType="end"/>
        </w:r>
        <w:r w:rsidR="00546313" w:rsidRPr="00546313">
          <w:rPr>
            <w:sz w:val="16"/>
            <w:lang w:val="en-US" w:eastAsia="en-GB"/>
          </w:rPr>
          <w:t xml:space="preserve"> / </w:t>
        </w:r>
        <w:r w:rsidR="00546313" w:rsidRPr="00546313">
          <w:rPr>
            <w:sz w:val="16"/>
            <w:lang w:eastAsia="en-GB"/>
          </w:rPr>
          <w:fldChar w:fldCharType="begin"/>
        </w:r>
        <w:r w:rsidR="00546313" w:rsidRPr="00546313">
          <w:rPr>
            <w:sz w:val="16"/>
            <w:lang w:val="en-US" w:eastAsia="en-GB"/>
          </w:rPr>
          <w:instrText>NUMPAGES</w:instrText>
        </w:r>
        <w:r w:rsidR="00546313" w:rsidRPr="00546313">
          <w:rPr>
            <w:sz w:val="16"/>
            <w:lang w:eastAsia="en-GB"/>
          </w:rPr>
          <w:fldChar w:fldCharType="separate"/>
        </w:r>
        <w:r w:rsidR="00546313" w:rsidRPr="00546313">
          <w:rPr>
            <w:sz w:val="16"/>
            <w:lang w:eastAsia="en-GB"/>
          </w:rPr>
          <w:t>14</w:t>
        </w:r>
        <w:r w:rsidR="00546313" w:rsidRPr="00546313">
          <w:rPr>
            <w:sz w:val="16"/>
            <w:lang w:eastAsia="en-GB"/>
          </w:rPr>
          <w:fldChar w:fldCharType="end"/>
        </w:r>
      </w:p>
      <w:p w14:paraId="1562E9E9" w14:textId="7A9D6D7B" w:rsidR="00546313" w:rsidRPr="00546313" w:rsidRDefault="00813D9F" w:rsidP="00546313">
        <w:pPr>
          <w:ind w:right="-567"/>
          <w:jc w:val="both"/>
          <w:rPr>
            <w:sz w:val="16"/>
            <w:lang w:val="en-US" w:eastAsia="en-GB"/>
          </w:rPr>
        </w:pPr>
        <w:sdt>
          <w:sdtPr>
            <w:rPr>
              <w:noProof/>
              <w:sz w:val="16"/>
              <w:lang w:val="en-US" w:eastAsia="en-GB"/>
            </w:rPr>
            <w:id w:val="-42755616"/>
            <w:dataBinding w:xpath="/Texts/TechFooterVersion" w:storeItemID="{4EF90DE6-88B6-4264-9629-4D8DFDFE87D2}"/>
            <w:text w:multiLine="1"/>
          </w:sdtPr>
          <w:sdtEndPr/>
          <w:sdtContent>
            <w:r w:rsidR="00546313" w:rsidRPr="00546313">
              <w:rPr>
                <w:noProof/>
                <w:sz w:val="16"/>
                <w:lang w:val="en-US" w:eastAsia="en-GB"/>
              </w:rPr>
              <w:t>Document version</w:t>
            </w:r>
          </w:sdtContent>
        </w:sdt>
        <w:r w:rsidR="00546313" w:rsidRPr="00546313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en-US" w:eastAsia="en-GB"/>
            </w:rPr>
            <w:alias w:val="Version"/>
            <w:id w:val="-1753429403"/>
            <w:dataBinding w:xpath="/EurolookProperties/DocumentVersion" w:storeItemID="{D3EA5527-7367-4268-9D83-5125C98D0ED2}"/>
            <w:text w:multiLine="1"/>
          </w:sdtPr>
          <w:sdtEndPr/>
          <w:sdtContent>
            <w:r w:rsidR="00520C9F" w:rsidRPr="00600E84">
              <w:rPr>
                <w:sz w:val="16"/>
                <w:lang w:val="en-US" w:eastAsia="en-GB"/>
              </w:rPr>
              <w:t>3.2</w:t>
            </w:r>
            <w:r w:rsidR="00520C9F">
              <w:rPr>
                <w:sz w:val="16"/>
                <w:lang w:val="en-US" w:eastAsia="en-GB"/>
              </w:rPr>
              <w:t>3</w:t>
            </w:r>
            <w:r w:rsidR="00520C9F" w:rsidRPr="00600E84">
              <w:rPr>
                <w:sz w:val="16"/>
                <w:lang w:val="en-US" w:eastAsia="en-GB"/>
              </w:rPr>
              <w:t xml:space="preserve"> EN</w:t>
            </w:r>
          </w:sdtContent>
        </w:sdt>
        <w:r w:rsidR="00546313" w:rsidRPr="00546313">
          <w:rPr>
            <w:sz w:val="16"/>
            <w:lang w:val="en-US" w:eastAsia="en-GB"/>
          </w:rPr>
          <w:t xml:space="preserve"> </w:t>
        </w:r>
        <w:sdt>
          <w:sdtPr>
            <w:rPr>
              <w:noProof/>
              <w:sz w:val="16"/>
              <w:lang w:val="en-US" w:eastAsia="en-GB"/>
            </w:rPr>
            <w:id w:val="-382638145"/>
            <w:dataBinding w:xpath="/Texts/TechFooterDated" w:storeItemID="{4EF90DE6-88B6-4264-9629-4D8DFDFE87D2}"/>
            <w:text w:multiLine="1"/>
          </w:sdtPr>
          <w:sdtEndPr/>
          <w:sdtContent>
            <w:r w:rsidR="00546313" w:rsidRPr="00546313">
              <w:rPr>
                <w:noProof/>
                <w:sz w:val="16"/>
                <w:lang w:val="en-US" w:eastAsia="en-GB"/>
              </w:rPr>
              <w:t>dated</w:t>
            </w:r>
          </w:sdtContent>
        </w:sdt>
        <w:r w:rsidR="00546313" w:rsidRPr="00546313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fr-BE" w:eastAsia="en-GB"/>
            </w:rPr>
            <w:alias w:val=""/>
            <w:id w:val="1388218399"/>
            <w:dataBinding w:xpath="/EurolookProperties/DocumentDate" w:storeItemID="{D3EA5527-7367-4268-9D83-5125C98D0ED2}"/>
            <w:date w:fullDate="2025-01-08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r w:rsidR="00520C9F">
              <w:rPr>
                <w:sz w:val="16"/>
                <w:lang w:eastAsia="en-GB"/>
              </w:rPr>
              <w:t>08/01/2025</w:t>
            </w:r>
          </w:sdtContent>
        </w:sdt>
      </w:p>
      <w:p w14:paraId="3AB6D604" w14:textId="6E7C35B2" w:rsidR="00546313" w:rsidRPr="00546313" w:rsidRDefault="00546313" w:rsidP="00546313">
        <w:pPr>
          <w:ind w:right="-567"/>
          <w:jc w:val="both"/>
          <w:rPr>
            <w:sz w:val="16"/>
            <w:lang w:val="en-US" w:eastAsia="en-GB"/>
          </w:rPr>
        </w:pPr>
        <w:r w:rsidRPr="00546313">
          <w:rPr>
            <w:sz w:val="16"/>
            <w:lang w:eastAsia="en-GB"/>
          </w:rPr>
          <w:t>Confidentiality</w:t>
        </w:r>
        <w:r w:rsidRPr="00546313">
          <w:rPr>
            <w:sz w:val="16"/>
            <w:lang w:val="en-US" w:eastAsia="en-GB"/>
          </w:rPr>
          <w:t xml:space="preserve">: </w:t>
        </w:r>
        <w:sdt>
          <w:sdtPr>
            <w:rPr>
              <w:bCs/>
              <w:sz w:val="16"/>
              <w:szCs w:val="16"/>
            </w:rPr>
            <w:alias w:val="Confidentiality"/>
            <w:tag w:val="Confidentiality"/>
            <w:id w:val="1757555539"/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comboBox w:lastValue="Commission use (CU)">
              <w:listItem w:value="Select the confidentiality classification level here."/>
              <w:listItem w:displayText="Sensitive non-classified (SNC)" w:value="Sensitive non-classified (SNC)"/>
              <w:listItem w:displayText="Commission use (CU)" w:value="Commission use (CU)"/>
              <w:listItem w:displayText="Publicly available (PA)" w:value="Publicly available (PA)"/>
            </w:comboBox>
          </w:sdtPr>
          <w:sdtEndPr/>
          <w:sdtContent>
            <w:r w:rsidR="002843EE">
              <w:rPr>
                <w:bCs/>
                <w:sz w:val="16"/>
                <w:szCs w:val="16"/>
              </w:rPr>
              <w:t>Commission use (CU)</w:t>
            </w:r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lang w:eastAsia="en-GB"/>
      </w:rPr>
      <w:alias w:val="EC Footers - EC Standard Footer "/>
      <w:tag w:val="SVoGAZ38gakDmzcHmLly90-Uz5BECj2qQF70SGAMzDdI0"/>
      <w:id w:val="1688858463"/>
    </w:sdtPr>
    <w:sdtEndPr/>
    <w:sdtContent>
      <w:p w14:paraId="2B9371CA" w14:textId="6E3FAF86" w:rsidR="00546313" w:rsidRPr="00546313" w:rsidRDefault="00813D9F" w:rsidP="00546313">
        <w:pPr>
          <w:ind w:right="-567"/>
          <w:jc w:val="both"/>
          <w:rPr>
            <w:sz w:val="16"/>
            <w:lang w:eastAsia="en-GB"/>
          </w:rPr>
        </w:pPr>
        <w:sdt>
          <w:sdtPr>
            <w:rPr>
              <w:noProof/>
              <w:sz w:val="16"/>
              <w:lang w:val="fr-BE" w:eastAsia="en-GB"/>
            </w:rPr>
            <w:id w:val="1994140887"/>
            <w:dataBinding w:xpath="/Author/Addresses/Address[Id = 'f03b5801-04c9-4931-aa17-c6d6c70bc579']/Footer" w:storeItemID="{EE044946-5330-43F7-8D16-AA78684F2938}"/>
            <w:text w:multiLine="1"/>
          </w:sdtPr>
          <w:sdtEndPr/>
          <w:sdtContent>
            <w:r w:rsidR="00546313" w:rsidRPr="00546313">
              <w:rPr>
                <w:noProof/>
                <w:sz w:val="16"/>
                <w:lang w:val="fr-BE" w:eastAsia="en-GB"/>
              </w:rPr>
              <w:t>Commission européenne/Europese Commissie, 1049 Bruxelles/Brussel, BELGIQUE/BELGIË - Tel. +32 22991111</w:t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lang w:eastAsia="en-GB"/>
      </w:rPr>
      <w:alias w:val="Footer - Footer"/>
      <w:tag w:val="tkgx793blqwVsfMzIs5ka6-Aa3Kt4ltWaoVXwcSq1qvk0"/>
      <w:id w:val="1985580249"/>
    </w:sdtPr>
    <w:sdtEndPr/>
    <w:sdtContent>
      <w:p w14:paraId="0125B342" w14:textId="2E24E45A" w:rsidR="00546313" w:rsidRPr="00546313" w:rsidRDefault="00813D9F" w:rsidP="00546313">
        <w:pPr>
          <w:pBdr>
            <w:top w:val="single" w:sz="4" w:space="1" w:color="auto"/>
          </w:pBdr>
          <w:tabs>
            <w:tab w:val="right" w:pos="8646"/>
          </w:tabs>
          <w:spacing w:before="120"/>
          <w:jc w:val="both"/>
          <w:rPr>
            <w:sz w:val="16"/>
            <w:lang w:val="en-US" w:eastAsia="en-GB"/>
          </w:rPr>
        </w:pPr>
        <w:sdt>
          <w:sdtPr>
            <w:rPr>
              <w:sz w:val="16"/>
              <w:lang w:val="en-US" w:eastAsia="en-GB"/>
            </w:rPr>
            <w:id w:val="-1115440864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EndPr/>
          <w:sdtContent>
            <w:r w:rsidR="00D76D34">
              <w:rPr>
                <w:sz w:val="16"/>
                <w:lang w:val="en-US" w:eastAsia="en-GB"/>
              </w:rPr>
              <w:t>DDNEA for EMCS Phase 4.2</w:t>
            </w:r>
          </w:sdtContent>
        </w:sdt>
        <w:r w:rsidR="00546313" w:rsidRPr="00546313">
          <w:rPr>
            <w:sz w:val="16"/>
            <w:lang w:val="en-US" w:eastAsia="en-GB"/>
          </w:rPr>
          <w:t xml:space="preserve"> - </w:t>
        </w:r>
        <w:sdt>
          <w:sdtPr>
            <w:rPr>
              <w:sz w:val="16"/>
              <w:lang w:eastAsia="en-GB"/>
            </w:rPr>
            <w:id w:val="1566216259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EndPr/>
          <w:sdtContent>
            <w:r w:rsidR="008B6663">
              <w:rPr>
                <w:sz w:val="16"/>
                <w:lang w:eastAsia="en-GB"/>
              </w:rPr>
              <w:t>APPENDIX F: DATA GROUPS &amp; TRANSACTION HIERARCHY</w:t>
            </w:r>
          </w:sdtContent>
        </w:sdt>
        <w:r w:rsidR="00546313" w:rsidRPr="00546313">
          <w:rPr>
            <w:sz w:val="16"/>
            <w:lang w:val="en-US" w:eastAsia="en-GB"/>
          </w:rPr>
          <w:tab/>
          <w:t xml:space="preserve">Page </w:t>
        </w:r>
        <w:r w:rsidR="00546313" w:rsidRPr="00546313">
          <w:rPr>
            <w:sz w:val="16"/>
            <w:lang w:eastAsia="en-GB"/>
          </w:rPr>
          <w:fldChar w:fldCharType="begin"/>
        </w:r>
        <w:r w:rsidR="00546313" w:rsidRPr="00546313">
          <w:rPr>
            <w:sz w:val="16"/>
            <w:lang w:val="en-US" w:eastAsia="en-GB"/>
          </w:rPr>
          <w:instrText>PAGE</w:instrText>
        </w:r>
        <w:r w:rsidR="00546313" w:rsidRPr="00546313">
          <w:rPr>
            <w:sz w:val="16"/>
            <w:lang w:eastAsia="en-GB"/>
          </w:rPr>
          <w:fldChar w:fldCharType="separate"/>
        </w:r>
        <w:r w:rsidR="00546313" w:rsidRPr="00546313">
          <w:rPr>
            <w:sz w:val="16"/>
            <w:lang w:eastAsia="en-GB"/>
          </w:rPr>
          <w:t>2</w:t>
        </w:r>
        <w:r w:rsidR="00546313" w:rsidRPr="00546313">
          <w:rPr>
            <w:sz w:val="16"/>
            <w:lang w:eastAsia="en-GB"/>
          </w:rPr>
          <w:fldChar w:fldCharType="end"/>
        </w:r>
        <w:r w:rsidR="00546313" w:rsidRPr="00546313">
          <w:rPr>
            <w:sz w:val="16"/>
            <w:lang w:val="en-US" w:eastAsia="en-GB"/>
          </w:rPr>
          <w:t xml:space="preserve"> / </w:t>
        </w:r>
        <w:r w:rsidR="00546313" w:rsidRPr="00546313">
          <w:rPr>
            <w:sz w:val="16"/>
            <w:lang w:eastAsia="en-GB"/>
          </w:rPr>
          <w:fldChar w:fldCharType="begin"/>
        </w:r>
        <w:r w:rsidR="00546313" w:rsidRPr="00546313">
          <w:rPr>
            <w:sz w:val="16"/>
            <w:lang w:val="en-US" w:eastAsia="en-GB"/>
          </w:rPr>
          <w:instrText>NUMPAGES</w:instrText>
        </w:r>
        <w:r w:rsidR="00546313" w:rsidRPr="00546313">
          <w:rPr>
            <w:sz w:val="16"/>
            <w:lang w:eastAsia="en-GB"/>
          </w:rPr>
          <w:fldChar w:fldCharType="separate"/>
        </w:r>
        <w:r w:rsidR="00546313" w:rsidRPr="00546313">
          <w:rPr>
            <w:sz w:val="16"/>
            <w:lang w:eastAsia="en-GB"/>
          </w:rPr>
          <w:t>14</w:t>
        </w:r>
        <w:r w:rsidR="00546313" w:rsidRPr="00546313">
          <w:rPr>
            <w:sz w:val="16"/>
            <w:lang w:eastAsia="en-GB"/>
          </w:rPr>
          <w:fldChar w:fldCharType="end"/>
        </w:r>
      </w:p>
      <w:p w14:paraId="1E5AA5CC" w14:textId="71FBA178" w:rsidR="00546313" w:rsidRPr="00546313" w:rsidRDefault="00813D9F" w:rsidP="00546313">
        <w:pPr>
          <w:ind w:right="-567"/>
          <w:jc w:val="both"/>
          <w:rPr>
            <w:sz w:val="16"/>
            <w:lang w:val="en-US" w:eastAsia="en-GB"/>
          </w:rPr>
        </w:pPr>
        <w:sdt>
          <w:sdtPr>
            <w:rPr>
              <w:noProof/>
              <w:sz w:val="16"/>
              <w:lang w:val="en-US" w:eastAsia="en-GB"/>
            </w:rPr>
            <w:id w:val="-962185684"/>
            <w:dataBinding w:xpath="/Texts/TechFooterVersion" w:storeItemID="{4EF90DE6-88B6-4264-9629-4D8DFDFE87D2}"/>
            <w:text w:multiLine="1"/>
          </w:sdtPr>
          <w:sdtEndPr/>
          <w:sdtContent>
            <w:r w:rsidR="00546313" w:rsidRPr="00546313">
              <w:rPr>
                <w:noProof/>
                <w:sz w:val="16"/>
                <w:lang w:val="en-US" w:eastAsia="en-GB"/>
              </w:rPr>
              <w:t>Document version</w:t>
            </w:r>
          </w:sdtContent>
        </w:sdt>
        <w:r w:rsidR="00546313" w:rsidRPr="00546313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en-US" w:eastAsia="en-GB"/>
            </w:rPr>
            <w:alias w:val="Version"/>
            <w:id w:val="-2095688951"/>
            <w:dataBinding w:xpath="/EurolookProperties/DocumentVersion" w:storeItemID="{D3EA5527-7367-4268-9D83-5125C98D0ED2}"/>
            <w:text w:multiLine="1"/>
          </w:sdtPr>
          <w:sdtEndPr/>
          <w:sdtContent>
            <w:r w:rsidR="00EB727D" w:rsidRPr="00600E84">
              <w:rPr>
                <w:sz w:val="16"/>
                <w:lang w:val="en-US" w:eastAsia="en-GB"/>
              </w:rPr>
              <w:t>3.2</w:t>
            </w:r>
            <w:r w:rsidR="00EB727D">
              <w:rPr>
                <w:sz w:val="16"/>
                <w:lang w:val="en-US" w:eastAsia="en-GB"/>
              </w:rPr>
              <w:t>3</w:t>
            </w:r>
            <w:r w:rsidR="00EB727D" w:rsidRPr="00600E84">
              <w:rPr>
                <w:sz w:val="16"/>
                <w:lang w:val="en-US" w:eastAsia="en-GB"/>
              </w:rPr>
              <w:t xml:space="preserve"> EN</w:t>
            </w:r>
          </w:sdtContent>
        </w:sdt>
        <w:r w:rsidR="00546313" w:rsidRPr="00546313">
          <w:rPr>
            <w:sz w:val="16"/>
            <w:lang w:val="en-US" w:eastAsia="en-GB"/>
          </w:rPr>
          <w:t xml:space="preserve"> </w:t>
        </w:r>
        <w:sdt>
          <w:sdtPr>
            <w:rPr>
              <w:noProof/>
              <w:sz w:val="16"/>
              <w:lang w:val="en-US" w:eastAsia="en-GB"/>
            </w:rPr>
            <w:id w:val="-779408889"/>
            <w:dataBinding w:xpath="/Texts/TechFooterDated" w:storeItemID="{4EF90DE6-88B6-4264-9629-4D8DFDFE87D2}"/>
            <w:text w:multiLine="1"/>
          </w:sdtPr>
          <w:sdtEndPr/>
          <w:sdtContent>
            <w:r w:rsidR="00546313" w:rsidRPr="00546313">
              <w:rPr>
                <w:noProof/>
                <w:sz w:val="16"/>
                <w:lang w:val="en-US" w:eastAsia="en-GB"/>
              </w:rPr>
              <w:t>dated</w:t>
            </w:r>
          </w:sdtContent>
        </w:sdt>
        <w:r w:rsidR="00546313" w:rsidRPr="00546313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fr-BE" w:eastAsia="en-GB"/>
            </w:rPr>
            <w:alias w:val=""/>
            <w:id w:val="-1951471778"/>
            <w:dataBinding w:xpath="/EurolookProperties/DocumentDate" w:storeItemID="{D3EA5527-7367-4268-9D83-5125C98D0ED2}"/>
            <w:date w:fullDate="2025-01-08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r w:rsidR="00EB727D">
              <w:rPr>
                <w:sz w:val="16"/>
                <w:lang w:eastAsia="en-GB"/>
              </w:rPr>
              <w:t>08/01/2025</w:t>
            </w:r>
          </w:sdtContent>
        </w:sdt>
      </w:p>
      <w:p w14:paraId="1F9686E7" w14:textId="5923FB27" w:rsidR="007C4651" w:rsidRPr="00546313" w:rsidRDefault="00546313" w:rsidP="00546313">
        <w:pPr>
          <w:ind w:right="-567"/>
          <w:jc w:val="both"/>
          <w:rPr>
            <w:sz w:val="16"/>
            <w:lang w:val="en-US" w:eastAsia="en-GB"/>
          </w:rPr>
        </w:pPr>
        <w:r w:rsidRPr="00546313">
          <w:rPr>
            <w:sz w:val="16"/>
            <w:lang w:eastAsia="en-GB"/>
          </w:rPr>
          <w:t>Confidentiality</w:t>
        </w:r>
        <w:r w:rsidRPr="00546313">
          <w:rPr>
            <w:sz w:val="16"/>
            <w:lang w:val="en-US" w:eastAsia="en-GB"/>
          </w:rPr>
          <w:t xml:space="preserve">: </w:t>
        </w:r>
        <w:sdt>
          <w:sdtPr>
            <w:rPr>
              <w:bCs/>
              <w:sz w:val="16"/>
              <w:szCs w:val="16"/>
            </w:rPr>
            <w:alias w:val="Confidentiality"/>
            <w:tag w:val="Confidentiality"/>
            <w:id w:val="1609701656"/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comboBox w:lastValue="Commission use (CU)">
              <w:listItem w:value="Select the confidentiality classification level here."/>
              <w:listItem w:displayText="Sensitive non-classified (SNC)" w:value="Sensitive non-classified (SNC)"/>
              <w:listItem w:displayText="Commission use (CU)" w:value="Commission use (CU)"/>
              <w:listItem w:displayText="Publicly available (PA)" w:value="Publicly available (PA)"/>
            </w:comboBox>
          </w:sdtPr>
          <w:sdtEndPr/>
          <w:sdtContent>
            <w:r w:rsidR="002843EE">
              <w:rPr>
                <w:bCs/>
                <w:sz w:val="16"/>
                <w:szCs w:val="16"/>
              </w:rPr>
              <w:t>Commission use (CU)</w:t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14C11" w14:textId="77777777" w:rsidR="00533CB1" w:rsidRDefault="00533CB1">
      <w:r>
        <w:separator/>
      </w:r>
    </w:p>
  </w:footnote>
  <w:footnote w:type="continuationSeparator" w:id="0">
    <w:p w14:paraId="2C1D9E3C" w14:textId="77777777" w:rsidR="00533CB1" w:rsidRDefault="00533CB1">
      <w:r>
        <w:continuationSeparator/>
      </w:r>
    </w:p>
  </w:footnote>
  <w:footnote w:type="continuationNotice" w:id="1">
    <w:p w14:paraId="0EE615EE" w14:textId="77777777" w:rsidR="00533CB1" w:rsidRDefault="00533C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D8396" w14:textId="77777777" w:rsidR="007C4651" w:rsidRPr="00A34628" w:rsidRDefault="007C4651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58A07C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0611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69A79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64B3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BA02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B6B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0660B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2B22E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A69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FF4A6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44053"/>
    <w:multiLevelType w:val="hybridMultilevel"/>
    <w:tmpl w:val="ECA8A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F75E92"/>
    <w:multiLevelType w:val="multilevel"/>
    <w:tmpl w:val="08E0E8B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E5B74A6"/>
    <w:multiLevelType w:val="hybridMultilevel"/>
    <w:tmpl w:val="8D62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0F2261"/>
    <w:multiLevelType w:val="hybridMultilevel"/>
    <w:tmpl w:val="53960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911D3D"/>
    <w:multiLevelType w:val="hybridMultilevel"/>
    <w:tmpl w:val="B61CE6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B71B6F"/>
    <w:multiLevelType w:val="hybridMultilevel"/>
    <w:tmpl w:val="C694B4F0"/>
    <w:lvl w:ilvl="0" w:tplc="FFFFFFFF">
      <w:start w:val="1"/>
      <w:numFmt w:val="bullet"/>
      <w:lvlText w:val=""/>
      <w:lvlJc w:val="left"/>
      <w:pPr>
        <w:tabs>
          <w:tab w:val="num" w:pos="644"/>
        </w:tabs>
        <w:ind w:left="624" w:hanging="34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1BE42789"/>
    <w:multiLevelType w:val="hybridMultilevel"/>
    <w:tmpl w:val="9C4A6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7B3F25"/>
    <w:multiLevelType w:val="hybridMultilevel"/>
    <w:tmpl w:val="45984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AF567B"/>
    <w:multiLevelType w:val="hybridMultilevel"/>
    <w:tmpl w:val="923C8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F649D7"/>
    <w:multiLevelType w:val="hybridMultilevel"/>
    <w:tmpl w:val="24320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B216CC"/>
    <w:multiLevelType w:val="hybridMultilevel"/>
    <w:tmpl w:val="88EC4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12135C"/>
    <w:multiLevelType w:val="hybridMultilevel"/>
    <w:tmpl w:val="C8804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B45985"/>
    <w:multiLevelType w:val="hybridMultilevel"/>
    <w:tmpl w:val="A566B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AD06E8"/>
    <w:multiLevelType w:val="hybridMultilevel"/>
    <w:tmpl w:val="255A5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B8777A"/>
    <w:multiLevelType w:val="hybridMultilevel"/>
    <w:tmpl w:val="B0A889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42024D"/>
    <w:multiLevelType w:val="hybridMultilevel"/>
    <w:tmpl w:val="FD08D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D43E5F"/>
    <w:multiLevelType w:val="hybridMultilevel"/>
    <w:tmpl w:val="FA64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C21804"/>
    <w:multiLevelType w:val="hybridMultilevel"/>
    <w:tmpl w:val="2996AB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1A51E8"/>
    <w:multiLevelType w:val="hybridMultilevel"/>
    <w:tmpl w:val="A34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B2050C"/>
    <w:multiLevelType w:val="hybridMultilevel"/>
    <w:tmpl w:val="A7504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7665CD"/>
    <w:multiLevelType w:val="hybridMultilevel"/>
    <w:tmpl w:val="62584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85580E"/>
    <w:multiLevelType w:val="hybridMultilevel"/>
    <w:tmpl w:val="BF104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7C645B"/>
    <w:multiLevelType w:val="hybridMultilevel"/>
    <w:tmpl w:val="92DA5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3E78EE"/>
    <w:multiLevelType w:val="hybridMultilevel"/>
    <w:tmpl w:val="043E13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C2748E0"/>
    <w:multiLevelType w:val="hybridMultilevel"/>
    <w:tmpl w:val="020A7C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CB6090"/>
    <w:multiLevelType w:val="hybridMultilevel"/>
    <w:tmpl w:val="799E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1A62C4"/>
    <w:multiLevelType w:val="singleLevel"/>
    <w:tmpl w:val="B54A8B24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</w:abstractNum>
  <w:abstractNum w:abstractNumId="37" w15:restartNumberingAfterBreak="0">
    <w:nsid w:val="5A734303"/>
    <w:multiLevelType w:val="hybridMultilevel"/>
    <w:tmpl w:val="0052A59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786B86"/>
    <w:multiLevelType w:val="multilevel"/>
    <w:tmpl w:val="B0B8F0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5B035677"/>
    <w:multiLevelType w:val="hybridMultilevel"/>
    <w:tmpl w:val="C908D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016D02"/>
    <w:multiLevelType w:val="hybridMultilevel"/>
    <w:tmpl w:val="4BE4C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581865"/>
    <w:multiLevelType w:val="hybridMultilevel"/>
    <w:tmpl w:val="2F60B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4037DB"/>
    <w:multiLevelType w:val="hybridMultilevel"/>
    <w:tmpl w:val="246A6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0E3327"/>
    <w:multiLevelType w:val="hybridMultilevel"/>
    <w:tmpl w:val="3DD47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DA10C6"/>
    <w:multiLevelType w:val="hybridMultilevel"/>
    <w:tmpl w:val="5D12D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E13283"/>
    <w:multiLevelType w:val="hybridMultilevel"/>
    <w:tmpl w:val="2124A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9534861">
    <w:abstractNumId w:val="8"/>
  </w:num>
  <w:num w:numId="2" w16cid:durableId="751124714">
    <w:abstractNumId w:val="3"/>
  </w:num>
  <w:num w:numId="3" w16cid:durableId="542444785">
    <w:abstractNumId w:val="2"/>
  </w:num>
  <w:num w:numId="4" w16cid:durableId="1823766767">
    <w:abstractNumId w:val="11"/>
  </w:num>
  <w:num w:numId="5" w16cid:durableId="1050572496">
    <w:abstractNumId w:val="36"/>
  </w:num>
  <w:num w:numId="6" w16cid:durableId="1071120420">
    <w:abstractNumId w:val="15"/>
  </w:num>
  <w:num w:numId="7" w16cid:durableId="1118450522">
    <w:abstractNumId w:val="24"/>
  </w:num>
  <w:num w:numId="8" w16cid:durableId="1211725325">
    <w:abstractNumId w:val="37"/>
  </w:num>
  <w:num w:numId="9" w16cid:durableId="1392576726">
    <w:abstractNumId w:val="16"/>
  </w:num>
  <w:num w:numId="10" w16cid:durableId="1967933481">
    <w:abstractNumId w:val="34"/>
  </w:num>
  <w:num w:numId="11" w16cid:durableId="224217612">
    <w:abstractNumId w:val="27"/>
  </w:num>
  <w:num w:numId="12" w16cid:durableId="1447775554">
    <w:abstractNumId w:val="14"/>
  </w:num>
  <w:num w:numId="13" w16cid:durableId="1998223085">
    <w:abstractNumId w:val="18"/>
  </w:num>
  <w:num w:numId="14" w16cid:durableId="1619683921">
    <w:abstractNumId w:val="31"/>
  </w:num>
  <w:num w:numId="15" w16cid:durableId="386612154">
    <w:abstractNumId w:val="35"/>
  </w:num>
  <w:num w:numId="16" w16cid:durableId="973871571">
    <w:abstractNumId w:val="12"/>
  </w:num>
  <w:num w:numId="17" w16cid:durableId="1787698579">
    <w:abstractNumId w:val="10"/>
  </w:num>
  <w:num w:numId="18" w16cid:durableId="952632357">
    <w:abstractNumId w:val="20"/>
  </w:num>
  <w:num w:numId="19" w16cid:durableId="1193953645">
    <w:abstractNumId w:val="42"/>
  </w:num>
  <w:num w:numId="20" w16cid:durableId="2010135088">
    <w:abstractNumId w:val="43"/>
  </w:num>
  <w:num w:numId="21" w16cid:durableId="1052270859">
    <w:abstractNumId w:val="44"/>
  </w:num>
  <w:num w:numId="22" w16cid:durableId="1345784854">
    <w:abstractNumId w:val="29"/>
  </w:num>
  <w:num w:numId="23" w16cid:durableId="35013568">
    <w:abstractNumId w:val="19"/>
  </w:num>
  <w:num w:numId="24" w16cid:durableId="787356301">
    <w:abstractNumId w:val="25"/>
  </w:num>
  <w:num w:numId="25" w16cid:durableId="1077049866">
    <w:abstractNumId w:val="45"/>
  </w:num>
  <w:num w:numId="26" w16cid:durableId="828448126">
    <w:abstractNumId w:val="23"/>
  </w:num>
  <w:num w:numId="27" w16cid:durableId="1925188692">
    <w:abstractNumId w:val="32"/>
  </w:num>
  <w:num w:numId="28" w16cid:durableId="203712533">
    <w:abstractNumId w:val="21"/>
  </w:num>
  <w:num w:numId="29" w16cid:durableId="893809345">
    <w:abstractNumId w:val="40"/>
  </w:num>
  <w:num w:numId="30" w16cid:durableId="267322964">
    <w:abstractNumId w:val="39"/>
  </w:num>
  <w:num w:numId="31" w16cid:durableId="1820922602">
    <w:abstractNumId w:val="33"/>
  </w:num>
  <w:num w:numId="32" w16cid:durableId="1830563026">
    <w:abstractNumId w:val="30"/>
  </w:num>
  <w:num w:numId="33" w16cid:durableId="2133983585">
    <w:abstractNumId w:val="9"/>
  </w:num>
  <w:num w:numId="34" w16cid:durableId="1649020699">
    <w:abstractNumId w:val="7"/>
  </w:num>
  <w:num w:numId="35" w16cid:durableId="1089085978">
    <w:abstractNumId w:val="6"/>
  </w:num>
  <w:num w:numId="36" w16cid:durableId="570310349">
    <w:abstractNumId w:val="5"/>
  </w:num>
  <w:num w:numId="37" w16cid:durableId="1465928678">
    <w:abstractNumId w:val="4"/>
  </w:num>
  <w:num w:numId="38" w16cid:durableId="1000153930">
    <w:abstractNumId w:val="1"/>
  </w:num>
  <w:num w:numId="39" w16cid:durableId="699361441">
    <w:abstractNumId w:val="0"/>
  </w:num>
  <w:num w:numId="40" w16cid:durableId="2085294686">
    <w:abstractNumId w:val="17"/>
  </w:num>
  <w:num w:numId="41" w16cid:durableId="1789154993">
    <w:abstractNumId w:val="22"/>
  </w:num>
  <w:num w:numId="42" w16cid:durableId="577129983">
    <w:abstractNumId w:val="26"/>
  </w:num>
  <w:num w:numId="43" w16cid:durableId="386689905">
    <w:abstractNumId w:val="28"/>
  </w:num>
  <w:num w:numId="44" w16cid:durableId="989601829">
    <w:abstractNumId w:val="13"/>
  </w:num>
  <w:num w:numId="45" w16cid:durableId="882056160">
    <w:abstractNumId w:val="41"/>
  </w:num>
  <w:num w:numId="46" w16cid:durableId="581334597">
    <w:abstractNumId w:val="38"/>
  </w:num>
  <w:num w:numId="47" w16cid:durableId="1850439863">
    <w:abstractNumId w:val="38"/>
  </w:num>
  <w:num w:numId="48" w16cid:durableId="582376947">
    <w:abstractNumId w:val="38"/>
  </w:num>
  <w:num w:numId="49" w16cid:durableId="2026974595">
    <w:abstractNumId w:val="38"/>
  </w:num>
  <w:num w:numId="50" w16cid:durableId="985670196">
    <w:abstractNumId w:val="3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Btext1" w:val="alalal koko"/>
  </w:docVars>
  <w:rsids>
    <w:rsidRoot w:val="006F2A8A"/>
    <w:rsid w:val="00000FFB"/>
    <w:rsid w:val="000055FD"/>
    <w:rsid w:val="0001120D"/>
    <w:rsid w:val="00012551"/>
    <w:rsid w:val="000151B4"/>
    <w:rsid w:val="0001775A"/>
    <w:rsid w:val="00020879"/>
    <w:rsid w:val="000218E7"/>
    <w:rsid w:val="00023ECE"/>
    <w:rsid w:val="00027E37"/>
    <w:rsid w:val="000300E5"/>
    <w:rsid w:val="00030C20"/>
    <w:rsid w:val="00031A37"/>
    <w:rsid w:val="000327D5"/>
    <w:rsid w:val="0003506B"/>
    <w:rsid w:val="000365C8"/>
    <w:rsid w:val="000369EB"/>
    <w:rsid w:val="000372A7"/>
    <w:rsid w:val="00040E76"/>
    <w:rsid w:val="000433A4"/>
    <w:rsid w:val="0004645F"/>
    <w:rsid w:val="00050CB5"/>
    <w:rsid w:val="000520CE"/>
    <w:rsid w:val="000529BA"/>
    <w:rsid w:val="00057B37"/>
    <w:rsid w:val="00061050"/>
    <w:rsid w:val="000622F3"/>
    <w:rsid w:val="0006367C"/>
    <w:rsid w:val="00064623"/>
    <w:rsid w:val="00064EF6"/>
    <w:rsid w:val="0006643A"/>
    <w:rsid w:val="00067040"/>
    <w:rsid w:val="000704C3"/>
    <w:rsid w:val="00070A4B"/>
    <w:rsid w:val="00071C36"/>
    <w:rsid w:val="000760AA"/>
    <w:rsid w:val="0007645F"/>
    <w:rsid w:val="00076562"/>
    <w:rsid w:val="00086978"/>
    <w:rsid w:val="00087C10"/>
    <w:rsid w:val="00092880"/>
    <w:rsid w:val="0009436C"/>
    <w:rsid w:val="000952ED"/>
    <w:rsid w:val="000A29D7"/>
    <w:rsid w:val="000A3C8A"/>
    <w:rsid w:val="000A4E4E"/>
    <w:rsid w:val="000A690A"/>
    <w:rsid w:val="000A796C"/>
    <w:rsid w:val="000B124C"/>
    <w:rsid w:val="000B43F9"/>
    <w:rsid w:val="000B73AD"/>
    <w:rsid w:val="000C0E3E"/>
    <w:rsid w:val="000C133A"/>
    <w:rsid w:val="000C5078"/>
    <w:rsid w:val="000C521B"/>
    <w:rsid w:val="000C736B"/>
    <w:rsid w:val="000D033A"/>
    <w:rsid w:val="000D03FA"/>
    <w:rsid w:val="000D247B"/>
    <w:rsid w:val="000D2603"/>
    <w:rsid w:val="000D40F3"/>
    <w:rsid w:val="000D5030"/>
    <w:rsid w:val="000D7BDC"/>
    <w:rsid w:val="000E072F"/>
    <w:rsid w:val="000E2C39"/>
    <w:rsid w:val="000E35D6"/>
    <w:rsid w:val="000E484C"/>
    <w:rsid w:val="000E5321"/>
    <w:rsid w:val="000E6030"/>
    <w:rsid w:val="000E7943"/>
    <w:rsid w:val="000F035B"/>
    <w:rsid w:val="000F254D"/>
    <w:rsid w:val="000F5769"/>
    <w:rsid w:val="001037C3"/>
    <w:rsid w:val="0010543D"/>
    <w:rsid w:val="00110FEC"/>
    <w:rsid w:val="00120CDC"/>
    <w:rsid w:val="00123997"/>
    <w:rsid w:val="001263D0"/>
    <w:rsid w:val="0012758C"/>
    <w:rsid w:val="0013035A"/>
    <w:rsid w:val="00131D41"/>
    <w:rsid w:val="00133125"/>
    <w:rsid w:val="00135C26"/>
    <w:rsid w:val="0013716F"/>
    <w:rsid w:val="00137185"/>
    <w:rsid w:val="00137F30"/>
    <w:rsid w:val="0014000C"/>
    <w:rsid w:val="00140ED6"/>
    <w:rsid w:val="0014254B"/>
    <w:rsid w:val="00142E56"/>
    <w:rsid w:val="00144A64"/>
    <w:rsid w:val="00145EA2"/>
    <w:rsid w:val="001466AD"/>
    <w:rsid w:val="0014747D"/>
    <w:rsid w:val="00153191"/>
    <w:rsid w:val="00157872"/>
    <w:rsid w:val="00157A36"/>
    <w:rsid w:val="00160E07"/>
    <w:rsid w:val="001629DD"/>
    <w:rsid w:val="00162B5E"/>
    <w:rsid w:val="00163A1E"/>
    <w:rsid w:val="00163E85"/>
    <w:rsid w:val="0016441E"/>
    <w:rsid w:val="00164890"/>
    <w:rsid w:val="00165870"/>
    <w:rsid w:val="00165C6E"/>
    <w:rsid w:val="0016701E"/>
    <w:rsid w:val="00170823"/>
    <w:rsid w:val="001716AE"/>
    <w:rsid w:val="00171748"/>
    <w:rsid w:val="00172B6E"/>
    <w:rsid w:val="001733ED"/>
    <w:rsid w:val="00173697"/>
    <w:rsid w:val="00173AFC"/>
    <w:rsid w:val="0017439C"/>
    <w:rsid w:val="00175A1D"/>
    <w:rsid w:val="00182421"/>
    <w:rsid w:val="0018381C"/>
    <w:rsid w:val="001847DE"/>
    <w:rsid w:val="00184821"/>
    <w:rsid w:val="00192E6F"/>
    <w:rsid w:val="00193AEF"/>
    <w:rsid w:val="001948C4"/>
    <w:rsid w:val="00195693"/>
    <w:rsid w:val="00196345"/>
    <w:rsid w:val="00196DFE"/>
    <w:rsid w:val="00197391"/>
    <w:rsid w:val="001A0299"/>
    <w:rsid w:val="001A06E9"/>
    <w:rsid w:val="001A14BE"/>
    <w:rsid w:val="001A26A1"/>
    <w:rsid w:val="001A2F19"/>
    <w:rsid w:val="001A6C62"/>
    <w:rsid w:val="001B055F"/>
    <w:rsid w:val="001B1676"/>
    <w:rsid w:val="001B2A23"/>
    <w:rsid w:val="001B2C1A"/>
    <w:rsid w:val="001B33A2"/>
    <w:rsid w:val="001B3C99"/>
    <w:rsid w:val="001B4F20"/>
    <w:rsid w:val="001C2A42"/>
    <w:rsid w:val="001C2CE1"/>
    <w:rsid w:val="001C3DE9"/>
    <w:rsid w:val="001C49DF"/>
    <w:rsid w:val="001C4B4F"/>
    <w:rsid w:val="001C74AF"/>
    <w:rsid w:val="001C7793"/>
    <w:rsid w:val="001C7D5B"/>
    <w:rsid w:val="001C7EF4"/>
    <w:rsid w:val="001D0E7A"/>
    <w:rsid w:val="001D35F0"/>
    <w:rsid w:val="001D3A7E"/>
    <w:rsid w:val="001D6809"/>
    <w:rsid w:val="001D7B67"/>
    <w:rsid w:val="001D7DE4"/>
    <w:rsid w:val="001E0DA7"/>
    <w:rsid w:val="001E1486"/>
    <w:rsid w:val="001E3618"/>
    <w:rsid w:val="001E6E7D"/>
    <w:rsid w:val="001E787F"/>
    <w:rsid w:val="001F03BE"/>
    <w:rsid w:val="001F2C12"/>
    <w:rsid w:val="001F3B7C"/>
    <w:rsid w:val="001F3EDC"/>
    <w:rsid w:val="001F43A4"/>
    <w:rsid w:val="001F4FE5"/>
    <w:rsid w:val="001F70CD"/>
    <w:rsid w:val="001F7C04"/>
    <w:rsid w:val="001F7C50"/>
    <w:rsid w:val="00201C8A"/>
    <w:rsid w:val="00202F41"/>
    <w:rsid w:val="002034CF"/>
    <w:rsid w:val="00203F4A"/>
    <w:rsid w:val="002069B5"/>
    <w:rsid w:val="0020707A"/>
    <w:rsid w:val="00211A10"/>
    <w:rsid w:val="00212420"/>
    <w:rsid w:val="00213819"/>
    <w:rsid w:val="0022112A"/>
    <w:rsid w:val="002226B6"/>
    <w:rsid w:val="00223324"/>
    <w:rsid w:val="002239F3"/>
    <w:rsid w:val="0022457D"/>
    <w:rsid w:val="00224B10"/>
    <w:rsid w:val="0022604F"/>
    <w:rsid w:val="0022671D"/>
    <w:rsid w:val="00231381"/>
    <w:rsid w:val="00233475"/>
    <w:rsid w:val="0023524A"/>
    <w:rsid w:val="00236353"/>
    <w:rsid w:val="00236662"/>
    <w:rsid w:val="002368E2"/>
    <w:rsid w:val="00240DB0"/>
    <w:rsid w:val="002465B3"/>
    <w:rsid w:val="00247C73"/>
    <w:rsid w:val="00251875"/>
    <w:rsid w:val="00251CEB"/>
    <w:rsid w:val="002532E5"/>
    <w:rsid w:val="00263393"/>
    <w:rsid w:val="00265CA9"/>
    <w:rsid w:val="00270C93"/>
    <w:rsid w:val="0027112B"/>
    <w:rsid w:val="002729E3"/>
    <w:rsid w:val="002761E7"/>
    <w:rsid w:val="00276457"/>
    <w:rsid w:val="00281506"/>
    <w:rsid w:val="00282732"/>
    <w:rsid w:val="002843EE"/>
    <w:rsid w:val="0028620B"/>
    <w:rsid w:val="00286F1B"/>
    <w:rsid w:val="00287361"/>
    <w:rsid w:val="00293747"/>
    <w:rsid w:val="00296B45"/>
    <w:rsid w:val="002A4639"/>
    <w:rsid w:val="002B0711"/>
    <w:rsid w:val="002B19C3"/>
    <w:rsid w:val="002B5542"/>
    <w:rsid w:val="002B64F8"/>
    <w:rsid w:val="002B73A8"/>
    <w:rsid w:val="002C036B"/>
    <w:rsid w:val="002C06FE"/>
    <w:rsid w:val="002C09AB"/>
    <w:rsid w:val="002C1A6D"/>
    <w:rsid w:val="002C1EE9"/>
    <w:rsid w:val="002C26C5"/>
    <w:rsid w:val="002C2E2B"/>
    <w:rsid w:val="002C4048"/>
    <w:rsid w:val="002C701C"/>
    <w:rsid w:val="002C7B7D"/>
    <w:rsid w:val="002D2746"/>
    <w:rsid w:val="002D4AEF"/>
    <w:rsid w:val="002D6A55"/>
    <w:rsid w:val="002E0F0C"/>
    <w:rsid w:val="002E22DA"/>
    <w:rsid w:val="002E3053"/>
    <w:rsid w:val="002E4158"/>
    <w:rsid w:val="002E6C3B"/>
    <w:rsid w:val="002F3AEF"/>
    <w:rsid w:val="002F3FFA"/>
    <w:rsid w:val="002F444C"/>
    <w:rsid w:val="002F5552"/>
    <w:rsid w:val="00300D09"/>
    <w:rsid w:val="0030426A"/>
    <w:rsid w:val="0030495B"/>
    <w:rsid w:val="00305336"/>
    <w:rsid w:val="00305D03"/>
    <w:rsid w:val="00306B1A"/>
    <w:rsid w:val="00311F95"/>
    <w:rsid w:val="00312FCD"/>
    <w:rsid w:val="00314DBC"/>
    <w:rsid w:val="00323371"/>
    <w:rsid w:val="003252B9"/>
    <w:rsid w:val="00326F33"/>
    <w:rsid w:val="00330D25"/>
    <w:rsid w:val="00331EC2"/>
    <w:rsid w:val="00332569"/>
    <w:rsid w:val="0034176A"/>
    <w:rsid w:val="00343038"/>
    <w:rsid w:val="00346A5E"/>
    <w:rsid w:val="00346BD9"/>
    <w:rsid w:val="0035072C"/>
    <w:rsid w:val="003507BC"/>
    <w:rsid w:val="00351E8E"/>
    <w:rsid w:val="00355D95"/>
    <w:rsid w:val="00356C8C"/>
    <w:rsid w:val="0036650B"/>
    <w:rsid w:val="00367FBD"/>
    <w:rsid w:val="00372157"/>
    <w:rsid w:val="00374ECA"/>
    <w:rsid w:val="00375DB2"/>
    <w:rsid w:val="003770E9"/>
    <w:rsid w:val="00380B78"/>
    <w:rsid w:val="00380B9F"/>
    <w:rsid w:val="003815CC"/>
    <w:rsid w:val="00381823"/>
    <w:rsid w:val="00381CA0"/>
    <w:rsid w:val="00384027"/>
    <w:rsid w:val="00384029"/>
    <w:rsid w:val="00384500"/>
    <w:rsid w:val="0038456F"/>
    <w:rsid w:val="003854A4"/>
    <w:rsid w:val="00385AE2"/>
    <w:rsid w:val="003872FD"/>
    <w:rsid w:val="003911CC"/>
    <w:rsid w:val="00392449"/>
    <w:rsid w:val="00397138"/>
    <w:rsid w:val="003979CD"/>
    <w:rsid w:val="003A0BCF"/>
    <w:rsid w:val="003A26E3"/>
    <w:rsid w:val="003A391C"/>
    <w:rsid w:val="003A505B"/>
    <w:rsid w:val="003B30E8"/>
    <w:rsid w:val="003B4898"/>
    <w:rsid w:val="003B551A"/>
    <w:rsid w:val="003B5918"/>
    <w:rsid w:val="003C005A"/>
    <w:rsid w:val="003C1C5D"/>
    <w:rsid w:val="003C2329"/>
    <w:rsid w:val="003C26C4"/>
    <w:rsid w:val="003C2BF7"/>
    <w:rsid w:val="003C38B7"/>
    <w:rsid w:val="003C4198"/>
    <w:rsid w:val="003C46D4"/>
    <w:rsid w:val="003C4BF4"/>
    <w:rsid w:val="003C6216"/>
    <w:rsid w:val="003C673C"/>
    <w:rsid w:val="003C799B"/>
    <w:rsid w:val="003D06B7"/>
    <w:rsid w:val="003D0858"/>
    <w:rsid w:val="003D4284"/>
    <w:rsid w:val="003D6AB3"/>
    <w:rsid w:val="003D6FD1"/>
    <w:rsid w:val="003E1BA9"/>
    <w:rsid w:val="003E382A"/>
    <w:rsid w:val="003E3E3C"/>
    <w:rsid w:val="003E5895"/>
    <w:rsid w:val="003E6B68"/>
    <w:rsid w:val="003E6FAC"/>
    <w:rsid w:val="003E7DB4"/>
    <w:rsid w:val="003F3702"/>
    <w:rsid w:val="003F3DBE"/>
    <w:rsid w:val="003F77F5"/>
    <w:rsid w:val="00402400"/>
    <w:rsid w:val="0040580D"/>
    <w:rsid w:val="0040582C"/>
    <w:rsid w:val="004062DB"/>
    <w:rsid w:val="00407B1B"/>
    <w:rsid w:val="0041379C"/>
    <w:rsid w:val="004140E1"/>
    <w:rsid w:val="00414F30"/>
    <w:rsid w:val="004150A9"/>
    <w:rsid w:val="004160BB"/>
    <w:rsid w:val="004179B5"/>
    <w:rsid w:val="00420AE4"/>
    <w:rsid w:val="00426101"/>
    <w:rsid w:val="0042788E"/>
    <w:rsid w:val="0043095E"/>
    <w:rsid w:val="00430B42"/>
    <w:rsid w:val="004339BA"/>
    <w:rsid w:val="00433F9C"/>
    <w:rsid w:val="00434546"/>
    <w:rsid w:val="004358FA"/>
    <w:rsid w:val="00435C90"/>
    <w:rsid w:val="00435FF2"/>
    <w:rsid w:val="004366F7"/>
    <w:rsid w:val="00441349"/>
    <w:rsid w:val="00442D7D"/>
    <w:rsid w:val="00443614"/>
    <w:rsid w:val="0044381E"/>
    <w:rsid w:val="00444F50"/>
    <w:rsid w:val="0044504E"/>
    <w:rsid w:val="00445CDA"/>
    <w:rsid w:val="00446072"/>
    <w:rsid w:val="00447E45"/>
    <w:rsid w:val="00447F99"/>
    <w:rsid w:val="0045046D"/>
    <w:rsid w:val="00450904"/>
    <w:rsid w:val="00451BA3"/>
    <w:rsid w:val="00452477"/>
    <w:rsid w:val="00453BD4"/>
    <w:rsid w:val="00454157"/>
    <w:rsid w:val="00455C16"/>
    <w:rsid w:val="00455D7B"/>
    <w:rsid w:val="00456A17"/>
    <w:rsid w:val="00457B42"/>
    <w:rsid w:val="00460A81"/>
    <w:rsid w:val="0046341A"/>
    <w:rsid w:val="00463943"/>
    <w:rsid w:val="00463EB0"/>
    <w:rsid w:val="00471E82"/>
    <w:rsid w:val="00473129"/>
    <w:rsid w:val="00473815"/>
    <w:rsid w:val="00475323"/>
    <w:rsid w:val="00475EB9"/>
    <w:rsid w:val="00481C1A"/>
    <w:rsid w:val="00482CB4"/>
    <w:rsid w:val="00485432"/>
    <w:rsid w:val="00485D2F"/>
    <w:rsid w:val="00486A51"/>
    <w:rsid w:val="00492E91"/>
    <w:rsid w:val="0049356D"/>
    <w:rsid w:val="004946C0"/>
    <w:rsid w:val="00494C5B"/>
    <w:rsid w:val="004966EC"/>
    <w:rsid w:val="004A68FA"/>
    <w:rsid w:val="004A790D"/>
    <w:rsid w:val="004B08F4"/>
    <w:rsid w:val="004B0FC0"/>
    <w:rsid w:val="004B2A7B"/>
    <w:rsid w:val="004B33D5"/>
    <w:rsid w:val="004B3D70"/>
    <w:rsid w:val="004B4407"/>
    <w:rsid w:val="004B7956"/>
    <w:rsid w:val="004C0B13"/>
    <w:rsid w:val="004C3CF9"/>
    <w:rsid w:val="004C5229"/>
    <w:rsid w:val="004C6043"/>
    <w:rsid w:val="004C6EE7"/>
    <w:rsid w:val="004D240F"/>
    <w:rsid w:val="004D2CDE"/>
    <w:rsid w:val="004D42EF"/>
    <w:rsid w:val="004D4E73"/>
    <w:rsid w:val="004D5F0C"/>
    <w:rsid w:val="004D75EE"/>
    <w:rsid w:val="004D76B0"/>
    <w:rsid w:val="004D7A3B"/>
    <w:rsid w:val="004E0BBC"/>
    <w:rsid w:val="004E0E86"/>
    <w:rsid w:val="004E20C1"/>
    <w:rsid w:val="004E25FE"/>
    <w:rsid w:val="004E3326"/>
    <w:rsid w:val="004E772B"/>
    <w:rsid w:val="004F274B"/>
    <w:rsid w:val="0050233D"/>
    <w:rsid w:val="005056EA"/>
    <w:rsid w:val="00506AE9"/>
    <w:rsid w:val="0051053C"/>
    <w:rsid w:val="00512DD6"/>
    <w:rsid w:val="00517D53"/>
    <w:rsid w:val="00520126"/>
    <w:rsid w:val="00520C9F"/>
    <w:rsid w:val="00523495"/>
    <w:rsid w:val="00524897"/>
    <w:rsid w:val="005250E6"/>
    <w:rsid w:val="005305DA"/>
    <w:rsid w:val="00530EC4"/>
    <w:rsid w:val="005314AD"/>
    <w:rsid w:val="005319E3"/>
    <w:rsid w:val="0053379E"/>
    <w:rsid w:val="00533CB1"/>
    <w:rsid w:val="00534CF6"/>
    <w:rsid w:val="00536287"/>
    <w:rsid w:val="00536304"/>
    <w:rsid w:val="00536FC1"/>
    <w:rsid w:val="00542360"/>
    <w:rsid w:val="005436DC"/>
    <w:rsid w:val="00545EF0"/>
    <w:rsid w:val="00546313"/>
    <w:rsid w:val="00546327"/>
    <w:rsid w:val="0055013A"/>
    <w:rsid w:val="0055454D"/>
    <w:rsid w:val="00557EDF"/>
    <w:rsid w:val="00561171"/>
    <w:rsid w:val="00561345"/>
    <w:rsid w:val="00561505"/>
    <w:rsid w:val="00561A52"/>
    <w:rsid w:val="005627B7"/>
    <w:rsid w:val="00562B20"/>
    <w:rsid w:val="00562C9A"/>
    <w:rsid w:val="00566505"/>
    <w:rsid w:val="005706D6"/>
    <w:rsid w:val="00571835"/>
    <w:rsid w:val="00571D70"/>
    <w:rsid w:val="005752E7"/>
    <w:rsid w:val="0057656D"/>
    <w:rsid w:val="0057718B"/>
    <w:rsid w:val="00582CEA"/>
    <w:rsid w:val="005857E1"/>
    <w:rsid w:val="005863C9"/>
    <w:rsid w:val="0059296E"/>
    <w:rsid w:val="0059344A"/>
    <w:rsid w:val="0059484F"/>
    <w:rsid w:val="00594D4C"/>
    <w:rsid w:val="00596154"/>
    <w:rsid w:val="005A0DA7"/>
    <w:rsid w:val="005A2681"/>
    <w:rsid w:val="005A2EB7"/>
    <w:rsid w:val="005A504E"/>
    <w:rsid w:val="005A5371"/>
    <w:rsid w:val="005A7705"/>
    <w:rsid w:val="005B111C"/>
    <w:rsid w:val="005B2BDA"/>
    <w:rsid w:val="005C00C6"/>
    <w:rsid w:val="005C19C2"/>
    <w:rsid w:val="005C1A57"/>
    <w:rsid w:val="005C2412"/>
    <w:rsid w:val="005C2A7C"/>
    <w:rsid w:val="005C3DB4"/>
    <w:rsid w:val="005C42B4"/>
    <w:rsid w:val="005C45F3"/>
    <w:rsid w:val="005C46D6"/>
    <w:rsid w:val="005C4E5E"/>
    <w:rsid w:val="005C502B"/>
    <w:rsid w:val="005C5EC9"/>
    <w:rsid w:val="005C713D"/>
    <w:rsid w:val="005C7CEE"/>
    <w:rsid w:val="005D1B52"/>
    <w:rsid w:val="005D2742"/>
    <w:rsid w:val="005D33ED"/>
    <w:rsid w:val="005D5A60"/>
    <w:rsid w:val="005D7AF1"/>
    <w:rsid w:val="005E07D8"/>
    <w:rsid w:val="005E1291"/>
    <w:rsid w:val="005E4C5F"/>
    <w:rsid w:val="005E5325"/>
    <w:rsid w:val="005E5974"/>
    <w:rsid w:val="005E7378"/>
    <w:rsid w:val="005F0C47"/>
    <w:rsid w:val="005F4282"/>
    <w:rsid w:val="005F4503"/>
    <w:rsid w:val="005F57E3"/>
    <w:rsid w:val="005F629A"/>
    <w:rsid w:val="005F689D"/>
    <w:rsid w:val="00600C50"/>
    <w:rsid w:val="00600E84"/>
    <w:rsid w:val="00601104"/>
    <w:rsid w:val="00602E79"/>
    <w:rsid w:val="00604F8E"/>
    <w:rsid w:val="00606570"/>
    <w:rsid w:val="00607352"/>
    <w:rsid w:val="006100EA"/>
    <w:rsid w:val="00611372"/>
    <w:rsid w:val="006113C3"/>
    <w:rsid w:val="00614E22"/>
    <w:rsid w:val="006159AA"/>
    <w:rsid w:val="00616011"/>
    <w:rsid w:val="00617720"/>
    <w:rsid w:val="0062138A"/>
    <w:rsid w:val="00622364"/>
    <w:rsid w:val="006227B3"/>
    <w:rsid w:val="006238BD"/>
    <w:rsid w:val="00626868"/>
    <w:rsid w:val="00627318"/>
    <w:rsid w:val="00627EF4"/>
    <w:rsid w:val="00631CFC"/>
    <w:rsid w:val="00631E16"/>
    <w:rsid w:val="006322F4"/>
    <w:rsid w:val="00636178"/>
    <w:rsid w:val="00636449"/>
    <w:rsid w:val="006416DD"/>
    <w:rsid w:val="00642AF1"/>
    <w:rsid w:val="00644C3E"/>
    <w:rsid w:val="006510C3"/>
    <w:rsid w:val="00651125"/>
    <w:rsid w:val="00654A9C"/>
    <w:rsid w:val="00655096"/>
    <w:rsid w:val="00656713"/>
    <w:rsid w:val="00656A41"/>
    <w:rsid w:val="00657334"/>
    <w:rsid w:val="00657BA7"/>
    <w:rsid w:val="00661672"/>
    <w:rsid w:val="00662CDB"/>
    <w:rsid w:val="00663039"/>
    <w:rsid w:val="00665375"/>
    <w:rsid w:val="006656C1"/>
    <w:rsid w:val="006666BE"/>
    <w:rsid w:val="0067517C"/>
    <w:rsid w:val="00676D6E"/>
    <w:rsid w:val="00676EDC"/>
    <w:rsid w:val="006803F6"/>
    <w:rsid w:val="00680E7A"/>
    <w:rsid w:val="0068320A"/>
    <w:rsid w:val="00683950"/>
    <w:rsid w:val="0068409F"/>
    <w:rsid w:val="00684C89"/>
    <w:rsid w:val="00684CCC"/>
    <w:rsid w:val="00687644"/>
    <w:rsid w:val="00690AD9"/>
    <w:rsid w:val="00691037"/>
    <w:rsid w:val="00693115"/>
    <w:rsid w:val="006947AB"/>
    <w:rsid w:val="00694F32"/>
    <w:rsid w:val="006A0BF5"/>
    <w:rsid w:val="006A2BAF"/>
    <w:rsid w:val="006A33DF"/>
    <w:rsid w:val="006A5E68"/>
    <w:rsid w:val="006B119A"/>
    <w:rsid w:val="006B196C"/>
    <w:rsid w:val="006B2965"/>
    <w:rsid w:val="006B37C3"/>
    <w:rsid w:val="006B49A2"/>
    <w:rsid w:val="006C67D3"/>
    <w:rsid w:val="006D3185"/>
    <w:rsid w:val="006D3477"/>
    <w:rsid w:val="006D3CAB"/>
    <w:rsid w:val="006D4390"/>
    <w:rsid w:val="006E1CC0"/>
    <w:rsid w:val="006E1F4C"/>
    <w:rsid w:val="006E22CF"/>
    <w:rsid w:val="006E33BC"/>
    <w:rsid w:val="006E44C0"/>
    <w:rsid w:val="006E683B"/>
    <w:rsid w:val="006F0E19"/>
    <w:rsid w:val="006F2A8A"/>
    <w:rsid w:val="006F3360"/>
    <w:rsid w:val="006F5B4A"/>
    <w:rsid w:val="006F6D7B"/>
    <w:rsid w:val="006F6F5E"/>
    <w:rsid w:val="006F6F83"/>
    <w:rsid w:val="007000D7"/>
    <w:rsid w:val="00700D1E"/>
    <w:rsid w:val="007025B7"/>
    <w:rsid w:val="007026A5"/>
    <w:rsid w:val="00706CC8"/>
    <w:rsid w:val="00707F64"/>
    <w:rsid w:val="0071219D"/>
    <w:rsid w:val="007121D3"/>
    <w:rsid w:val="00712391"/>
    <w:rsid w:val="00712717"/>
    <w:rsid w:val="00712B80"/>
    <w:rsid w:val="0071623B"/>
    <w:rsid w:val="00716784"/>
    <w:rsid w:val="007210D6"/>
    <w:rsid w:val="00731CB6"/>
    <w:rsid w:val="007342CC"/>
    <w:rsid w:val="00734EA9"/>
    <w:rsid w:val="00736C79"/>
    <w:rsid w:val="00736DD0"/>
    <w:rsid w:val="007420D3"/>
    <w:rsid w:val="0074288A"/>
    <w:rsid w:val="007431E1"/>
    <w:rsid w:val="00744E09"/>
    <w:rsid w:val="007456C8"/>
    <w:rsid w:val="00746DB9"/>
    <w:rsid w:val="007533A9"/>
    <w:rsid w:val="00754E6D"/>
    <w:rsid w:val="00757910"/>
    <w:rsid w:val="00760037"/>
    <w:rsid w:val="00760120"/>
    <w:rsid w:val="007601CD"/>
    <w:rsid w:val="0076174B"/>
    <w:rsid w:val="007631AA"/>
    <w:rsid w:val="007641F5"/>
    <w:rsid w:val="007646EE"/>
    <w:rsid w:val="007661FD"/>
    <w:rsid w:val="00766660"/>
    <w:rsid w:val="0077008A"/>
    <w:rsid w:val="00770F47"/>
    <w:rsid w:val="00773373"/>
    <w:rsid w:val="0077673E"/>
    <w:rsid w:val="007827DA"/>
    <w:rsid w:val="0078329D"/>
    <w:rsid w:val="007840A2"/>
    <w:rsid w:val="007855F3"/>
    <w:rsid w:val="00785D3B"/>
    <w:rsid w:val="0078779A"/>
    <w:rsid w:val="00795B20"/>
    <w:rsid w:val="007A018A"/>
    <w:rsid w:val="007A036D"/>
    <w:rsid w:val="007A0696"/>
    <w:rsid w:val="007A3DF9"/>
    <w:rsid w:val="007A568F"/>
    <w:rsid w:val="007A6760"/>
    <w:rsid w:val="007B0FE6"/>
    <w:rsid w:val="007B1762"/>
    <w:rsid w:val="007B29E3"/>
    <w:rsid w:val="007B3CC6"/>
    <w:rsid w:val="007B4EB1"/>
    <w:rsid w:val="007B69AC"/>
    <w:rsid w:val="007C13F0"/>
    <w:rsid w:val="007C2C8D"/>
    <w:rsid w:val="007C4651"/>
    <w:rsid w:val="007C5B48"/>
    <w:rsid w:val="007C7B16"/>
    <w:rsid w:val="007D03C5"/>
    <w:rsid w:val="007D48B9"/>
    <w:rsid w:val="007D60C1"/>
    <w:rsid w:val="007D69F3"/>
    <w:rsid w:val="007D746A"/>
    <w:rsid w:val="007E32BA"/>
    <w:rsid w:val="007E49CD"/>
    <w:rsid w:val="007E7D01"/>
    <w:rsid w:val="007F1D69"/>
    <w:rsid w:val="007F5116"/>
    <w:rsid w:val="00801336"/>
    <w:rsid w:val="008022E8"/>
    <w:rsid w:val="00803CAA"/>
    <w:rsid w:val="008061EA"/>
    <w:rsid w:val="00807BD8"/>
    <w:rsid w:val="008112C7"/>
    <w:rsid w:val="00811A7A"/>
    <w:rsid w:val="00811E39"/>
    <w:rsid w:val="0081392D"/>
    <w:rsid w:val="00813D9F"/>
    <w:rsid w:val="00820E2A"/>
    <w:rsid w:val="00827BC0"/>
    <w:rsid w:val="00831A9B"/>
    <w:rsid w:val="008333A9"/>
    <w:rsid w:val="00833AC4"/>
    <w:rsid w:val="00834A3A"/>
    <w:rsid w:val="008365B0"/>
    <w:rsid w:val="00842AA6"/>
    <w:rsid w:val="008432D3"/>
    <w:rsid w:val="00844CD6"/>
    <w:rsid w:val="0084748F"/>
    <w:rsid w:val="008516A5"/>
    <w:rsid w:val="00852806"/>
    <w:rsid w:val="0085510B"/>
    <w:rsid w:val="00856A12"/>
    <w:rsid w:val="008718AC"/>
    <w:rsid w:val="00874B72"/>
    <w:rsid w:val="00876736"/>
    <w:rsid w:val="00877503"/>
    <w:rsid w:val="008801D0"/>
    <w:rsid w:val="00884B3C"/>
    <w:rsid w:val="00885E46"/>
    <w:rsid w:val="00886124"/>
    <w:rsid w:val="00887368"/>
    <w:rsid w:val="008919C1"/>
    <w:rsid w:val="00892891"/>
    <w:rsid w:val="00894113"/>
    <w:rsid w:val="00894185"/>
    <w:rsid w:val="0089499A"/>
    <w:rsid w:val="00894C8E"/>
    <w:rsid w:val="00896738"/>
    <w:rsid w:val="00897290"/>
    <w:rsid w:val="008A1073"/>
    <w:rsid w:val="008A232A"/>
    <w:rsid w:val="008A3977"/>
    <w:rsid w:val="008A3B09"/>
    <w:rsid w:val="008A68F0"/>
    <w:rsid w:val="008B1F9D"/>
    <w:rsid w:val="008B4BA2"/>
    <w:rsid w:val="008B6663"/>
    <w:rsid w:val="008B697B"/>
    <w:rsid w:val="008B7DA2"/>
    <w:rsid w:val="008C03C9"/>
    <w:rsid w:val="008C133E"/>
    <w:rsid w:val="008C18A8"/>
    <w:rsid w:val="008C532E"/>
    <w:rsid w:val="008C7610"/>
    <w:rsid w:val="008C7B90"/>
    <w:rsid w:val="008C7F4D"/>
    <w:rsid w:val="008D54C9"/>
    <w:rsid w:val="008E20E1"/>
    <w:rsid w:val="008E43E5"/>
    <w:rsid w:val="008E62BD"/>
    <w:rsid w:val="008E7C9D"/>
    <w:rsid w:val="008F0434"/>
    <w:rsid w:val="008F0592"/>
    <w:rsid w:val="008F1222"/>
    <w:rsid w:val="008F1E12"/>
    <w:rsid w:val="008F3E0B"/>
    <w:rsid w:val="0090030A"/>
    <w:rsid w:val="0090034D"/>
    <w:rsid w:val="00904696"/>
    <w:rsid w:val="00904C21"/>
    <w:rsid w:val="0090747F"/>
    <w:rsid w:val="009110E9"/>
    <w:rsid w:val="00911F99"/>
    <w:rsid w:val="00915103"/>
    <w:rsid w:val="00916AA0"/>
    <w:rsid w:val="00916DE8"/>
    <w:rsid w:val="00917649"/>
    <w:rsid w:val="00920B6B"/>
    <w:rsid w:val="00922FBB"/>
    <w:rsid w:val="00923755"/>
    <w:rsid w:val="00924205"/>
    <w:rsid w:val="0092470E"/>
    <w:rsid w:val="00927DC7"/>
    <w:rsid w:val="00932D4A"/>
    <w:rsid w:val="0093736E"/>
    <w:rsid w:val="00937ED7"/>
    <w:rsid w:val="0094238B"/>
    <w:rsid w:val="00942EC8"/>
    <w:rsid w:val="00943ABA"/>
    <w:rsid w:val="00945BF2"/>
    <w:rsid w:val="00946CC9"/>
    <w:rsid w:val="009470A9"/>
    <w:rsid w:val="009470F7"/>
    <w:rsid w:val="009474F1"/>
    <w:rsid w:val="00952ED3"/>
    <w:rsid w:val="00955F85"/>
    <w:rsid w:val="0095742C"/>
    <w:rsid w:val="00961A81"/>
    <w:rsid w:val="00962274"/>
    <w:rsid w:val="00967421"/>
    <w:rsid w:val="00970419"/>
    <w:rsid w:val="00971978"/>
    <w:rsid w:val="00972583"/>
    <w:rsid w:val="009733B8"/>
    <w:rsid w:val="0097381E"/>
    <w:rsid w:val="009808AC"/>
    <w:rsid w:val="0098265C"/>
    <w:rsid w:val="00983826"/>
    <w:rsid w:val="009904A4"/>
    <w:rsid w:val="009926C8"/>
    <w:rsid w:val="009945C8"/>
    <w:rsid w:val="00994CD3"/>
    <w:rsid w:val="009951BF"/>
    <w:rsid w:val="009A29C1"/>
    <w:rsid w:val="009A3C15"/>
    <w:rsid w:val="009A3DC7"/>
    <w:rsid w:val="009A5AC9"/>
    <w:rsid w:val="009A5C4A"/>
    <w:rsid w:val="009A6207"/>
    <w:rsid w:val="009A781F"/>
    <w:rsid w:val="009A7C2D"/>
    <w:rsid w:val="009B1EF8"/>
    <w:rsid w:val="009B2EC5"/>
    <w:rsid w:val="009B4138"/>
    <w:rsid w:val="009B42B8"/>
    <w:rsid w:val="009C3EFA"/>
    <w:rsid w:val="009C41D5"/>
    <w:rsid w:val="009C44BA"/>
    <w:rsid w:val="009C4AFA"/>
    <w:rsid w:val="009C57EC"/>
    <w:rsid w:val="009C61BB"/>
    <w:rsid w:val="009C7C76"/>
    <w:rsid w:val="009D2FBE"/>
    <w:rsid w:val="009D47E3"/>
    <w:rsid w:val="009D70EB"/>
    <w:rsid w:val="009E0B2E"/>
    <w:rsid w:val="009E0ED0"/>
    <w:rsid w:val="009E1471"/>
    <w:rsid w:val="009E6205"/>
    <w:rsid w:val="009F331B"/>
    <w:rsid w:val="009F631F"/>
    <w:rsid w:val="009F7D63"/>
    <w:rsid w:val="00A0152B"/>
    <w:rsid w:val="00A03C95"/>
    <w:rsid w:val="00A044F2"/>
    <w:rsid w:val="00A04537"/>
    <w:rsid w:val="00A04B21"/>
    <w:rsid w:val="00A05525"/>
    <w:rsid w:val="00A07D01"/>
    <w:rsid w:val="00A101F4"/>
    <w:rsid w:val="00A10438"/>
    <w:rsid w:val="00A1269C"/>
    <w:rsid w:val="00A16D61"/>
    <w:rsid w:val="00A20378"/>
    <w:rsid w:val="00A20D43"/>
    <w:rsid w:val="00A24C15"/>
    <w:rsid w:val="00A254B4"/>
    <w:rsid w:val="00A25C49"/>
    <w:rsid w:val="00A26503"/>
    <w:rsid w:val="00A32C2C"/>
    <w:rsid w:val="00A34628"/>
    <w:rsid w:val="00A3476E"/>
    <w:rsid w:val="00A35CB3"/>
    <w:rsid w:val="00A365D6"/>
    <w:rsid w:val="00A44653"/>
    <w:rsid w:val="00A45479"/>
    <w:rsid w:val="00A474EA"/>
    <w:rsid w:val="00A50225"/>
    <w:rsid w:val="00A530C0"/>
    <w:rsid w:val="00A536D5"/>
    <w:rsid w:val="00A53985"/>
    <w:rsid w:val="00A53A29"/>
    <w:rsid w:val="00A543BD"/>
    <w:rsid w:val="00A5441C"/>
    <w:rsid w:val="00A55280"/>
    <w:rsid w:val="00A56313"/>
    <w:rsid w:val="00A578C3"/>
    <w:rsid w:val="00A606C1"/>
    <w:rsid w:val="00A641D6"/>
    <w:rsid w:val="00A64E73"/>
    <w:rsid w:val="00A67D5E"/>
    <w:rsid w:val="00A70E84"/>
    <w:rsid w:val="00A7249A"/>
    <w:rsid w:val="00A72AD3"/>
    <w:rsid w:val="00A7304A"/>
    <w:rsid w:val="00A73C5F"/>
    <w:rsid w:val="00A74762"/>
    <w:rsid w:val="00A74E5C"/>
    <w:rsid w:val="00A75815"/>
    <w:rsid w:val="00A76E5E"/>
    <w:rsid w:val="00A774A6"/>
    <w:rsid w:val="00A8002E"/>
    <w:rsid w:val="00A80898"/>
    <w:rsid w:val="00A81564"/>
    <w:rsid w:val="00A82EAE"/>
    <w:rsid w:val="00A83013"/>
    <w:rsid w:val="00A87F54"/>
    <w:rsid w:val="00A91923"/>
    <w:rsid w:val="00A942FE"/>
    <w:rsid w:val="00A9489B"/>
    <w:rsid w:val="00AA21FA"/>
    <w:rsid w:val="00AA3BFA"/>
    <w:rsid w:val="00AA61CF"/>
    <w:rsid w:val="00AB0EA7"/>
    <w:rsid w:val="00AB18A7"/>
    <w:rsid w:val="00AB1AEB"/>
    <w:rsid w:val="00AB22A5"/>
    <w:rsid w:val="00AB2DF5"/>
    <w:rsid w:val="00AB3500"/>
    <w:rsid w:val="00AB35E6"/>
    <w:rsid w:val="00AB49BB"/>
    <w:rsid w:val="00AB4E1A"/>
    <w:rsid w:val="00AB7A9C"/>
    <w:rsid w:val="00AC0F5A"/>
    <w:rsid w:val="00AC1ABE"/>
    <w:rsid w:val="00AC1B2A"/>
    <w:rsid w:val="00AC2494"/>
    <w:rsid w:val="00AC618E"/>
    <w:rsid w:val="00AC631A"/>
    <w:rsid w:val="00AC7EF7"/>
    <w:rsid w:val="00AD273C"/>
    <w:rsid w:val="00AD343A"/>
    <w:rsid w:val="00AD3F37"/>
    <w:rsid w:val="00AD591C"/>
    <w:rsid w:val="00AD6E43"/>
    <w:rsid w:val="00AE0576"/>
    <w:rsid w:val="00AE0874"/>
    <w:rsid w:val="00AF029A"/>
    <w:rsid w:val="00AF0B5B"/>
    <w:rsid w:val="00AF22F3"/>
    <w:rsid w:val="00AF3199"/>
    <w:rsid w:val="00AF4300"/>
    <w:rsid w:val="00B004ED"/>
    <w:rsid w:val="00B04FDA"/>
    <w:rsid w:val="00B05F3B"/>
    <w:rsid w:val="00B11B15"/>
    <w:rsid w:val="00B134E2"/>
    <w:rsid w:val="00B259C1"/>
    <w:rsid w:val="00B30591"/>
    <w:rsid w:val="00B31AA3"/>
    <w:rsid w:val="00B3478B"/>
    <w:rsid w:val="00B35287"/>
    <w:rsid w:val="00B35FA4"/>
    <w:rsid w:val="00B36234"/>
    <w:rsid w:val="00B36849"/>
    <w:rsid w:val="00B36F1B"/>
    <w:rsid w:val="00B3762F"/>
    <w:rsid w:val="00B3792D"/>
    <w:rsid w:val="00B414D0"/>
    <w:rsid w:val="00B4280A"/>
    <w:rsid w:val="00B44728"/>
    <w:rsid w:val="00B44E81"/>
    <w:rsid w:val="00B464BB"/>
    <w:rsid w:val="00B51061"/>
    <w:rsid w:val="00B53536"/>
    <w:rsid w:val="00B551E9"/>
    <w:rsid w:val="00B552F9"/>
    <w:rsid w:val="00B5702E"/>
    <w:rsid w:val="00B67FC0"/>
    <w:rsid w:val="00B7011C"/>
    <w:rsid w:val="00B74220"/>
    <w:rsid w:val="00B7572B"/>
    <w:rsid w:val="00B76A44"/>
    <w:rsid w:val="00B76E0E"/>
    <w:rsid w:val="00B7703C"/>
    <w:rsid w:val="00B773D7"/>
    <w:rsid w:val="00B80CE2"/>
    <w:rsid w:val="00B82300"/>
    <w:rsid w:val="00B82BB8"/>
    <w:rsid w:val="00B82CB8"/>
    <w:rsid w:val="00B82F87"/>
    <w:rsid w:val="00B84240"/>
    <w:rsid w:val="00B85E67"/>
    <w:rsid w:val="00B91AC3"/>
    <w:rsid w:val="00B94304"/>
    <w:rsid w:val="00B952BC"/>
    <w:rsid w:val="00B9730A"/>
    <w:rsid w:val="00B9730D"/>
    <w:rsid w:val="00B97DBA"/>
    <w:rsid w:val="00BA3319"/>
    <w:rsid w:val="00BA6443"/>
    <w:rsid w:val="00BA6FFA"/>
    <w:rsid w:val="00BA7B60"/>
    <w:rsid w:val="00BB1239"/>
    <w:rsid w:val="00BB4BDE"/>
    <w:rsid w:val="00BB4D62"/>
    <w:rsid w:val="00BB55F0"/>
    <w:rsid w:val="00BB696D"/>
    <w:rsid w:val="00BC1490"/>
    <w:rsid w:val="00BC2999"/>
    <w:rsid w:val="00BC5F30"/>
    <w:rsid w:val="00BC7F06"/>
    <w:rsid w:val="00BD0067"/>
    <w:rsid w:val="00BD269C"/>
    <w:rsid w:val="00BD40BD"/>
    <w:rsid w:val="00BE068E"/>
    <w:rsid w:val="00BE07A1"/>
    <w:rsid w:val="00BE0CBE"/>
    <w:rsid w:val="00BE487B"/>
    <w:rsid w:val="00BE6381"/>
    <w:rsid w:val="00BE72B8"/>
    <w:rsid w:val="00BF0DEC"/>
    <w:rsid w:val="00BF0F6E"/>
    <w:rsid w:val="00BF1422"/>
    <w:rsid w:val="00BF1C0F"/>
    <w:rsid w:val="00BF606C"/>
    <w:rsid w:val="00BF60BB"/>
    <w:rsid w:val="00BF6298"/>
    <w:rsid w:val="00BF6733"/>
    <w:rsid w:val="00C00357"/>
    <w:rsid w:val="00C10194"/>
    <w:rsid w:val="00C17C01"/>
    <w:rsid w:val="00C211D4"/>
    <w:rsid w:val="00C24EC7"/>
    <w:rsid w:val="00C25174"/>
    <w:rsid w:val="00C3371D"/>
    <w:rsid w:val="00C3737D"/>
    <w:rsid w:val="00C37644"/>
    <w:rsid w:val="00C42340"/>
    <w:rsid w:val="00C44F55"/>
    <w:rsid w:val="00C52D97"/>
    <w:rsid w:val="00C541CB"/>
    <w:rsid w:val="00C54BCB"/>
    <w:rsid w:val="00C55FCC"/>
    <w:rsid w:val="00C5712E"/>
    <w:rsid w:val="00C610E6"/>
    <w:rsid w:val="00C61662"/>
    <w:rsid w:val="00C62074"/>
    <w:rsid w:val="00C6290F"/>
    <w:rsid w:val="00C62BCE"/>
    <w:rsid w:val="00C6525D"/>
    <w:rsid w:val="00C65834"/>
    <w:rsid w:val="00C70A39"/>
    <w:rsid w:val="00C71BFD"/>
    <w:rsid w:val="00C71CE4"/>
    <w:rsid w:val="00C72CC5"/>
    <w:rsid w:val="00C749C7"/>
    <w:rsid w:val="00C75C14"/>
    <w:rsid w:val="00C76B8E"/>
    <w:rsid w:val="00C812F8"/>
    <w:rsid w:val="00C82298"/>
    <w:rsid w:val="00C84595"/>
    <w:rsid w:val="00C858BF"/>
    <w:rsid w:val="00C8709D"/>
    <w:rsid w:val="00C87DF7"/>
    <w:rsid w:val="00C93720"/>
    <w:rsid w:val="00C965AF"/>
    <w:rsid w:val="00CA2DE2"/>
    <w:rsid w:val="00CA4AB0"/>
    <w:rsid w:val="00CB0449"/>
    <w:rsid w:val="00CB2B4C"/>
    <w:rsid w:val="00CB51FC"/>
    <w:rsid w:val="00CB74BA"/>
    <w:rsid w:val="00CC1309"/>
    <w:rsid w:val="00CC531F"/>
    <w:rsid w:val="00CD1F3E"/>
    <w:rsid w:val="00CD2322"/>
    <w:rsid w:val="00CD3AA1"/>
    <w:rsid w:val="00CD3F77"/>
    <w:rsid w:val="00CD4BC2"/>
    <w:rsid w:val="00CD6C8E"/>
    <w:rsid w:val="00CD7AEC"/>
    <w:rsid w:val="00CE0811"/>
    <w:rsid w:val="00CE1B99"/>
    <w:rsid w:val="00CE246D"/>
    <w:rsid w:val="00CE25AA"/>
    <w:rsid w:val="00CE2EA9"/>
    <w:rsid w:val="00CE302F"/>
    <w:rsid w:val="00CE3F57"/>
    <w:rsid w:val="00CF1ABA"/>
    <w:rsid w:val="00CF5E54"/>
    <w:rsid w:val="00D006A6"/>
    <w:rsid w:val="00D01635"/>
    <w:rsid w:val="00D02F9E"/>
    <w:rsid w:val="00D039B3"/>
    <w:rsid w:val="00D05808"/>
    <w:rsid w:val="00D10E44"/>
    <w:rsid w:val="00D12A00"/>
    <w:rsid w:val="00D13341"/>
    <w:rsid w:val="00D13D23"/>
    <w:rsid w:val="00D1632D"/>
    <w:rsid w:val="00D17F86"/>
    <w:rsid w:val="00D20FBF"/>
    <w:rsid w:val="00D21693"/>
    <w:rsid w:val="00D2296A"/>
    <w:rsid w:val="00D260A0"/>
    <w:rsid w:val="00D32A89"/>
    <w:rsid w:val="00D338D1"/>
    <w:rsid w:val="00D35445"/>
    <w:rsid w:val="00D366BB"/>
    <w:rsid w:val="00D36766"/>
    <w:rsid w:val="00D37503"/>
    <w:rsid w:val="00D42AF9"/>
    <w:rsid w:val="00D42F7C"/>
    <w:rsid w:val="00D445A9"/>
    <w:rsid w:val="00D47180"/>
    <w:rsid w:val="00D51636"/>
    <w:rsid w:val="00D51D07"/>
    <w:rsid w:val="00D5452B"/>
    <w:rsid w:val="00D546B0"/>
    <w:rsid w:val="00D60717"/>
    <w:rsid w:val="00D60E6D"/>
    <w:rsid w:val="00D60F65"/>
    <w:rsid w:val="00D62D5E"/>
    <w:rsid w:val="00D630CB"/>
    <w:rsid w:val="00D6778F"/>
    <w:rsid w:val="00D70AC9"/>
    <w:rsid w:val="00D75C5C"/>
    <w:rsid w:val="00D75F1C"/>
    <w:rsid w:val="00D76D34"/>
    <w:rsid w:val="00D80E8B"/>
    <w:rsid w:val="00D84208"/>
    <w:rsid w:val="00D852FE"/>
    <w:rsid w:val="00D93E19"/>
    <w:rsid w:val="00D943A3"/>
    <w:rsid w:val="00DA1FC3"/>
    <w:rsid w:val="00DA3A83"/>
    <w:rsid w:val="00DA3D1D"/>
    <w:rsid w:val="00DA3FF7"/>
    <w:rsid w:val="00DA5433"/>
    <w:rsid w:val="00DA6F14"/>
    <w:rsid w:val="00DB0346"/>
    <w:rsid w:val="00DB0B30"/>
    <w:rsid w:val="00DB0D33"/>
    <w:rsid w:val="00DB194B"/>
    <w:rsid w:val="00DB4BC6"/>
    <w:rsid w:val="00DB4C96"/>
    <w:rsid w:val="00DB58E2"/>
    <w:rsid w:val="00DC2F41"/>
    <w:rsid w:val="00DC3419"/>
    <w:rsid w:val="00DC4C24"/>
    <w:rsid w:val="00DC74A2"/>
    <w:rsid w:val="00DD06CA"/>
    <w:rsid w:val="00DD34E4"/>
    <w:rsid w:val="00DE3A0D"/>
    <w:rsid w:val="00DE3CDA"/>
    <w:rsid w:val="00DE505C"/>
    <w:rsid w:val="00DE616B"/>
    <w:rsid w:val="00DE6948"/>
    <w:rsid w:val="00DF218B"/>
    <w:rsid w:val="00DF729A"/>
    <w:rsid w:val="00E00096"/>
    <w:rsid w:val="00E03D8D"/>
    <w:rsid w:val="00E042D5"/>
    <w:rsid w:val="00E0552D"/>
    <w:rsid w:val="00E0791D"/>
    <w:rsid w:val="00E104D8"/>
    <w:rsid w:val="00E22D3D"/>
    <w:rsid w:val="00E230A3"/>
    <w:rsid w:val="00E24215"/>
    <w:rsid w:val="00E24B20"/>
    <w:rsid w:val="00E30A39"/>
    <w:rsid w:val="00E30FDF"/>
    <w:rsid w:val="00E32560"/>
    <w:rsid w:val="00E35354"/>
    <w:rsid w:val="00E36F16"/>
    <w:rsid w:val="00E37FA9"/>
    <w:rsid w:val="00E43BBB"/>
    <w:rsid w:val="00E4404D"/>
    <w:rsid w:val="00E4652A"/>
    <w:rsid w:val="00E4767B"/>
    <w:rsid w:val="00E50A15"/>
    <w:rsid w:val="00E538DF"/>
    <w:rsid w:val="00E5571B"/>
    <w:rsid w:val="00E60B7C"/>
    <w:rsid w:val="00E60DA7"/>
    <w:rsid w:val="00E61625"/>
    <w:rsid w:val="00E62D6A"/>
    <w:rsid w:val="00E65C03"/>
    <w:rsid w:val="00E67D4F"/>
    <w:rsid w:val="00E707CF"/>
    <w:rsid w:val="00E70F4C"/>
    <w:rsid w:val="00E7201F"/>
    <w:rsid w:val="00E721CE"/>
    <w:rsid w:val="00E73B47"/>
    <w:rsid w:val="00E762C0"/>
    <w:rsid w:val="00E772F2"/>
    <w:rsid w:val="00E80FFA"/>
    <w:rsid w:val="00E8238B"/>
    <w:rsid w:val="00E83F7A"/>
    <w:rsid w:val="00E84AC6"/>
    <w:rsid w:val="00E861E6"/>
    <w:rsid w:val="00E865C6"/>
    <w:rsid w:val="00E90E5D"/>
    <w:rsid w:val="00E91806"/>
    <w:rsid w:val="00E91C77"/>
    <w:rsid w:val="00E92700"/>
    <w:rsid w:val="00E94253"/>
    <w:rsid w:val="00E95475"/>
    <w:rsid w:val="00E95DBB"/>
    <w:rsid w:val="00E966F6"/>
    <w:rsid w:val="00E96C79"/>
    <w:rsid w:val="00E9752D"/>
    <w:rsid w:val="00E97C42"/>
    <w:rsid w:val="00EA14A4"/>
    <w:rsid w:val="00EA16A2"/>
    <w:rsid w:val="00EA1B4E"/>
    <w:rsid w:val="00EA3BD8"/>
    <w:rsid w:val="00EA3EED"/>
    <w:rsid w:val="00EA5119"/>
    <w:rsid w:val="00EA5E68"/>
    <w:rsid w:val="00EB3DB4"/>
    <w:rsid w:val="00EB4A34"/>
    <w:rsid w:val="00EB4DB4"/>
    <w:rsid w:val="00EB5FAC"/>
    <w:rsid w:val="00EB6B07"/>
    <w:rsid w:val="00EB727D"/>
    <w:rsid w:val="00EC02D4"/>
    <w:rsid w:val="00EC3ECB"/>
    <w:rsid w:val="00EC5E49"/>
    <w:rsid w:val="00EC62A5"/>
    <w:rsid w:val="00ED2A61"/>
    <w:rsid w:val="00ED5A47"/>
    <w:rsid w:val="00ED7D92"/>
    <w:rsid w:val="00ED7ECF"/>
    <w:rsid w:val="00EE0B50"/>
    <w:rsid w:val="00EE3797"/>
    <w:rsid w:val="00EE3EDB"/>
    <w:rsid w:val="00EE4506"/>
    <w:rsid w:val="00EE4814"/>
    <w:rsid w:val="00EF209B"/>
    <w:rsid w:val="00EF4285"/>
    <w:rsid w:val="00EF5E6B"/>
    <w:rsid w:val="00EF6DC1"/>
    <w:rsid w:val="00EF710E"/>
    <w:rsid w:val="00F0120C"/>
    <w:rsid w:val="00F040A7"/>
    <w:rsid w:val="00F06533"/>
    <w:rsid w:val="00F074CD"/>
    <w:rsid w:val="00F1048A"/>
    <w:rsid w:val="00F106E7"/>
    <w:rsid w:val="00F11F8E"/>
    <w:rsid w:val="00F13878"/>
    <w:rsid w:val="00F13C54"/>
    <w:rsid w:val="00F1643C"/>
    <w:rsid w:val="00F16D34"/>
    <w:rsid w:val="00F2007A"/>
    <w:rsid w:val="00F206C5"/>
    <w:rsid w:val="00F21825"/>
    <w:rsid w:val="00F21EEB"/>
    <w:rsid w:val="00F221BB"/>
    <w:rsid w:val="00F24216"/>
    <w:rsid w:val="00F27627"/>
    <w:rsid w:val="00F277BB"/>
    <w:rsid w:val="00F35764"/>
    <w:rsid w:val="00F35D0B"/>
    <w:rsid w:val="00F40640"/>
    <w:rsid w:val="00F40A10"/>
    <w:rsid w:val="00F43281"/>
    <w:rsid w:val="00F4429D"/>
    <w:rsid w:val="00F44EFB"/>
    <w:rsid w:val="00F45AD5"/>
    <w:rsid w:val="00F51796"/>
    <w:rsid w:val="00F524F5"/>
    <w:rsid w:val="00F53DEE"/>
    <w:rsid w:val="00F56A10"/>
    <w:rsid w:val="00F60C2B"/>
    <w:rsid w:val="00F626F0"/>
    <w:rsid w:val="00F63F18"/>
    <w:rsid w:val="00F65C1C"/>
    <w:rsid w:val="00F705B8"/>
    <w:rsid w:val="00F7300A"/>
    <w:rsid w:val="00F73966"/>
    <w:rsid w:val="00F74EFE"/>
    <w:rsid w:val="00F765F2"/>
    <w:rsid w:val="00F80282"/>
    <w:rsid w:val="00F920EA"/>
    <w:rsid w:val="00F95317"/>
    <w:rsid w:val="00F95F0D"/>
    <w:rsid w:val="00FA0FB4"/>
    <w:rsid w:val="00FA4581"/>
    <w:rsid w:val="00FA55EA"/>
    <w:rsid w:val="00FB13EC"/>
    <w:rsid w:val="00FB3052"/>
    <w:rsid w:val="00FB504C"/>
    <w:rsid w:val="00FB5281"/>
    <w:rsid w:val="00FB7410"/>
    <w:rsid w:val="00FC4547"/>
    <w:rsid w:val="00FC5070"/>
    <w:rsid w:val="00FC7914"/>
    <w:rsid w:val="00FD5CF3"/>
    <w:rsid w:val="00FD5FF2"/>
    <w:rsid w:val="00FD6061"/>
    <w:rsid w:val="00FD63E5"/>
    <w:rsid w:val="00FD70C9"/>
    <w:rsid w:val="00FD7C76"/>
    <w:rsid w:val="00FE11D0"/>
    <w:rsid w:val="00FE2374"/>
    <w:rsid w:val="00FE2BC5"/>
    <w:rsid w:val="00FE4C23"/>
    <w:rsid w:val="00FE52EA"/>
    <w:rsid w:val="00FF084F"/>
    <w:rsid w:val="00FF1CB1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4C050A"/>
  <w15:chartTrackingRefBased/>
  <w15:docId w15:val="{E52C525D-2EB6-423C-A384-F6EBA9A89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83826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DE6948"/>
    <w:pPr>
      <w:keepNext/>
      <w:pageBreakBefore/>
      <w:tabs>
        <w:tab w:val="left" w:pos="567"/>
      </w:tabs>
      <w:spacing w:before="600" w:after="240"/>
      <w:ind w:left="432" w:hanging="432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2C2E2B"/>
    <w:pPr>
      <w:keepNext/>
      <w:spacing w:before="240" w:after="24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46"/>
      </w:numPr>
      <w:tabs>
        <w:tab w:val="left" w:pos="902"/>
      </w:tabs>
      <w:spacing w:before="120" w:after="120"/>
      <w:outlineLvl w:val="2"/>
    </w:pPr>
    <w:rPr>
      <w:rFonts w:ascii="Arial" w:hAnsi="Arial" w:cs="Arial"/>
      <w:b/>
      <w:bCs/>
      <w:smallCap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46"/>
      </w:numPr>
      <w:spacing w:before="240" w:after="120"/>
      <w:jc w:val="both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46"/>
      </w:numPr>
      <w:spacing w:before="120" w:after="120"/>
      <w:jc w:val="both"/>
      <w:outlineLvl w:val="4"/>
    </w:pPr>
    <w:rPr>
      <w:rFonts w:ascii="Arial" w:hAnsi="Arial"/>
      <w:bCs/>
      <w:i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46"/>
      </w:numPr>
      <w:spacing w:before="240" w:after="60"/>
      <w:jc w:val="both"/>
      <w:outlineLvl w:val="5"/>
    </w:pPr>
    <w:rPr>
      <w:rFonts w:ascii="Arial" w:hAnsi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46"/>
      </w:numPr>
      <w:spacing w:before="240" w:after="60"/>
      <w:jc w:val="both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46"/>
      </w:numPr>
      <w:spacing w:before="240" w:after="60"/>
      <w:jc w:val="both"/>
      <w:outlineLvl w:val="7"/>
    </w:pPr>
    <w:rPr>
      <w:rFonts w:ascii="Arial" w:hAnsi="Arial"/>
      <w:i/>
      <w:iCs/>
      <w:sz w:val="20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46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0A690A"/>
    <w:rPr>
      <w:rFonts w:ascii="Arial" w:hAnsi="Arial" w:cs="Arial"/>
      <w:b/>
      <w:bCs/>
      <w:smallCaps/>
      <w:sz w:val="28"/>
      <w:szCs w:val="26"/>
      <w:lang w:val="en-GB" w:eastAsia="en-US" w:bidi="ar-SA"/>
    </w:rPr>
  </w:style>
  <w:style w:type="paragraph" w:styleId="BodyText">
    <w:name w:val="Body Text"/>
    <w:basedOn w:val="Normal"/>
    <w:link w:val="BodyTextChar"/>
    <w:rsid w:val="00942EC8"/>
    <w:pPr>
      <w:jc w:val="both"/>
    </w:pPr>
    <w:rPr>
      <w:rFonts w:ascii="Arial" w:hAnsi="Arial"/>
      <w:noProof/>
      <w:sz w:val="22"/>
      <w:lang w:val="x-none"/>
    </w:rPr>
  </w:style>
  <w:style w:type="character" w:customStyle="1" w:styleId="BodyTextChar">
    <w:name w:val="Body Text Char"/>
    <w:link w:val="BodyText"/>
    <w:rsid w:val="00942EC8"/>
    <w:rPr>
      <w:rFonts w:ascii="Arial" w:hAnsi="Arial"/>
      <w:noProof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rsid w:val="00251CEB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251CEB"/>
    <w:rPr>
      <w:rFonts w:ascii="Tahoma" w:hAnsi="Tahoma" w:cs="Tahoma"/>
      <w:sz w:val="16"/>
      <w:szCs w:val="16"/>
      <w:lang w:eastAsia="en-US"/>
    </w:rPr>
  </w:style>
  <w:style w:type="paragraph" w:styleId="DocumentMap">
    <w:name w:val="Document Map"/>
    <w:basedOn w:val="Normal"/>
    <w:link w:val="DocumentMapChar"/>
    <w:semiHidden/>
    <w:rsid w:val="00983826"/>
    <w:pPr>
      <w:shd w:val="clear" w:color="auto" w:fill="000080"/>
    </w:pPr>
    <w:rPr>
      <w:rFonts w:ascii="Tahoma" w:hAnsi="Tahoma" w:cs="Tahoma"/>
      <w:sz w:val="20"/>
    </w:rPr>
  </w:style>
  <w:style w:type="paragraph" w:styleId="Header">
    <w:name w:val="header"/>
    <w:basedOn w:val="Normal"/>
    <w:link w:val="HeaderChar"/>
    <w:pPr>
      <w:tabs>
        <w:tab w:val="right" w:pos="9072"/>
      </w:tabs>
      <w:jc w:val="both"/>
    </w:pPr>
    <w:rPr>
      <w:rFonts w:ascii="Univers 47 CondensedLight" w:hAnsi="Univers 47 CondensedLight"/>
      <w:sz w:val="16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pPr>
      <w:spacing w:after="120"/>
      <w:jc w:val="both"/>
    </w:pPr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rsid w:val="00D84208"/>
    <w:pPr>
      <w:tabs>
        <w:tab w:val="center" w:pos="4536"/>
        <w:tab w:val="right" w:pos="9072"/>
      </w:tabs>
      <w:spacing w:after="120"/>
      <w:ind w:left="-113" w:right="-113"/>
      <w:jc w:val="both"/>
    </w:pPr>
    <w:rPr>
      <w:rFonts w:ascii="Arial" w:hAnsi="Arial"/>
      <w:sz w:val="18"/>
      <w:lang w:val="x-none"/>
    </w:rPr>
  </w:style>
  <w:style w:type="character" w:customStyle="1" w:styleId="FooterChar">
    <w:name w:val="Footer Char"/>
    <w:link w:val="Footer"/>
    <w:rsid w:val="00D84208"/>
    <w:rPr>
      <w:rFonts w:ascii="Arial" w:hAnsi="Arial"/>
      <w:sz w:val="18"/>
      <w:szCs w:val="24"/>
      <w:lang w:eastAsia="en-US"/>
    </w:r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Bibliography">
    <w:name w:val="Bibliography"/>
    <w:basedOn w:val="Normal"/>
    <w:next w:val="Normal"/>
    <w:uiPriority w:val="37"/>
    <w:semiHidden/>
    <w:unhideWhenUsed/>
    <w:rsid w:val="00BE72B8"/>
  </w:style>
  <w:style w:type="table" w:styleId="TableGrid">
    <w:name w:val="Table Grid"/>
    <w:basedOn w:val="TableNormal"/>
    <w:uiPriority w:val="59"/>
    <w:rsid w:val="00447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lassic4">
    <w:name w:val="Table Classic 4"/>
    <w:basedOn w:val="TableNormal"/>
    <w:rsid w:val="00684C8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684C8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684C8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684C8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ghtShading-Accent3">
    <w:name w:val="Light Shading Accent 3"/>
    <w:basedOn w:val="TableNormal"/>
    <w:uiPriority w:val="60"/>
    <w:rsid w:val="00684C89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">
    <w:name w:val="Light Shading"/>
    <w:basedOn w:val="TableNormal"/>
    <w:uiPriority w:val="60"/>
    <w:rsid w:val="00684C89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Web3">
    <w:name w:val="Table Web 3"/>
    <w:basedOn w:val="TableNormal"/>
    <w:rsid w:val="00684C8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684C8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2-Accent3">
    <w:name w:val="Medium Grid 2 Accent 3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">
    <w:name w:val="Medium Grid 2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1-Accent6">
    <w:name w:val="Medium Grid 1 Accent 6"/>
    <w:basedOn w:val="TableNormal"/>
    <w:uiPriority w:val="67"/>
    <w:rsid w:val="00684C89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1-Accent5">
    <w:name w:val="Medium Grid 1 Accent 5"/>
    <w:basedOn w:val="TableNormal"/>
    <w:uiPriority w:val="67"/>
    <w:rsid w:val="00684C89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2-Accent2">
    <w:name w:val="Medium Grid 2 Accent 2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LightShading-Accent6">
    <w:name w:val="Light Shading Accent 6"/>
    <w:basedOn w:val="TableNormal"/>
    <w:uiPriority w:val="60"/>
    <w:rsid w:val="00684C89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customStyle="1" w:styleId="TitlePageSubtitle">
    <w:name w:val="Title Page Subtitle"/>
    <w:basedOn w:val="Normal"/>
    <w:qFormat/>
    <w:rsid w:val="00BA3319"/>
    <w:pPr>
      <w:keepLines/>
      <w:spacing w:before="240" w:after="120"/>
      <w:jc w:val="center"/>
    </w:pPr>
    <w:rPr>
      <w:b/>
      <w:smallCaps/>
      <w:sz w:val="28"/>
      <w:szCs w:val="20"/>
    </w:rPr>
  </w:style>
  <w:style w:type="paragraph" w:customStyle="1" w:styleId="TitlePageStyle">
    <w:name w:val="Title Page Style"/>
    <w:basedOn w:val="Normal"/>
    <w:rsid w:val="00BA3319"/>
    <w:pPr>
      <w:keepLines/>
      <w:spacing w:before="480" w:after="240"/>
      <w:ind w:left="33"/>
      <w:jc w:val="center"/>
    </w:pPr>
    <w:rPr>
      <w:rFonts w:ascii="Arial" w:hAnsi="Arial"/>
      <w:b/>
      <w:bCs/>
      <w:smallCaps/>
      <w:sz w:val="28"/>
      <w:szCs w:val="20"/>
    </w:rPr>
  </w:style>
  <w:style w:type="paragraph" w:customStyle="1" w:styleId="TitlePageStyleArialBoldCentered">
    <w:name w:val="Title Page Style Arial Bold Centered"/>
    <w:basedOn w:val="Normal"/>
    <w:rsid w:val="00BA3319"/>
    <w:pPr>
      <w:keepLines/>
      <w:spacing w:before="120" w:after="120"/>
      <w:ind w:left="33"/>
      <w:jc w:val="center"/>
    </w:pPr>
    <w:rPr>
      <w:rFonts w:ascii="Arial" w:hAnsi="Arial"/>
      <w:b/>
      <w:bCs/>
      <w:szCs w:val="20"/>
    </w:rPr>
  </w:style>
  <w:style w:type="paragraph" w:customStyle="1" w:styleId="TitlePageStyleSubject">
    <w:name w:val="Title Page Style Subject"/>
    <w:basedOn w:val="Normal"/>
    <w:qFormat/>
    <w:rsid w:val="00BA3319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pacing w:before="480" w:after="240"/>
      <w:ind w:left="33"/>
      <w:jc w:val="center"/>
    </w:pPr>
    <w:rPr>
      <w:rFonts w:ascii="Arial" w:hAnsi="Arial"/>
      <w:b/>
      <w:caps/>
      <w:sz w:val="28"/>
      <w:szCs w:val="20"/>
    </w:rPr>
  </w:style>
  <w:style w:type="table" w:customStyle="1" w:styleId="PropertiesTable">
    <w:name w:val="Properties Table"/>
    <w:basedOn w:val="TableNormal"/>
    <w:uiPriority w:val="99"/>
    <w:rsid w:val="00546313"/>
    <w:pPr>
      <w:spacing w:after="120" w:line="264" w:lineRule="auto"/>
    </w:pPr>
    <w:rPr>
      <w:sz w:val="24"/>
      <w:szCs w:val="24"/>
      <w:lang w:val="en-GB" w:eastAsia="en-GB"/>
    </w:rPr>
    <w:tblPr>
      <w:tblInd w:w="1984" w:type="dxa"/>
    </w:tblPr>
  </w:style>
  <w:style w:type="table" w:customStyle="1" w:styleId="TableLetterhead">
    <w:name w:val="Table Letterhead"/>
    <w:basedOn w:val="TableNormal"/>
    <w:uiPriority w:val="99"/>
    <w:rsid w:val="00546313"/>
    <w:rPr>
      <w:sz w:val="24"/>
      <w:szCs w:val="24"/>
      <w:lang w:val="en-GB" w:eastAsia="en-GB"/>
    </w:rPr>
    <w:tblPr>
      <w:tblCellMar>
        <w:left w:w="0" w:type="dxa"/>
        <w:bottom w:w="340" w:type="dxa"/>
        <w:right w:w="0" w:type="dxa"/>
      </w:tblCellMar>
    </w:tblPr>
  </w:style>
  <w:style w:type="table" w:customStyle="1" w:styleId="TableGrid1">
    <w:name w:val="Table Grid1"/>
    <w:basedOn w:val="TableNormal"/>
    <w:next w:val="TableGrid"/>
    <w:rsid w:val="00546313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46313"/>
    <w:rPr>
      <w:color w:val="2C8F6C"/>
    </w:rPr>
  </w:style>
  <w:style w:type="character" w:customStyle="1" w:styleId="Heading1Char">
    <w:name w:val="Heading 1 Char"/>
    <w:basedOn w:val="DefaultParagraphFont"/>
    <w:link w:val="Heading1"/>
    <w:rsid w:val="0076174B"/>
    <w:rPr>
      <w:rFonts w:ascii="Arial" w:hAnsi="Arial" w:cs="Arial"/>
      <w:b/>
      <w:bCs/>
      <w:kern w:val="32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76174B"/>
    <w:rPr>
      <w:rFonts w:ascii="Arial" w:hAnsi="Arial" w:cs="Arial"/>
      <w:b/>
      <w:bCs/>
      <w:iCs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rsid w:val="0076174B"/>
    <w:rPr>
      <w:rFonts w:ascii="Arial" w:hAnsi="Arial"/>
      <w:b/>
      <w:bCs/>
      <w:sz w:val="24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76174B"/>
    <w:rPr>
      <w:rFonts w:ascii="Arial" w:hAnsi="Arial"/>
      <w:bCs/>
      <w:i/>
      <w:iCs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76174B"/>
    <w:rPr>
      <w:rFonts w:ascii="Arial" w:hAnsi="Arial"/>
      <w:b/>
      <w:bCs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76174B"/>
    <w:rPr>
      <w:rFonts w:ascii="Arial" w:hAnsi="Arial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76174B"/>
    <w:rPr>
      <w:rFonts w:ascii="Arial" w:hAnsi="Arial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76174B"/>
    <w:rPr>
      <w:rFonts w:ascii="Arial" w:hAnsi="Arial" w:cs="Arial"/>
      <w:sz w:val="22"/>
      <w:szCs w:val="22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76174B"/>
    <w:rPr>
      <w:rFonts w:ascii="Tahoma" w:hAnsi="Tahoma" w:cs="Tahoma"/>
      <w:szCs w:val="24"/>
      <w:shd w:val="clear" w:color="auto" w:fill="000080"/>
      <w:lang w:val="en-GB"/>
    </w:rPr>
  </w:style>
  <w:style w:type="character" w:customStyle="1" w:styleId="HeaderChar">
    <w:name w:val="Header Char"/>
    <w:basedOn w:val="DefaultParagraphFont"/>
    <w:link w:val="Header"/>
    <w:rsid w:val="0076174B"/>
    <w:rPr>
      <w:rFonts w:ascii="Univers 47 CondensedLight" w:hAnsi="Univers 47 CondensedLight"/>
      <w:sz w:val="16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76174B"/>
    <w:rPr>
      <w:rFonts w:ascii="Arial" w:hAnsi="Arial"/>
      <w:lang w:val="en-GB"/>
    </w:rPr>
  </w:style>
  <w:style w:type="table" w:customStyle="1" w:styleId="TableClassic41">
    <w:name w:val="Table Classic 41"/>
    <w:basedOn w:val="TableNormal"/>
    <w:next w:val="TableClassic4"/>
    <w:rsid w:val="0076174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rsid w:val="0076174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rsid w:val="0076174B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1">
    <w:name w:val="Table Contemporary1"/>
    <w:basedOn w:val="TableNormal"/>
    <w:next w:val="TableContemporary"/>
    <w:rsid w:val="0076174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60"/>
    <w:rsid w:val="0076174B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1">
    <w:name w:val="Light Shading1"/>
    <w:basedOn w:val="TableNormal"/>
    <w:next w:val="LightShading"/>
    <w:uiPriority w:val="60"/>
    <w:rsid w:val="0076174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Web31">
    <w:name w:val="Table Web 31"/>
    <w:basedOn w:val="TableNormal"/>
    <w:next w:val="TableWeb3"/>
    <w:rsid w:val="0076174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rsid w:val="0076174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rsid w:val="0076174B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1">
    <w:name w:val="Medium Grid 21"/>
    <w:basedOn w:val="TableNormal"/>
    <w:next w:val="MediumGrid2"/>
    <w:uiPriority w:val="68"/>
    <w:rsid w:val="0076174B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1-Accent61">
    <w:name w:val="Medium Grid 1 - Accent 61"/>
    <w:basedOn w:val="TableNormal"/>
    <w:next w:val="MediumGrid1-Accent6"/>
    <w:uiPriority w:val="67"/>
    <w:rsid w:val="0076174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1-Accent51">
    <w:name w:val="Medium Grid 1 - Accent 51"/>
    <w:basedOn w:val="TableNormal"/>
    <w:next w:val="MediumGrid1-Accent5"/>
    <w:uiPriority w:val="67"/>
    <w:rsid w:val="0076174B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MediumGrid2-Accent21">
    <w:name w:val="Medium Grid 2 - Accent 21"/>
    <w:basedOn w:val="TableNormal"/>
    <w:next w:val="MediumGrid2-Accent2"/>
    <w:uiPriority w:val="68"/>
    <w:rsid w:val="0076174B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1">
    <w:name w:val="Medium Grid 2 - Accent 41"/>
    <w:basedOn w:val="TableNormal"/>
    <w:next w:val="MediumGrid2-Accent4"/>
    <w:uiPriority w:val="68"/>
    <w:rsid w:val="0076174B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LightShading-Accent61">
    <w:name w:val="Light Shading - Accent 61"/>
    <w:basedOn w:val="TableNormal"/>
    <w:next w:val="LightShading-Accent6"/>
    <w:uiPriority w:val="60"/>
    <w:rsid w:val="0076174B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TableClassic42">
    <w:name w:val="Table Classic 42"/>
    <w:basedOn w:val="TableNormal"/>
    <w:next w:val="TableClassic4"/>
    <w:rsid w:val="007B69AC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2">
    <w:name w:val="Table Classic 12"/>
    <w:basedOn w:val="TableNormal"/>
    <w:next w:val="TableClassic1"/>
    <w:rsid w:val="007B69A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2">
    <w:name w:val="Table Grid 22"/>
    <w:basedOn w:val="TableNormal"/>
    <w:next w:val="TableGrid2"/>
    <w:rsid w:val="007B69AC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2">
    <w:name w:val="Table Contemporary2"/>
    <w:basedOn w:val="TableNormal"/>
    <w:next w:val="TableContemporary"/>
    <w:rsid w:val="007B69A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LightShading-Accent32">
    <w:name w:val="Light Shading - Accent 32"/>
    <w:basedOn w:val="TableNormal"/>
    <w:next w:val="LightShading-Accent3"/>
    <w:uiPriority w:val="60"/>
    <w:rsid w:val="007B69AC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2">
    <w:name w:val="Light Shading2"/>
    <w:basedOn w:val="TableNormal"/>
    <w:next w:val="LightShading"/>
    <w:uiPriority w:val="60"/>
    <w:rsid w:val="007B69A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Web32">
    <w:name w:val="Table Web 32"/>
    <w:basedOn w:val="TableNormal"/>
    <w:next w:val="TableWeb3"/>
    <w:rsid w:val="007B69AC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2">
    <w:name w:val="Table Web 22"/>
    <w:basedOn w:val="TableNormal"/>
    <w:next w:val="TableWeb2"/>
    <w:rsid w:val="007B69A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Grid2-Accent32">
    <w:name w:val="Medium Grid 2 - Accent 32"/>
    <w:basedOn w:val="TableNormal"/>
    <w:next w:val="MediumGrid2-Accent3"/>
    <w:uiPriority w:val="68"/>
    <w:rsid w:val="007B69AC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2">
    <w:name w:val="Medium Grid 22"/>
    <w:basedOn w:val="TableNormal"/>
    <w:next w:val="MediumGrid2"/>
    <w:uiPriority w:val="68"/>
    <w:rsid w:val="007B69AC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1-Accent62">
    <w:name w:val="Medium Grid 1 - Accent 62"/>
    <w:basedOn w:val="TableNormal"/>
    <w:next w:val="MediumGrid1-Accent6"/>
    <w:uiPriority w:val="67"/>
    <w:rsid w:val="007B69A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1-Accent52">
    <w:name w:val="Medium Grid 1 - Accent 52"/>
    <w:basedOn w:val="TableNormal"/>
    <w:next w:val="MediumGrid1-Accent5"/>
    <w:uiPriority w:val="67"/>
    <w:rsid w:val="007B69A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MediumGrid2-Accent22">
    <w:name w:val="Medium Grid 2 - Accent 22"/>
    <w:basedOn w:val="TableNormal"/>
    <w:next w:val="MediumGrid2-Accent2"/>
    <w:uiPriority w:val="68"/>
    <w:rsid w:val="007B69AC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2">
    <w:name w:val="Medium Grid 2 - Accent 42"/>
    <w:basedOn w:val="TableNormal"/>
    <w:next w:val="MediumGrid2-Accent4"/>
    <w:uiPriority w:val="68"/>
    <w:rsid w:val="007B69AC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LightShading-Accent62">
    <w:name w:val="Light Shading - Accent 62"/>
    <w:basedOn w:val="TableNormal"/>
    <w:next w:val="LightShading-Accent6"/>
    <w:uiPriority w:val="60"/>
    <w:rsid w:val="007B69AC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Revision">
    <w:name w:val="Revision"/>
    <w:hidden/>
    <w:uiPriority w:val="99"/>
    <w:semiHidden/>
    <w:rsid w:val="005E4C5F"/>
    <w:rPr>
      <w:sz w:val="24"/>
      <w:szCs w:val="24"/>
      <w:lang w:val="en-GB"/>
    </w:rPr>
  </w:style>
  <w:style w:type="character" w:customStyle="1" w:styleId="ui-provider">
    <w:name w:val="ui-provider"/>
    <w:basedOn w:val="DefaultParagraphFont"/>
    <w:rsid w:val="00286F1B"/>
  </w:style>
  <w:style w:type="table" w:customStyle="1" w:styleId="TableClassic43">
    <w:name w:val="Table Classic 43"/>
    <w:basedOn w:val="TableNormal"/>
    <w:next w:val="TableClassic4"/>
    <w:rsid w:val="009C41D5"/>
    <w:rPr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3">
    <w:name w:val="Table Classic 13"/>
    <w:basedOn w:val="TableNormal"/>
    <w:next w:val="TableClassic1"/>
    <w:rsid w:val="009C41D5"/>
    <w:rPr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3">
    <w:name w:val="Table Grid 23"/>
    <w:basedOn w:val="TableNormal"/>
    <w:next w:val="TableGrid2"/>
    <w:rsid w:val="009C41D5"/>
    <w:rPr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3">
    <w:name w:val="Table Contemporary3"/>
    <w:basedOn w:val="TableNormal"/>
    <w:next w:val="TableContemporary"/>
    <w:rsid w:val="009C41D5"/>
    <w:rPr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LightShading-Accent33">
    <w:name w:val="Light Shading - Accent 33"/>
    <w:basedOn w:val="TableNormal"/>
    <w:next w:val="LightShading-Accent3"/>
    <w:uiPriority w:val="60"/>
    <w:rsid w:val="009C41D5"/>
    <w:rPr>
      <w:color w:val="76923C"/>
      <w:lang w:val="en-GB" w:eastAsia="en-GB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3">
    <w:name w:val="Light Shading3"/>
    <w:basedOn w:val="TableNormal"/>
    <w:next w:val="LightShading"/>
    <w:uiPriority w:val="60"/>
    <w:rsid w:val="009C41D5"/>
    <w:rPr>
      <w:color w:val="000000"/>
      <w:lang w:val="en-GB" w:eastAsia="en-GB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Web33">
    <w:name w:val="Table Web 33"/>
    <w:basedOn w:val="TableNormal"/>
    <w:next w:val="TableWeb3"/>
    <w:rsid w:val="009C41D5"/>
    <w:rPr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3">
    <w:name w:val="Table Web 23"/>
    <w:basedOn w:val="TableNormal"/>
    <w:next w:val="TableWeb2"/>
    <w:rsid w:val="009C41D5"/>
    <w:rPr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Grid2-Accent33">
    <w:name w:val="Medium Grid 2 - Accent 33"/>
    <w:basedOn w:val="TableNormal"/>
    <w:next w:val="MediumGrid2-Accent3"/>
    <w:uiPriority w:val="68"/>
    <w:rsid w:val="009C41D5"/>
    <w:rPr>
      <w:rFonts w:ascii="Cambria" w:hAnsi="Cambria"/>
      <w:color w:val="000000"/>
      <w:lang w:val="en-GB" w:eastAsia="en-GB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3">
    <w:name w:val="Medium Grid 23"/>
    <w:basedOn w:val="TableNormal"/>
    <w:next w:val="MediumGrid2"/>
    <w:uiPriority w:val="68"/>
    <w:rsid w:val="009C41D5"/>
    <w:rPr>
      <w:rFonts w:ascii="Cambria" w:hAnsi="Cambria"/>
      <w:color w:val="000000"/>
      <w:lang w:val="en-GB" w:eastAsia="en-GB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1-Accent63">
    <w:name w:val="Medium Grid 1 - Accent 63"/>
    <w:basedOn w:val="TableNormal"/>
    <w:next w:val="MediumGrid1-Accent6"/>
    <w:uiPriority w:val="67"/>
    <w:rsid w:val="009C41D5"/>
    <w:rPr>
      <w:lang w:val="en-GB" w:eastAsia="en-GB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1-Accent53">
    <w:name w:val="Medium Grid 1 - Accent 53"/>
    <w:basedOn w:val="TableNormal"/>
    <w:next w:val="MediumGrid1-Accent5"/>
    <w:uiPriority w:val="67"/>
    <w:rsid w:val="009C41D5"/>
    <w:rPr>
      <w:lang w:val="en-GB" w:eastAsia="en-GB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MediumGrid2-Accent23">
    <w:name w:val="Medium Grid 2 - Accent 23"/>
    <w:basedOn w:val="TableNormal"/>
    <w:next w:val="MediumGrid2-Accent2"/>
    <w:uiPriority w:val="68"/>
    <w:rsid w:val="009C41D5"/>
    <w:rPr>
      <w:rFonts w:ascii="Cambria" w:hAnsi="Cambria"/>
      <w:color w:val="000000"/>
      <w:lang w:val="en-GB" w:eastAsia="en-GB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3">
    <w:name w:val="Medium Grid 2 - Accent 43"/>
    <w:basedOn w:val="TableNormal"/>
    <w:next w:val="MediumGrid2-Accent4"/>
    <w:uiPriority w:val="68"/>
    <w:rsid w:val="009C41D5"/>
    <w:rPr>
      <w:rFonts w:ascii="Cambria" w:hAnsi="Cambria"/>
      <w:color w:val="000000"/>
      <w:lang w:val="en-GB" w:eastAsia="en-GB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LightShading-Accent63">
    <w:name w:val="Light Shading - Accent 63"/>
    <w:basedOn w:val="TableNormal"/>
    <w:next w:val="LightShading-Accent6"/>
    <w:uiPriority w:val="60"/>
    <w:rsid w:val="009C41D5"/>
    <w:rPr>
      <w:color w:val="E36C0A"/>
      <w:lang w:val="en-GB" w:eastAsia="en-GB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0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D949CFA1DC74458980ADA011D6EAC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04F5F0-5E9D-44F9-A37D-0B988C456114}"/>
      </w:docPartPr>
      <w:docPartBody>
        <w:p w:rsidR="00776D1E" w:rsidRDefault="001806C4" w:rsidP="001806C4">
          <w:pPr>
            <w:pStyle w:val="8D949CFA1DC74458980ADA011D6EACFA"/>
          </w:pPr>
          <w:r w:rsidRPr="00F64B49">
            <w:rPr>
              <w:rStyle w:val="PlaceholderText"/>
              <w:b/>
              <w:color w:val="984806"/>
            </w:rPr>
            <w:t>Select the DG TAXUD Directorate B Unit here.</w:t>
          </w:r>
        </w:p>
      </w:docPartBody>
    </w:docPart>
    <w:docPart>
      <w:docPartPr>
        <w:name w:val="17181E16662C4424B2A3557D10CE5D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C93876-7ED4-473F-8966-99D6205C51CA}"/>
      </w:docPartPr>
      <w:docPartBody>
        <w:p w:rsidR="00776D1E" w:rsidRDefault="001806C4" w:rsidP="001806C4">
          <w:pPr>
            <w:pStyle w:val="17181E16662C4424B2A3557D10CE5DA8"/>
          </w:pPr>
          <w:r w:rsidRPr="0000215E">
            <w:rPr>
              <w:rStyle w:val="PlaceholderText"/>
            </w:rPr>
            <w:t>[Title]</w:t>
          </w:r>
        </w:p>
      </w:docPartBody>
    </w:docPart>
    <w:docPart>
      <w:docPartPr>
        <w:name w:val="DA1C816C7D2D4BDF91A0EE8329EB10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FE8665-90DF-494F-9118-281973664704}"/>
      </w:docPartPr>
      <w:docPartBody>
        <w:p w:rsidR="00776D1E" w:rsidRDefault="001806C4" w:rsidP="001806C4">
          <w:pPr>
            <w:pStyle w:val="DA1C816C7D2D4BDF91A0EE8329EB1071"/>
          </w:pPr>
          <w:r w:rsidRPr="0000215E">
            <w:rPr>
              <w:rStyle w:val="PlaceholderText"/>
            </w:rPr>
            <w:t>[Subject]</w:t>
          </w:r>
        </w:p>
      </w:docPartBody>
    </w:docPart>
    <w:docPart>
      <w:docPartPr>
        <w:name w:val="C1368AC9CB744AC6AA26E69C4CC01B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F3BC75-C69F-411E-A354-7E370FFCAE6C}"/>
      </w:docPartPr>
      <w:docPartBody>
        <w:p w:rsidR="00776D1E" w:rsidRDefault="001806C4" w:rsidP="001806C4">
          <w:pPr>
            <w:pStyle w:val="C1368AC9CB744AC6AA26E69C4CC01BCA"/>
          </w:pPr>
          <w:r w:rsidRPr="00F64B49">
            <w:rPr>
              <w:rStyle w:val="PlaceholderText"/>
              <w:color w:val="984806"/>
            </w:rPr>
            <w:t>Select the status here.</w:t>
          </w:r>
        </w:p>
      </w:docPartBody>
    </w:docPart>
    <w:docPart>
      <w:docPartPr>
        <w:name w:val="CBEBA9A4A494422695ABF7D397D745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9A9DB2-152D-41AE-BD8D-5D67C74C03F7}"/>
      </w:docPartPr>
      <w:docPartBody>
        <w:p w:rsidR="00776D1E" w:rsidRDefault="001806C4" w:rsidP="001806C4">
          <w:pPr>
            <w:pStyle w:val="CBEBA9A4A494422695ABF7D397D7450B"/>
          </w:pPr>
          <w:r w:rsidRPr="00F64B49">
            <w:rPr>
              <w:rStyle w:val="PlaceholderText"/>
              <w:color w:val="auto"/>
            </w:rPr>
            <w:t>DG TAXUD</w:t>
          </w:r>
        </w:p>
      </w:docPartBody>
    </w:docPart>
    <w:docPart>
      <w:docPartPr>
        <w:name w:val="2DC6D8410D8D43AF944FBAFC835438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E27329-118D-4081-887E-04763B223B74}"/>
      </w:docPartPr>
      <w:docPartBody>
        <w:p w:rsidR="00776D1E" w:rsidRDefault="001806C4" w:rsidP="001806C4">
          <w:pPr>
            <w:pStyle w:val="2DC6D8410D8D43AF944FBAFC835438CA"/>
          </w:pPr>
          <w:r w:rsidRPr="00F64B49">
            <w:rPr>
              <w:rStyle w:val="PlaceholderText"/>
              <w:color w:val="984806"/>
            </w:rPr>
            <w:t>Select the public here.</w:t>
          </w:r>
        </w:p>
      </w:docPartBody>
    </w:docPart>
    <w:docPart>
      <w:docPartPr>
        <w:name w:val="1798FA47133D48498E0D16DD81D704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2C9E97-F415-435C-9617-403268DCCF38}"/>
      </w:docPartPr>
      <w:docPartBody>
        <w:p w:rsidR="00776D1E" w:rsidRDefault="001806C4" w:rsidP="001806C4">
          <w:pPr>
            <w:pStyle w:val="1798FA47133D48498E0D16DD81D704F6"/>
          </w:pPr>
          <w:r w:rsidRPr="00F64B49">
            <w:rPr>
              <w:rStyle w:val="PlaceholderText"/>
              <w:color w:val="984806"/>
            </w:rPr>
            <w:t>Select the confidentiality classification level here.</w:t>
          </w:r>
        </w:p>
      </w:docPartBody>
    </w:docPart>
    <w:docPart>
      <w:docPartPr>
        <w:name w:val="B796CABBD68D4E148FE88496A0C640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21CC9C-14E3-4435-9139-326CC08E869C}"/>
      </w:docPartPr>
      <w:docPartBody>
        <w:p w:rsidR="00776D1E" w:rsidRDefault="001806C4" w:rsidP="001806C4">
          <w:pPr>
            <w:pStyle w:val="B796CABBD68D4E148FE88496A0C64021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AFBBE5738C5748438A9E28C083B389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BA4683-3DA3-4DBF-B0AD-2A4E0488229B}"/>
      </w:docPartPr>
      <w:docPartBody>
        <w:p w:rsidR="00776D1E" w:rsidRDefault="001806C4" w:rsidP="001806C4">
          <w:pPr>
            <w:pStyle w:val="AFBBE5738C5748438A9E28C083B38916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1F9EB40BAA3B4203A283792927CAE3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C2A8F6-B507-42C8-9A45-38C056D90EAF}"/>
      </w:docPartPr>
      <w:docPartBody>
        <w:p w:rsidR="00776D1E" w:rsidRDefault="001806C4" w:rsidP="001806C4">
          <w:pPr>
            <w:pStyle w:val="1F9EB40BAA3B4203A283792927CAE319"/>
          </w:pPr>
          <w:r w:rsidRPr="00F64B49">
            <w:rPr>
              <w:rStyle w:val="PlaceholderText"/>
              <w:color w:val="984806"/>
              <w:sz w:val="20"/>
            </w:rPr>
            <w:t>Select the confidentiality classification level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6C4"/>
    <w:rsid w:val="00083C62"/>
    <w:rsid w:val="000F6B6C"/>
    <w:rsid w:val="001806C4"/>
    <w:rsid w:val="00271E81"/>
    <w:rsid w:val="005967ED"/>
    <w:rsid w:val="006365D1"/>
    <w:rsid w:val="00776D1E"/>
    <w:rsid w:val="008779B5"/>
    <w:rsid w:val="008C03C9"/>
    <w:rsid w:val="00916DE8"/>
    <w:rsid w:val="00944D18"/>
    <w:rsid w:val="009808AC"/>
    <w:rsid w:val="009A6207"/>
    <w:rsid w:val="00A0579E"/>
    <w:rsid w:val="00A645B4"/>
    <w:rsid w:val="00B80CE2"/>
    <w:rsid w:val="00BB4FBE"/>
    <w:rsid w:val="00BB696D"/>
    <w:rsid w:val="00C16660"/>
    <w:rsid w:val="00C91B70"/>
    <w:rsid w:val="00DE3771"/>
    <w:rsid w:val="00E97F4A"/>
    <w:rsid w:val="00EB5FAC"/>
    <w:rsid w:val="00F35D0B"/>
    <w:rsid w:val="00F7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806C4"/>
    <w:rPr>
      <w:color w:val="2C8F6C"/>
    </w:rPr>
  </w:style>
  <w:style w:type="paragraph" w:customStyle="1" w:styleId="8D949CFA1DC74458980ADA011D6EACFA">
    <w:name w:val="8D949CFA1DC74458980ADA011D6EACFA"/>
    <w:rsid w:val="001806C4"/>
  </w:style>
  <w:style w:type="paragraph" w:customStyle="1" w:styleId="17181E16662C4424B2A3557D10CE5DA8">
    <w:name w:val="17181E16662C4424B2A3557D10CE5DA8"/>
    <w:rsid w:val="001806C4"/>
  </w:style>
  <w:style w:type="paragraph" w:customStyle="1" w:styleId="DA1C816C7D2D4BDF91A0EE8329EB1071">
    <w:name w:val="DA1C816C7D2D4BDF91A0EE8329EB1071"/>
    <w:rsid w:val="001806C4"/>
  </w:style>
  <w:style w:type="paragraph" w:customStyle="1" w:styleId="C1368AC9CB744AC6AA26E69C4CC01BCA">
    <w:name w:val="C1368AC9CB744AC6AA26E69C4CC01BCA"/>
    <w:rsid w:val="001806C4"/>
  </w:style>
  <w:style w:type="paragraph" w:customStyle="1" w:styleId="CBEBA9A4A494422695ABF7D397D7450B">
    <w:name w:val="CBEBA9A4A494422695ABF7D397D7450B"/>
    <w:rsid w:val="001806C4"/>
  </w:style>
  <w:style w:type="paragraph" w:customStyle="1" w:styleId="2DC6D8410D8D43AF944FBAFC835438CA">
    <w:name w:val="2DC6D8410D8D43AF944FBAFC835438CA"/>
    <w:rsid w:val="001806C4"/>
  </w:style>
  <w:style w:type="paragraph" w:customStyle="1" w:styleId="1798FA47133D48498E0D16DD81D704F6">
    <w:name w:val="1798FA47133D48498E0D16DD81D704F6"/>
    <w:rsid w:val="001806C4"/>
  </w:style>
  <w:style w:type="paragraph" w:customStyle="1" w:styleId="B796CABBD68D4E148FE88496A0C64021">
    <w:name w:val="B796CABBD68D4E148FE88496A0C64021"/>
    <w:rsid w:val="001806C4"/>
  </w:style>
  <w:style w:type="paragraph" w:customStyle="1" w:styleId="AFBBE5738C5748438A9E28C083B38916">
    <w:name w:val="AFBBE5738C5748438A9E28C083B38916"/>
    <w:rsid w:val="001806C4"/>
  </w:style>
  <w:style w:type="paragraph" w:customStyle="1" w:styleId="1F9EB40BAA3B4203A283792927CAE319">
    <w:name w:val="1F9EB40BAA3B4203A283792927CAE319"/>
    <w:rsid w:val="001806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D38CC9A83EDF429F4163D0831D5CF0" ma:contentTypeVersion="26" ma:contentTypeDescription="Create a new document." ma:contentTypeScope="" ma:versionID="0d3fb59ddb77260adaec01ddd160f027">
  <xsd:schema xmlns:xsd="http://www.w3.org/2001/XMLSchema" xmlns:xs="http://www.w3.org/2001/XMLSchema" xmlns:p="http://schemas.microsoft.com/office/2006/metadata/properties" xmlns:ns2="340179a1-6eac-4bcf-a625-3bfc69b01919" xmlns:ns3="ffcdf2b0-1459-4444-989c-847f95dff766" targetNamespace="http://schemas.microsoft.com/office/2006/metadata/properties" ma:root="true" ma:fieldsID="66b9aa008dbc6b806f094e5e85a8bce4" ns2:_="" ns3:_="">
    <xsd:import namespace="340179a1-6eac-4bcf-a625-3bfc69b01919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179a1-6eac-4bcf-a625-3bfc69b01919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0179a1-6eac-4bcf-a625-3bfc69b01919">
      <Terms xmlns="http://schemas.microsoft.com/office/infopath/2007/PartnerControls"/>
    </lcf76f155ced4ddcb4097134ff3c332f>
    <TaxCatchAll xmlns="ffcdf2b0-1459-4444-989c-847f95dff766" xsi:nil="true"/>
    <SC xmlns="340179a1-6eac-4bcf-a625-3bfc69b01919">20</SC>
    <Deliverable_x0020_Version xmlns="340179a1-6eac-4bcf-a625-3bfc69b01919">3.23</Deliverable_x0020_Version>
    <Deliverable_x0020_Id xmlns="340179a1-6eac-4bcf-a625-3bfc69b01919">DLV-776-7.4.3-100-1-1</Deliverable_x0020_Id>
    <Delivery_x0020_Date xmlns="340179a1-6eac-4bcf-a625-3bfc69b01919">2025-01-07T22:00:00+00:00</Delivery_x0020_Date>
    <RfA xmlns="340179a1-6eac-4bcf-a625-3bfc69b01919">SC20-RfA776</RfA>
    <Deliverable_x0020_Status xmlns="340179a1-6eac-4bcf-a625-3bfc69b01919">SfA</Deliverable_x0020_Status>
  </documentManagement>
</p:properties>
</file>

<file path=customXml/itemProps1.xml><?xml version="1.0" encoding="utf-8"?>
<ds:datastoreItem xmlns:ds="http://schemas.openxmlformats.org/officeDocument/2006/customXml" ds:itemID="{51098F87-52E1-46B1-9F6F-45346F9078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B40071-E0F0-4033-921A-5666D1E7EC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69A18D-B8A3-4FFB-9D6E-1A7EB7B71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179a1-6eac-4bcf-a625-3bfc69b01919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7D27BD-D6C9-4E0F-9111-1533BD0C1310}">
  <ds:schemaRefs>
    <ds:schemaRef ds:uri="http://purl.org/dc/elements/1.1/"/>
    <ds:schemaRef ds:uri="ffcdf2b0-1459-4444-989c-847f95dff766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340179a1-6eac-4bcf-a625-3bfc69b0191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13</Pages>
  <Words>1722</Words>
  <Characters>9819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DDNEA for EMCS Phase 4</vt:lpstr>
    </vt:vector>
  </TitlesOfParts>
  <Company>Netcompany-Intrasoft</Company>
  <LinksUpToDate>false</LinksUpToDate>
  <CharactersWithSpaces>11518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DDNEA for EMCS Phase 4.2</dc:title>
  <dc:subject>APPENDIX F: DATA GROUPS &amp; TRANSACTION HIERARCHY</dc:subject>
  <dc:creator>SOFT-DEV Specifications</dc:creator>
  <cp:keywords/>
  <cp:lastModifiedBy>STAFYLAS Rigas Panagiotis</cp:lastModifiedBy>
  <cp:revision>75</cp:revision>
  <cp:lastPrinted>2014-09-09T17:52:00Z</cp:lastPrinted>
  <dcterms:created xsi:type="dcterms:W3CDTF">2021-09-20T17:19:00Z</dcterms:created>
  <dcterms:modified xsi:type="dcterms:W3CDTF">2025-01-08T16:04:00Z</dcterms:modified>
  <cp:contentStatus>Commission use (CU)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wner">
    <vt:lpwstr>DG TAXUD</vt:lpwstr>
  </property>
  <property fmtid="{D5CDD505-2E9C-101B-9397-08002B2CF9AE}" pid="3" name="Reference">
    <vt:lpwstr>DLV-275-6.8-100-7-20</vt:lpwstr>
  </property>
  <property fmtid="{D5CDD505-2E9C-101B-9397-08002B2CF9AE}" pid="4" name="Version">
    <vt:lpwstr>3.12</vt:lpwstr>
  </property>
  <property fmtid="{D5CDD505-2E9C-101B-9397-08002B2CF9AE}" pid="5" name="Phase">
    <vt:lpwstr>4</vt:lpwstr>
  </property>
  <property fmtid="{D5CDD505-2E9C-101B-9397-08002B2CF9AE}" pid="6" name="IssueDate">
    <vt:lpwstr>01/03/2023</vt:lpwstr>
  </property>
  <property fmtid="{D5CDD505-2E9C-101B-9397-08002B2CF9AE}" pid="7" name="Contract">
    <vt:lpwstr>Framework Contract TAXUD/2021/CC/162 </vt:lpwstr>
  </property>
  <property fmtid="{D5CDD505-2E9C-101B-9397-08002B2CF9AE}" pid="8" name="SpecificContract">
    <vt:lpwstr>Specific Contract Nr 08</vt:lpwstr>
  </property>
  <property fmtid="{D5CDD505-2E9C-101B-9397-08002B2CF9AE}" pid="9" name="ContentTypeId">
    <vt:lpwstr>0x01010085D38CC9A83EDF429F4163D0831D5CF0</vt:lpwstr>
  </property>
  <property fmtid="{D5CDD505-2E9C-101B-9397-08002B2CF9AE}" pid="10" name="MediaServiceImageTags">
    <vt:lpwstr/>
  </property>
  <property fmtid="{D5CDD505-2E9C-101B-9397-08002B2CF9AE}" pid="11" name="GrammarlyDocumentId">
    <vt:lpwstr>ea104e20c520380af440d6308f57717cccaf678ddfaa0746fd24c025afca2560</vt:lpwstr>
  </property>
</Properties>
</file>